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47A" w:rsidRPr="000F7258" w:rsidRDefault="001A15CC" w:rsidP="00ED40AB">
      <w:pPr>
        <w:jc w:val="center"/>
        <w:rPr>
          <w:b/>
          <w:sz w:val="28"/>
          <w:szCs w:val="28"/>
        </w:rPr>
      </w:pPr>
      <w:r w:rsidRPr="001A15CC">
        <w:rPr>
          <w:b/>
          <w:sz w:val="28"/>
          <w:szCs w:val="28"/>
        </w:rPr>
        <w:t xml:space="preserve"> </w:t>
      </w:r>
      <w:r w:rsidR="0023347A" w:rsidRPr="000F7258">
        <w:rPr>
          <w:b/>
          <w:sz w:val="28"/>
          <w:szCs w:val="28"/>
        </w:rPr>
        <w:t xml:space="preserve">Досудебное </w:t>
      </w:r>
      <w:r w:rsidR="000F7258">
        <w:rPr>
          <w:b/>
          <w:sz w:val="28"/>
          <w:szCs w:val="28"/>
        </w:rPr>
        <w:t>обжалование</w:t>
      </w:r>
      <w:bookmarkStart w:id="0" w:name="_GoBack"/>
      <w:bookmarkEnd w:id="0"/>
    </w:p>
    <w:p w:rsidR="0023347A" w:rsidRDefault="0023347A" w:rsidP="005F310C">
      <w:pPr>
        <w:jc w:val="both"/>
        <w:rPr>
          <w:sz w:val="28"/>
          <w:szCs w:val="28"/>
        </w:rPr>
      </w:pPr>
    </w:p>
    <w:p w:rsidR="0023347A" w:rsidRPr="005F310C" w:rsidRDefault="0023347A" w:rsidP="00ED40AB">
      <w:pPr>
        <w:ind w:firstLine="709"/>
        <w:jc w:val="both"/>
        <w:rPr>
          <w:sz w:val="28"/>
          <w:szCs w:val="28"/>
        </w:rPr>
      </w:pPr>
      <w:r w:rsidRPr="0023347A">
        <w:rPr>
          <w:sz w:val="28"/>
          <w:szCs w:val="28"/>
        </w:rPr>
        <w:t>Досудебный порядок подачи жалоб при осуществлении муниципального контроля не применяется.</w:t>
      </w:r>
    </w:p>
    <w:sectPr w:rsidR="0023347A" w:rsidRPr="005F310C" w:rsidSect="006D62A2">
      <w:pgSz w:w="11907" w:h="16840" w:code="9"/>
      <w:pgMar w:top="851" w:right="992" w:bottom="993" w:left="127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3E" w:rsidRDefault="002F173E" w:rsidP="00992D21">
      <w:r>
        <w:separator/>
      </w:r>
    </w:p>
  </w:endnote>
  <w:endnote w:type="continuationSeparator" w:id="0">
    <w:p w:rsidR="002F173E" w:rsidRDefault="002F173E" w:rsidP="00992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3E" w:rsidRDefault="002F173E" w:rsidP="00992D21">
      <w:r>
        <w:separator/>
      </w:r>
    </w:p>
  </w:footnote>
  <w:footnote w:type="continuationSeparator" w:id="0">
    <w:p w:rsidR="002F173E" w:rsidRDefault="002F173E" w:rsidP="00992D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EB69EF"/>
    <w:multiLevelType w:val="hybridMultilevel"/>
    <w:tmpl w:val="0B226ED0"/>
    <w:lvl w:ilvl="0" w:tplc="7AD25C22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59207898"/>
    <w:multiLevelType w:val="hybridMultilevel"/>
    <w:tmpl w:val="586C9F9E"/>
    <w:lvl w:ilvl="0" w:tplc="0FA457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224"/>
    <w:rsid w:val="000131BF"/>
    <w:rsid w:val="000254D4"/>
    <w:rsid w:val="00033F13"/>
    <w:rsid w:val="000438BD"/>
    <w:rsid w:val="00051C8D"/>
    <w:rsid w:val="0008356F"/>
    <w:rsid w:val="00090372"/>
    <w:rsid w:val="00094C93"/>
    <w:rsid w:val="000A51E0"/>
    <w:rsid w:val="000F093B"/>
    <w:rsid w:val="000F5868"/>
    <w:rsid w:val="000F5C2C"/>
    <w:rsid w:val="000F7258"/>
    <w:rsid w:val="00132295"/>
    <w:rsid w:val="00133462"/>
    <w:rsid w:val="0015418E"/>
    <w:rsid w:val="00154C7A"/>
    <w:rsid w:val="00167CE9"/>
    <w:rsid w:val="00185483"/>
    <w:rsid w:val="001877A1"/>
    <w:rsid w:val="001A15CC"/>
    <w:rsid w:val="001F41D7"/>
    <w:rsid w:val="001F5DF9"/>
    <w:rsid w:val="00206CBA"/>
    <w:rsid w:val="002110AF"/>
    <w:rsid w:val="00216F29"/>
    <w:rsid w:val="0023347A"/>
    <w:rsid w:val="00242478"/>
    <w:rsid w:val="00265C36"/>
    <w:rsid w:val="00273F80"/>
    <w:rsid w:val="00282A22"/>
    <w:rsid w:val="00296CD4"/>
    <w:rsid w:val="002A46FF"/>
    <w:rsid w:val="002A49F1"/>
    <w:rsid w:val="002B0DF1"/>
    <w:rsid w:val="002C21D2"/>
    <w:rsid w:val="002C5D9E"/>
    <w:rsid w:val="002D0B06"/>
    <w:rsid w:val="002F173E"/>
    <w:rsid w:val="0030243A"/>
    <w:rsid w:val="00337F4A"/>
    <w:rsid w:val="00347766"/>
    <w:rsid w:val="00350270"/>
    <w:rsid w:val="00351CEA"/>
    <w:rsid w:val="00364620"/>
    <w:rsid w:val="003B2FD4"/>
    <w:rsid w:val="003D3EE4"/>
    <w:rsid w:val="004052CB"/>
    <w:rsid w:val="00432502"/>
    <w:rsid w:val="00462938"/>
    <w:rsid w:val="00486449"/>
    <w:rsid w:val="0049148B"/>
    <w:rsid w:val="004B0CA9"/>
    <w:rsid w:val="004B3626"/>
    <w:rsid w:val="004B73A9"/>
    <w:rsid w:val="004C1975"/>
    <w:rsid w:val="004F0152"/>
    <w:rsid w:val="004F546D"/>
    <w:rsid w:val="005541DB"/>
    <w:rsid w:val="00567181"/>
    <w:rsid w:val="00587A09"/>
    <w:rsid w:val="005A5E80"/>
    <w:rsid w:val="005B6BA6"/>
    <w:rsid w:val="005C26DD"/>
    <w:rsid w:val="005C3DEC"/>
    <w:rsid w:val="005D00C3"/>
    <w:rsid w:val="005E1045"/>
    <w:rsid w:val="005E38C4"/>
    <w:rsid w:val="005F310C"/>
    <w:rsid w:val="00617B5F"/>
    <w:rsid w:val="0063695A"/>
    <w:rsid w:val="00641B18"/>
    <w:rsid w:val="006431AC"/>
    <w:rsid w:val="00662073"/>
    <w:rsid w:val="00673E1F"/>
    <w:rsid w:val="00676863"/>
    <w:rsid w:val="00687C89"/>
    <w:rsid w:val="006D62A2"/>
    <w:rsid w:val="0071547E"/>
    <w:rsid w:val="00716224"/>
    <w:rsid w:val="00744A8F"/>
    <w:rsid w:val="00754D3D"/>
    <w:rsid w:val="00773413"/>
    <w:rsid w:val="00790A2D"/>
    <w:rsid w:val="007B6734"/>
    <w:rsid w:val="007F72DE"/>
    <w:rsid w:val="00814132"/>
    <w:rsid w:val="00820631"/>
    <w:rsid w:val="00833F46"/>
    <w:rsid w:val="008371CF"/>
    <w:rsid w:val="0087030E"/>
    <w:rsid w:val="00877BC2"/>
    <w:rsid w:val="00881AC4"/>
    <w:rsid w:val="00881B73"/>
    <w:rsid w:val="0089763E"/>
    <w:rsid w:val="008B11DA"/>
    <w:rsid w:val="008C6C03"/>
    <w:rsid w:val="008D241A"/>
    <w:rsid w:val="0090115A"/>
    <w:rsid w:val="00935909"/>
    <w:rsid w:val="0097711E"/>
    <w:rsid w:val="00977624"/>
    <w:rsid w:val="009806AC"/>
    <w:rsid w:val="00991323"/>
    <w:rsid w:val="00992D21"/>
    <w:rsid w:val="0099515F"/>
    <w:rsid w:val="009A1008"/>
    <w:rsid w:val="009A4BCA"/>
    <w:rsid w:val="009A7C66"/>
    <w:rsid w:val="009B3827"/>
    <w:rsid w:val="009C689A"/>
    <w:rsid w:val="009E3341"/>
    <w:rsid w:val="009F61FA"/>
    <w:rsid w:val="00A10C4C"/>
    <w:rsid w:val="00A17314"/>
    <w:rsid w:val="00A420BD"/>
    <w:rsid w:val="00A5265A"/>
    <w:rsid w:val="00AA54A8"/>
    <w:rsid w:val="00AB2524"/>
    <w:rsid w:val="00AB6CBA"/>
    <w:rsid w:val="00AB7D7E"/>
    <w:rsid w:val="00AC1697"/>
    <w:rsid w:val="00AC680D"/>
    <w:rsid w:val="00AD09D9"/>
    <w:rsid w:val="00AD49BE"/>
    <w:rsid w:val="00AE0B51"/>
    <w:rsid w:val="00B15AEB"/>
    <w:rsid w:val="00B43C87"/>
    <w:rsid w:val="00B56D88"/>
    <w:rsid w:val="00B67317"/>
    <w:rsid w:val="00B74628"/>
    <w:rsid w:val="00B81A7F"/>
    <w:rsid w:val="00BD7C01"/>
    <w:rsid w:val="00BE44C2"/>
    <w:rsid w:val="00BF53A9"/>
    <w:rsid w:val="00C07E6B"/>
    <w:rsid w:val="00C12F1B"/>
    <w:rsid w:val="00C30EFF"/>
    <w:rsid w:val="00C346B6"/>
    <w:rsid w:val="00C451BB"/>
    <w:rsid w:val="00C5514C"/>
    <w:rsid w:val="00C61CA1"/>
    <w:rsid w:val="00C720BD"/>
    <w:rsid w:val="00C76BD3"/>
    <w:rsid w:val="00C959DC"/>
    <w:rsid w:val="00CB4894"/>
    <w:rsid w:val="00CB66B7"/>
    <w:rsid w:val="00CC1388"/>
    <w:rsid w:val="00CD7BB4"/>
    <w:rsid w:val="00CE296B"/>
    <w:rsid w:val="00CF51C9"/>
    <w:rsid w:val="00D14358"/>
    <w:rsid w:val="00D24D3D"/>
    <w:rsid w:val="00D46A52"/>
    <w:rsid w:val="00D5222D"/>
    <w:rsid w:val="00DB00F7"/>
    <w:rsid w:val="00DC4E91"/>
    <w:rsid w:val="00DD5402"/>
    <w:rsid w:val="00DF49DD"/>
    <w:rsid w:val="00E02DC0"/>
    <w:rsid w:val="00E079BC"/>
    <w:rsid w:val="00E21A0D"/>
    <w:rsid w:val="00E249AA"/>
    <w:rsid w:val="00E25FBA"/>
    <w:rsid w:val="00E57BEB"/>
    <w:rsid w:val="00E60B91"/>
    <w:rsid w:val="00E96ABA"/>
    <w:rsid w:val="00EA644C"/>
    <w:rsid w:val="00EB3F08"/>
    <w:rsid w:val="00EC4A87"/>
    <w:rsid w:val="00ED40AB"/>
    <w:rsid w:val="00ED5F7D"/>
    <w:rsid w:val="00EE0B0B"/>
    <w:rsid w:val="00EE7904"/>
    <w:rsid w:val="00F05B0E"/>
    <w:rsid w:val="00F109D7"/>
    <w:rsid w:val="00F37F13"/>
    <w:rsid w:val="00F54143"/>
    <w:rsid w:val="00F55636"/>
    <w:rsid w:val="00F71CBD"/>
    <w:rsid w:val="00FB4132"/>
    <w:rsid w:val="00FC0419"/>
    <w:rsid w:val="00FD05E4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67CE9"/>
    <w:pPr>
      <w:widowControl w:val="0"/>
    </w:pPr>
  </w:style>
  <w:style w:type="paragraph" w:styleId="1">
    <w:name w:val="heading 1"/>
    <w:basedOn w:val="a"/>
    <w:next w:val="a"/>
    <w:qFormat/>
    <w:rsid w:val="00167CE9"/>
    <w:pPr>
      <w:keepNext/>
      <w:jc w:val="center"/>
      <w:outlineLvl w:val="0"/>
    </w:pPr>
    <w:rPr>
      <w:rFonts w:ascii="Arial Narrow" w:hAnsi="Arial Narrow"/>
      <w:b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E0B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7F4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9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296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D21"/>
  </w:style>
  <w:style w:type="paragraph" w:styleId="a7">
    <w:name w:val="footer"/>
    <w:basedOn w:val="a"/>
    <w:link w:val="a8"/>
    <w:uiPriority w:val="99"/>
    <w:unhideWhenUsed/>
    <w:rsid w:val="00992D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D21"/>
  </w:style>
  <w:style w:type="character" w:customStyle="1" w:styleId="50">
    <w:name w:val="Заголовок 5 Знак"/>
    <w:basedOn w:val="a0"/>
    <w:link w:val="5"/>
    <w:uiPriority w:val="9"/>
    <w:semiHidden/>
    <w:rsid w:val="00337F4A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22">
    <w:name w:val="Знак Знак Знак Знак Знак Знак2 Знак Знак Знак2 Знак Знак Знак"/>
    <w:basedOn w:val="a"/>
    <w:rsid w:val="00337F4A"/>
    <w:pPr>
      <w:widowControl/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39"/>
    <w:rsid w:val="00C12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282A2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82A22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E60B91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EE0B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3;&#1083;&#1086;&#1085;&#1099;\&#1040;&#1076;&#1084;&#1080;&#1085;&#1080;&#1089;&#1090;&#1088;&#1072;&#1094;&#1080;&#1103;%20(&#1042;&#1090;&#1102;&#1088;&#1080;&#1085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2325B-0321-4827-9593-830E68BB5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Администрация (Втюрин)</Template>
  <TotalTime>1023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Отдел информатики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Алексей</dc:creator>
  <cp:keywords/>
  <cp:lastModifiedBy>jkh3</cp:lastModifiedBy>
  <cp:revision>59</cp:revision>
  <cp:lastPrinted>2021-10-29T12:01:00Z</cp:lastPrinted>
  <dcterms:created xsi:type="dcterms:W3CDTF">2019-02-19T08:57:00Z</dcterms:created>
  <dcterms:modified xsi:type="dcterms:W3CDTF">2022-04-01T11:46:00Z</dcterms:modified>
</cp:coreProperties>
</file>