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7A" w:rsidRPr="00B750EE" w:rsidRDefault="00ED40AB" w:rsidP="00744A8F">
      <w:pPr>
        <w:tabs>
          <w:tab w:val="center" w:pos="4819"/>
          <w:tab w:val="left" w:pos="8796"/>
        </w:tabs>
        <w:ind w:firstLine="709"/>
        <w:rPr>
          <w:sz w:val="28"/>
          <w:szCs w:val="28"/>
        </w:rPr>
      </w:pPr>
      <w:r w:rsidRPr="00ED40AB">
        <w:rPr>
          <w:b/>
          <w:sz w:val="28"/>
          <w:szCs w:val="28"/>
        </w:rPr>
        <w:tab/>
      </w:r>
      <w:r w:rsidR="001A15CC" w:rsidRPr="00B750EE">
        <w:rPr>
          <w:sz w:val="28"/>
          <w:szCs w:val="28"/>
        </w:rPr>
        <w:t xml:space="preserve"> </w:t>
      </w:r>
      <w:r w:rsidR="00B750EE">
        <w:rPr>
          <w:sz w:val="28"/>
          <w:szCs w:val="28"/>
        </w:rPr>
        <w:t>Профилактика</w:t>
      </w:r>
      <w:bookmarkStart w:id="0" w:name="_GoBack"/>
      <w:bookmarkEnd w:id="0"/>
    </w:p>
    <w:p w:rsidR="00744A8F" w:rsidRDefault="00744A8F" w:rsidP="00744A8F">
      <w:pPr>
        <w:ind w:firstLine="709"/>
        <w:jc w:val="both"/>
        <w:rPr>
          <w:sz w:val="28"/>
          <w:szCs w:val="28"/>
        </w:rPr>
      </w:pPr>
    </w:p>
    <w:p w:rsidR="00E21A0D" w:rsidRDefault="00E21A0D" w:rsidP="00E2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21A0D">
        <w:rPr>
          <w:sz w:val="28"/>
          <w:szCs w:val="28"/>
        </w:rPr>
        <w:t>онтролируемы</w:t>
      </w:r>
      <w:r>
        <w:rPr>
          <w:sz w:val="28"/>
          <w:szCs w:val="28"/>
        </w:rPr>
        <w:t>е</w:t>
      </w:r>
      <w:r w:rsidRPr="00E21A0D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E21A0D">
        <w:rPr>
          <w:sz w:val="28"/>
          <w:szCs w:val="28"/>
        </w:rPr>
        <w:t xml:space="preserve"> и их представител</w:t>
      </w:r>
      <w:r>
        <w:rPr>
          <w:sz w:val="28"/>
          <w:szCs w:val="28"/>
        </w:rPr>
        <w:t>и</w:t>
      </w:r>
      <w:r w:rsidRPr="00E21A0D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получить консультацию</w:t>
      </w:r>
      <w:r w:rsidRPr="00E21A0D">
        <w:rPr>
          <w:sz w:val="28"/>
          <w:szCs w:val="28"/>
        </w:rPr>
        <w:t xml:space="preserve"> по вопросам, связанным с организацией и осущест</w:t>
      </w:r>
      <w:r>
        <w:rPr>
          <w:sz w:val="28"/>
          <w:szCs w:val="28"/>
        </w:rPr>
        <w:t>влением муниципального контроля (</w:t>
      </w:r>
      <w:r w:rsidRPr="00E21A0D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E21A0D">
        <w:rPr>
          <w:sz w:val="28"/>
          <w:szCs w:val="28"/>
        </w:rPr>
        <w:t>к, периодичность проведения контрольных мероприятий</w:t>
      </w:r>
      <w:r>
        <w:rPr>
          <w:sz w:val="28"/>
          <w:szCs w:val="28"/>
        </w:rPr>
        <w:t>;</w:t>
      </w:r>
      <w:r w:rsidRPr="00E21A0D">
        <w:rPr>
          <w:sz w:val="28"/>
          <w:szCs w:val="28"/>
        </w:rPr>
        <w:t xml:space="preserve"> порядок принятия и обжалования решений по итогам контрольных мероприятий)</w:t>
      </w:r>
      <w:r>
        <w:rPr>
          <w:sz w:val="28"/>
          <w:szCs w:val="28"/>
        </w:rPr>
        <w:t>:</w:t>
      </w:r>
    </w:p>
    <w:p w:rsidR="00265C36" w:rsidRDefault="00265C36" w:rsidP="0026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21A0D" w:rsidRPr="00265C36">
        <w:rPr>
          <w:sz w:val="28"/>
          <w:szCs w:val="28"/>
        </w:rPr>
        <w:t>По телефону</w:t>
      </w:r>
      <w:r w:rsidRPr="00265C36">
        <w:rPr>
          <w:sz w:val="28"/>
          <w:szCs w:val="28"/>
        </w:rPr>
        <w:t xml:space="preserve"> </w:t>
      </w:r>
      <w:r>
        <w:rPr>
          <w:sz w:val="28"/>
          <w:szCs w:val="28"/>
        </w:rPr>
        <w:t>(81850) 3-25-58 (в рабочие часты: п</w:t>
      </w:r>
      <w:r w:rsidRPr="00265C36">
        <w:rPr>
          <w:sz w:val="28"/>
          <w:szCs w:val="28"/>
        </w:rPr>
        <w:t>онедельник - пятница: 08.30 – 17.00</w:t>
      </w:r>
      <w:r>
        <w:rPr>
          <w:sz w:val="28"/>
          <w:szCs w:val="28"/>
        </w:rPr>
        <w:t>, п</w:t>
      </w:r>
      <w:r w:rsidRPr="00265C36">
        <w:rPr>
          <w:sz w:val="28"/>
          <w:szCs w:val="28"/>
        </w:rPr>
        <w:t>ерерыв: 13.00 – 14.00</w:t>
      </w:r>
      <w:r>
        <w:rPr>
          <w:sz w:val="28"/>
          <w:szCs w:val="28"/>
        </w:rPr>
        <w:t>);</w:t>
      </w:r>
    </w:p>
    <w:p w:rsidR="00265C36" w:rsidRDefault="00265C36" w:rsidP="0026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265C36">
        <w:rPr>
          <w:sz w:val="28"/>
          <w:szCs w:val="28"/>
        </w:rPr>
        <w:t>а личном приеме</w:t>
      </w:r>
      <w:r>
        <w:rPr>
          <w:sz w:val="28"/>
          <w:szCs w:val="28"/>
        </w:rPr>
        <w:t xml:space="preserve"> </w:t>
      </w:r>
      <w:r w:rsidR="00351CEA">
        <w:rPr>
          <w:sz w:val="28"/>
          <w:szCs w:val="28"/>
        </w:rPr>
        <w:t xml:space="preserve">инспектора </w:t>
      </w:r>
      <w:r>
        <w:rPr>
          <w:sz w:val="28"/>
          <w:szCs w:val="28"/>
        </w:rPr>
        <w:t>(в рабочие часты: п</w:t>
      </w:r>
      <w:r w:rsidRPr="00265C36">
        <w:rPr>
          <w:sz w:val="28"/>
          <w:szCs w:val="28"/>
        </w:rPr>
        <w:t>онедельник - пятница: 08.30 – 17.00</w:t>
      </w:r>
      <w:r>
        <w:rPr>
          <w:sz w:val="28"/>
          <w:szCs w:val="28"/>
        </w:rPr>
        <w:t>, п</w:t>
      </w:r>
      <w:r w:rsidRPr="00265C36">
        <w:rPr>
          <w:sz w:val="28"/>
          <w:szCs w:val="28"/>
        </w:rPr>
        <w:t>ерерыв: 13.00 – 14.00</w:t>
      </w:r>
      <w:r w:rsidR="00351CEA">
        <w:rPr>
          <w:sz w:val="28"/>
          <w:szCs w:val="28"/>
        </w:rPr>
        <w:t xml:space="preserve"> по предварительному согласованию визита</w:t>
      </w:r>
      <w:r>
        <w:rPr>
          <w:sz w:val="28"/>
          <w:szCs w:val="28"/>
        </w:rPr>
        <w:t>);</w:t>
      </w:r>
    </w:p>
    <w:p w:rsidR="00265C36" w:rsidRDefault="00265C36" w:rsidP="0026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65C36">
        <w:rPr>
          <w:sz w:val="28"/>
          <w:szCs w:val="28"/>
        </w:rPr>
        <w:t xml:space="preserve"> ходе проведения профилактических визитов,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</w:t>
      </w:r>
      <w:r>
        <w:rPr>
          <w:sz w:val="28"/>
          <w:szCs w:val="28"/>
        </w:rPr>
        <w:t xml:space="preserve"> (порядок проведения профилактических визитов определен пунктом 2.1.3 Положения </w:t>
      </w:r>
      <w:r w:rsidRPr="00265C36">
        <w:rPr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>);</w:t>
      </w:r>
    </w:p>
    <w:p w:rsidR="00265C36" w:rsidRDefault="00265C36" w:rsidP="0026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Посредствам направления письменного обращения в адрес контрольного (надзорного) органа, </w:t>
      </w:r>
      <w:r w:rsidRPr="00265C36">
        <w:rPr>
          <w:sz w:val="28"/>
          <w:szCs w:val="28"/>
        </w:rPr>
        <w:t>в порядке, установленном Федеральным законом от 2 мая 2006 года № 59-ФЗ «О порядке рассмотрении обращений граждан Российской Федерации»</w:t>
      </w:r>
      <w:r>
        <w:rPr>
          <w:sz w:val="28"/>
          <w:szCs w:val="28"/>
        </w:rPr>
        <w:t>;</w:t>
      </w:r>
    </w:p>
    <w:p w:rsidR="00265C36" w:rsidRDefault="00265C36" w:rsidP="0026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Pr="00265C36">
        <w:rPr>
          <w:sz w:val="28"/>
          <w:szCs w:val="28"/>
        </w:rPr>
        <w:t xml:space="preserve">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 не </w:t>
      </w:r>
      <w:proofErr w:type="gramStart"/>
      <w:r w:rsidRPr="00265C36">
        <w:rPr>
          <w:sz w:val="28"/>
          <w:szCs w:val="28"/>
        </w:rPr>
        <w:t>позднее</w:t>
      </w:r>
      <w:proofErr w:type="gramEnd"/>
      <w:r w:rsidRPr="00265C36">
        <w:rPr>
          <w:sz w:val="28"/>
          <w:szCs w:val="28"/>
        </w:rPr>
        <w:t xml:space="preserve"> чем за 5 рабочих дней до дня проведения консультирования посредством видео-конференц-связи</w:t>
      </w:r>
      <w:r>
        <w:rPr>
          <w:sz w:val="28"/>
          <w:szCs w:val="28"/>
        </w:rPr>
        <w:t>.</w:t>
      </w:r>
    </w:p>
    <w:p w:rsidR="00E21A0D" w:rsidRDefault="00E21A0D" w:rsidP="00744A8F">
      <w:pPr>
        <w:ind w:firstLine="709"/>
        <w:jc w:val="both"/>
        <w:rPr>
          <w:b/>
          <w:sz w:val="28"/>
          <w:szCs w:val="28"/>
        </w:rPr>
      </w:pPr>
    </w:p>
    <w:p w:rsidR="00351CEA" w:rsidRDefault="00351CEA" w:rsidP="00744A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Сведения о применении контрольным (надзорным) органом мер стимулирования добросовестности контролируемых лиц:</w:t>
      </w:r>
    </w:p>
    <w:p w:rsidR="00351CEA" w:rsidRPr="00351CEA" w:rsidRDefault="00351CEA" w:rsidP="00744A8F">
      <w:pPr>
        <w:ind w:firstLine="709"/>
        <w:jc w:val="both"/>
        <w:rPr>
          <w:sz w:val="28"/>
          <w:szCs w:val="28"/>
        </w:rPr>
      </w:pPr>
      <w:r w:rsidRPr="00351CEA">
        <w:rPr>
          <w:sz w:val="28"/>
          <w:szCs w:val="28"/>
        </w:rPr>
        <w:t>Положением о муниципально</w:t>
      </w:r>
      <w:r>
        <w:rPr>
          <w:sz w:val="28"/>
          <w:szCs w:val="28"/>
        </w:rPr>
        <w:t>м</w:t>
      </w:r>
      <w:r w:rsidRPr="00351CEA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351CEA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351CEA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351CEA">
        <w:rPr>
          <w:sz w:val="28"/>
          <w:szCs w:val="28"/>
        </w:rPr>
        <w:t xml:space="preserve"> на нематериальное поощрение добросовестных к</w:t>
      </w:r>
      <w:r>
        <w:rPr>
          <w:sz w:val="28"/>
          <w:szCs w:val="28"/>
        </w:rPr>
        <w:t>онтролируемых лиц не установлено.</w:t>
      </w:r>
    </w:p>
    <w:p w:rsidR="00351CEA" w:rsidRDefault="00351CEA" w:rsidP="00744A8F">
      <w:pPr>
        <w:ind w:firstLine="709"/>
        <w:jc w:val="both"/>
        <w:rPr>
          <w:b/>
          <w:sz w:val="28"/>
          <w:szCs w:val="28"/>
        </w:rPr>
      </w:pPr>
    </w:p>
    <w:p w:rsidR="00351CEA" w:rsidRDefault="002D2A89" w:rsidP="00744A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1CEA">
        <w:rPr>
          <w:b/>
          <w:sz w:val="28"/>
          <w:szCs w:val="28"/>
        </w:rPr>
        <w:t xml:space="preserve">. Информация о способах и процедуре </w:t>
      </w:r>
      <w:proofErr w:type="spellStart"/>
      <w:r w:rsidR="00351CEA">
        <w:rPr>
          <w:b/>
          <w:sz w:val="28"/>
          <w:szCs w:val="28"/>
        </w:rPr>
        <w:t>самообследования</w:t>
      </w:r>
      <w:proofErr w:type="spellEnd"/>
    </w:p>
    <w:p w:rsidR="00351CEA" w:rsidRPr="00351CEA" w:rsidRDefault="00351CEA" w:rsidP="00744A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1342F">
        <w:rPr>
          <w:sz w:val="28"/>
          <w:szCs w:val="28"/>
        </w:rPr>
        <w:t>оложени</w:t>
      </w:r>
      <w:r>
        <w:rPr>
          <w:sz w:val="28"/>
          <w:szCs w:val="28"/>
        </w:rPr>
        <w:t>ем</w:t>
      </w:r>
      <w:r w:rsidRPr="00D1342F">
        <w:rPr>
          <w:sz w:val="28"/>
          <w:szCs w:val="28"/>
        </w:rPr>
        <w:t xml:space="preserve"> о муниципально</w:t>
      </w:r>
      <w:r>
        <w:rPr>
          <w:sz w:val="28"/>
          <w:szCs w:val="28"/>
        </w:rPr>
        <w:t>м</w:t>
      </w:r>
      <w:r w:rsidRPr="00D1342F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D1342F">
        <w:rPr>
          <w:sz w:val="28"/>
          <w:szCs w:val="28"/>
        </w:rPr>
        <w:t xml:space="preserve"> самостоятельная оценка соблюдения обязательных требований (</w:t>
      </w:r>
      <w:proofErr w:type="spellStart"/>
      <w:r w:rsidRPr="00D1342F">
        <w:rPr>
          <w:sz w:val="28"/>
          <w:szCs w:val="28"/>
        </w:rPr>
        <w:t>самообследование</w:t>
      </w:r>
      <w:proofErr w:type="spellEnd"/>
      <w:r w:rsidRPr="00D1342F">
        <w:rPr>
          <w:sz w:val="28"/>
          <w:szCs w:val="28"/>
        </w:rPr>
        <w:t>) не предусмотрена</w:t>
      </w:r>
      <w:r>
        <w:rPr>
          <w:sz w:val="28"/>
          <w:szCs w:val="28"/>
        </w:rPr>
        <w:t>.</w:t>
      </w:r>
    </w:p>
    <w:p w:rsidR="00351CEA" w:rsidRDefault="00351CEA" w:rsidP="00744A8F">
      <w:pPr>
        <w:ind w:firstLine="709"/>
        <w:jc w:val="both"/>
        <w:rPr>
          <w:b/>
          <w:sz w:val="28"/>
          <w:szCs w:val="28"/>
        </w:rPr>
      </w:pPr>
    </w:p>
    <w:p w:rsidR="0023347A" w:rsidRPr="00744A8F" w:rsidRDefault="002D2A89" w:rsidP="00744A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61CA1">
        <w:rPr>
          <w:b/>
          <w:sz w:val="28"/>
          <w:szCs w:val="28"/>
        </w:rPr>
        <w:t xml:space="preserve">. </w:t>
      </w:r>
      <w:r w:rsidR="00744A8F" w:rsidRPr="00744A8F">
        <w:rPr>
          <w:b/>
          <w:sz w:val="28"/>
          <w:szCs w:val="28"/>
        </w:rPr>
        <w:t>Руководство по соблюдению обязательных требований, оценка соблюдения которых является предметом муниципального контроля</w:t>
      </w:r>
    </w:p>
    <w:p w:rsidR="00351CEA" w:rsidRDefault="00C61CA1" w:rsidP="002D2A89">
      <w:pPr>
        <w:ind w:firstLine="709"/>
        <w:jc w:val="both"/>
        <w:rPr>
          <w:sz w:val="28"/>
          <w:szCs w:val="28"/>
        </w:rPr>
      </w:pPr>
      <w:r w:rsidRPr="00C61CA1">
        <w:rPr>
          <w:sz w:val="28"/>
          <w:szCs w:val="28"/>
        </w:rPr>
        <w:t xml:space="preserve">В соответствии с частью 7 статьи 14 Федерального закона от 31.07.2020 № 247-ФЗ «Об обязательных требованиях в Российской Федерации», </w:t>
      </w:r>
      <w:r>
        <w:rPr>
          <w:sz w:val="28"/>
          <w:szCs w:val="28"/>
        </w:rPr>
        <w:t>р</w:t>
      </w:r>
      <w:r w:rsidRPr="00C61CA1">
        <w:rPr>
          <w:sz w:val="28"/>
          <w:szCs w:val="28"/>
        </w:rPr>
        <w:t>уководство по соблюдению обязательных требований применяется контролируемыми лицами на добровольной основе.</w:t>
      </w:r>
    </w:p>
    <w:sectPr w:rsidR="00351CEA" w:rsidSect="002D2A89">
      <w:pgSz w:w="11907" w:h="16840" w:code="9"/>
      <w:pgMar w:top="851" w:right="992" w:bottom="568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693" w:rsidRDefault="00CE2693" w:rsidP="00992D21">
      <w:r>
        <w:separator/>
      </w:r>
    </w:p>
  </w:endnote>
  <w:endnote w:type="continuationSeparator" w:id="0">
    <w:p w:rsidR="00CE2693" w:rsidRDefault="00CE2693" w:rsidP="009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693" w:rsidRDefault="00CE2693" w:rsidP="00992D21">
      <w:r>
        <w:separator/>
      </w:r>
    </w:p>
  </w:footnote>
  <w:footnote w:type="continuationSeparator" w:id="0">
    <w:p w:rsidR="00CE2693" w:rsidRDefault="00CE2693" w:rsidP="00992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69EF"/>
    <w:multiLevelType w:val="hybridMultilevel"/>
    <w:tmpl w:val="0B226ED0"/>
    <w:lvl w:ilvl="0" w:tplc="7AD25C2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207898"/>
    <w:multiLevelType w:val="hybridMultilevel"/>
    <w:tmpl w:val="586C9F9E"/>
    <w:lvl w:ilvl="0" w:tplc="0FA457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224"/>
    <w:rsid w:val="000131BF"/>
    <w:rsid w:val="000254D4"/>
    <w:rsid w:val="00033F13"/>
    <w:rsid w:val="000438BD"/>
    <w:rsid w:val="00051C8D"/>
    <w:rsid w:val="0008356F"/>
    <w:rsid w:val="00090372"/>
    <w:rsid w:val="00094C93"/>
    <w:rsid w:val="000A51E0"/>
    <w:rsid w:val="000F093B"/>
    <w:rsid w:val="000F5868"/>
    <w:rsid w:val="000F5C2C"/>
    <w:rsid w:val="00132295"/>
    <w:rsid w:val="00133462"/>
    <w:rsid w:val="0015418E"/>
    <w:rsid w:val="00154C7A"/>
    <w:rsid w:val="00167CE9"/>
    <w:rsid w:val="00185483"/>
    <w:rsid w:val="001877A1"/>
    <w:rsid w:val="001A15CC"/>
    <w:rsid w:val="001F41D7"/>
    <w:rsid w:val="001F5DF9"/>
    <w:rsid w:val="00206CBA"/>
    <w:rsid w:val="002110AF"/>
    <w:rsid w:val="00216F29"/>
    <w:rsid w:val="0023347A"/>
    <w:rsid w:val="00242478"/>
    <w:rsid w:val="00265C36"/>
    <w:rsid w:val="00273F80"/>
    <w:rsid w:val="00282A22"/>
    <w:rsid w:val="00296CD4"/>
    <w:rsid w:val="002A46FF"/>
    <w:rsid w:val="002A49F1"/>
    <w:rsid w:val="002B0DF1"/>
    <w:rsid w:val="002C21D2"/>
    <w:rsid w:val="002C5D9E"/>
    <w:rsid w:val="002D0B06"/>
    <w:rsid w:val="002D2A89"/>
    <w:rsid w:val="0030243A"/>
    <w:rsid w:val="00337F4A"/>
    <w:rsid w:val="00347766"/>
    <w:rsid w:val="00350270"/>
    <w:rsid w:val="00351CEA"/>
    <w:rsid w:val="00364620"/>
    <w:rsid w:val="003B2FD4"/>
    <w:rsid w:val="003D3EE4"/>
    <w:rsid w:val="004052CB"/>
    <w:rsid w:val="00432502"/>
    <w:rsid w:val="00462938"/>
    <w:rsid w:val="00486449"/>
    <w:rsid w:val="0049148B"/>
    <w:rsid w:val="004B0CA9"/>
    <w:rsid w:val="004B3626"/>
    <w:rsid w:val="004B73A9"/>
    <w:rsid w:val="004C1975"/>
    <w:rsid w:val="004F0152"/>
    <w:rsid w:val="004F546D"/>
    <w:rsid w:val="005541DB"/>
    <w:rsid w:val="00567181"/>
    <w:rsid w:val="00587A09"/>
    <w:rsid w:val="005A5E80"/>
    <w:rsid w:val="005B6BA6"/>
    <w:rsid w:val="005C26DD"/>
    <w:rsid w:val="005C3DEC"/>
    <w:rsid w:val="005D00C3"/>
    <w:rsid w:val="005E1045"/>
    <w:rsid w:val="005E38C4"/>
    <w:rsid w:val="005F310C"/>
    <w:rsid w:val="00617B5F"/>
    <w:rsid w:val="0063695A"/>
    <w:rsid w:val="00641B18"/>
    <w:rsid w:val="006431AC"/>
    <w:rsid w:val="00662073"/>
    <w:rsid w:val="00673E1F"/>
    <w:rsid w:val="00676863"/>
    <w:rsid w:val="00687C89"/>
    <w:rsid w:val="006D62A2"/>
    <w:rsid w:val="0071547E"/>
    <w:rsid w:val="00716224"/>
    <w:rsid w:val="00744A8F"/>
    <w:rsid w:val="00754D3D"/>
    <w:rsid w:val="00773413"/>
    <w:rsid w:val="00790A2D"/>
    <w:rsid w:val="007B6734"/>
    <w:rsid w:val="007F72DE"/>
    <w:rsid w:val="00814132"/>
    <w:rsid w:val="00820631"/>
    <w:rsid w:val="00833F46"/>
    <w:rsid w:val="008371CF"/>
    <w:rsid w:val="0087030E"/>
    <w:rsid w:val="00877BC2"/>
    <w:rsid w:val="00881AC4"/>
    <w:rsid w:val="00881B73"/>
    <w:rsid w:val="00894CD4"/>
    <w:rsid w:val="0089763E"/>
    <w:rsid w:val="008B11DA"/>
    <w:rsid w:val="008C6C03"/>
    <w:rsid w:val="008D241A"/>
    <w:rsid w:val="0090115A"/>
    <w:rsid w:val="00935909"/>
    <w:rsid w:val="0097711E"/>
    <w:rsid w:val="00977624"/>
    <w:rsid w:val="009806AC"/>
    <w:rsid w:val="00991323"/>
    <w:rsid w:val="00992D21"/>
    <w:rsid w:val="0099515F"/>
    <w:rsid w:val="009A1008"/>
    <w:rsid w:val="009A4BCA"/>
    <w:rsid w:val="009A7C66"/>
    <w:rsid w:val="009B3827"/>
    <w:rsid w:val="009C689A"/>
    <w:rsid w:val="009E3341"/>
    <w:rsid w:val="009F61FA"/>
    <w:rsid w:val="00A10C4C"/>
    <w:rsid w:val="00A17314"/>
    <w:rsid w:val="00A420BD"/>
    <w:rsid w:val="00A5265A"/>
    <w:rsid w:val="00AA54A8"/>
    <w:rsid w:val="00AB2524"/>
    <w:rsid w:val="00AB6CBA"/>
    <w:rsid w:val="00AB7D7E"/>
    <w:rsid w:val="00AC1697"/>
    <w:rsid w:val="00AC680D"/>
    <w:rsid w:val="00AD09D9"/>
    <w:rsid w:val="00AD49BE"/>
    <w:rsid w:val="00AE0B51"/>
    <w:rsid w:val="00B15AEB"/>
    <w:rsid w:val="00B43C87"/>
    <w:rsid w:val="00B56D88"/>
    <w:rsid w:val="00B67317"/>
    <w:rsid w:val="00B74628"/>
    <w:rsid w:val="00B750EE"/>
    <w:rsid w:val="00B81A7F"/>
    <w:rsid w:val="00BD7C01"/>
    <w:rsid w:val="00BE44C2"/>
    <w:rsid w:val="00BF53A9"/>
    <w:rsid w:val="00C07E6B"/>
    <w:rsid w:val="00C12F1B"/>
    <w:rsid w:val="00C30EFF"/>
    <w:rsid w:val="00C346B6"/>
    <w:rsid w:val="00C451BB"/>
    <w:rsid w:val="00C5514C"/>
    <w:rsid w:val="00C61CA1"/>
    <w:rsid w:val="00C720BD"/>
    <w:rsid w:val="00C76BD3"/>
    <w:rsid w:val="00C959DC"/>
    <w:rsid w:val="00CB4894"/>
    <w:rsid w:val="00CB66B7"/>
    <w:rsid w:val="00CC1388"/>
    <w:rsid w:val="00CD7BB4"/>
    <w:rsid w:val="00CE2693"/>
    <w:rsid w:val="00CE296B"/>
    <w:rsid w:val="00CF51C9"/>
    <w:rsid w:val="00D14358"/>
    <w:rsid w:val="00D24D3D"/>
    <w:rsid w:val="00D46A52"/>
    <w:rsid w:val="00D5222D"/>
    <w:rsid w:val="00DB00F7"/>
    <w:rsid w:val="00DC4E91"/>
    <w:rsid w:val="00DD5402"/>
    <w:rsid w:val="00DF49DD"/>
    <w:rsid w:val="00E02DC0"/>
    <w:rsid w:val="00E079BC"/>
    <w:rsid w:val="00E21A0D"/>
    <w:rsid w:val="00E249AA"/>
    <w:rsid w:val="00E25FBA"/>
    <w:rsid w:val="00E57BEB"/>
    <w:rsid w:val="00E60B91"/>
    <w:rsid w:val="00E96ABA"/>
    <w:rsid w:val="00EA644C"/>
    <w:rsid w:val="00EB3F08"/>
    <w:rsid w:val="00EC4A87"/>
    <w:rsid w:val="00ED40AB"/>
    <w:rsid w:val="00ED5F7D"/>
    <w:rsid w:val="00EE0B0B"/>
    <w:rsid w:val="00EE7904"/>
    <w:rsid w:val="00F05B0E"/>
    <w:rsid w:val="00F109D7"/>
    <w:rsid w:val="00F37F13"/>
    <w:rsid w:val="00F54143"/>
    <w:rsid w:val="00F55636"/>
    <w:rsid w:val="00F71CBD"/>
    <w:rsid w:val="00FB4132"/>
    <w:rsid w:val="00FC0419"/>
    <w:rsid w:val="00FD05E4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CE9"/>
    <w:pPr>
      <w:widowControl w:val="0"/>
    </w:pPr>
  </w:style>
  <w:style w:type="paragraph" w:styleId="1">
    <w:name w:val="heading 1"/>
    <w:basedOn w:val="a"/>
    <w:next w:val="a"/>
    <w:qFormat/>
    <w:rsid w:val="00167CE9"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B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F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9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D21"/>
  </w:style>
  <w:style w:type="paragraph" w:styleId="a7">
    <w:name w:val="footer"/>
    <w:basedOn w:val="a"/>
    <w:link w:val="a8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D21"/>
  </w:style>
  <w:style w:type="character" w:customStyle="1" w:styleId="50">
    <w:name w:val="Заголовок 5 Знак"/>
    <w:basedOn w:val="a0"/>
    <w:link w:val="5"/>
    <w:uiPriority w:val="9"/>
    <w:semiHidden/>
    <w:rsid w:val="00337F4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22">
    <w:name w:val="Знак Знак Знак Знак Знак Знак2 Знак Знак Знак2 Знак Знак Знак"/>
    <w:basedOn w:val="a"/>
    <w:rsid w:val="00337F4A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39"/>
    <w:rsid w:val="00C12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82A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2A2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60B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E0B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3;&#1083;&#1086;&#1085;&#1099;\&#1040;&#1076;&#1084;&#1080;&#1085;&#1080;&#1089;&#1090;&#1088;&#1072;&#1094;&#1080;&#1103;%20(&#1042;&#1090;&#1102;&#1088;&#1080;&#1085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A086C-7511-45D7-B7FC-6DD8A3BB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(Втюрин)</Template>
  <TotalTime>1025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информатики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jkh3</cp:lastModifiedBy>
  <cp:revision>61</cp:revision>
  <cp:lastPrinted>2021-10-29T12:01:00Z</cp:lastPrinted>
  <dcterms:created xsi:type="dcterms:W3CDTF">2019-02-19T08:57:00Z</dcterms:created>
  <dcterms:modified xsi:type="dcterms:W3CDTF">2022-04-01T11:48:00Z</dcterms:modified>
</cp:coreProperties>
</file>