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61" w:rsidRDefault="005F3A61" w:rsidP="006467A1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1F2A88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93.5pt;height:27.75pt;visibility:visible">
            <v:imagedata r:id="rId5" o:title=""/>
          </v:shape>
        </w:pict>
      </w:r>
    </w:p>
    <w:p w:rsidR="005F3A61" w:rsidRDefault="005F3A61" w:rsidP="006467A1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5F3A61" w:rsidRPr="00CE1095" w:rsidRDefault="005F3A61" w:rsidP="006467A1">
      <w:pPr>
        <w:spacing w:before="120" w:after="0" w:line="240" w:lineRule="auto"/>
        <w:jc w:val="both"/>
        <w:rPr>
          <w:rFonts w:ascii="Segoe UI" w:hAnsi="Segoe UI" w:cs="Segoe UI"/>
          <w:b/>
          <w:sz w:val="24"/>
          <w:szCs w:val="24"/>
        </w:rPr>
      </w:pPr>
      <w:r w:rsidRPr="00CE1095">
        <w:rPr>
          <w:rFonts w:ascii="Segoe UI" w:hAnsi="Segoe UI" w:cs="Segoe UI"/>
          <w:b/>
          <w:sz w:val="24"/>
          <w:szCs w:val="24"/>
        </w:rPr>
        <w:t>ВЕБИНАР: «КОМПЛЕКСНЫЕ КАДАСТРОВЫЕ РАБОТЫ: ОТ ПОДГОТОВКИ ДО ВНЕСЕНИЯ СВЕДЕНИЙ В ЕГРН»</w:t>
      </w:r>
    </w:p>
    <w:p w:rsidR="005F3A61" w:rsidRPr="006467A1" w:rsidRDefault="005F3A61" w:rsidP="006467A1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6467A1">
        <w:rPr>
          <w:rFonts w:ascii="Segoe UI" w:hAnsi="Segoe UI" w:cs="Segoe UI"/>
          <w:sz w:val="24"/>
          <w:szCs w:val="24"/>
        </w:rPr>
        <w:t xml:space="preserve">28 марта </w:t>
      </w:r>
      <w:r w:rsidRPr="006467A1">
        <w:rPr>
          <w:rFonts w:ascii="Segoe UI" w:hAnsi="Segoe UI" w:cs="Segoe UI"/>
          <w:color w:val="000000"/>
          <w:sz w:val="24"/>
          <w:szCs w:val="24"/>
        </w:rPr>
        <w:t>в 10:00 (Мск</w:t>
      </w:r>
      <w:r w:rsidRPr="006467A1">
        <w:rPr>
          <w:rFonts w:ascii="Segoe UI" w:hAnsi="Segoe UI" w:cs="Segoe UI"/>
          <w:sz w:val="24"/>
          <w:szCs w:val="24"/>
        </w:rPr>
        <w:t xml:space="preserve">) ждем вас </w:t>
      </w:r>
      <w:r w:rsidRPr="006467A1">
        <w:rPr>
          <w:rFonts w:ascii="Segoe UI" w:hAnsi="Segoe UI" w:cs="Segoe UI"/>
          <w:b/>
          <w:sz w:val="24"/>
          <w:szCs w:val="24"/>
        </w:rPr>
        <w:t>на вебинаре по актуальным вопросам проведения комплексных кадастровых работ</w:t>
      </w:r>
      <w:r w:rsidRPr="006467A1">
        <w:rPr>
          <w:rFonts w:ascii="Segoe UI" w:hAnsi="Segoe UI" w:cs="Segoe UI"/>
          <w:sz w:val="24"/>
          <w:szCs w:val="24"/>
        </w:rPr>
        <w:t>.</w:t>
      </w:r>
    </w:p>
    <w:p w:rsidR="005F3A61" w:rsidRPr="006467A1" w:rsidRDefault="005F3A61" w:rsidP="006467A1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6467A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 чем преимущества проведения комплексных кадастровых работ? Они позволяют, во-первых, устранить ошибки в местоположении границ земельных участков. В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</w:t>
      </w:r>
      <w:r w:rsidRPr="006467A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-вторых, снизить вероятность, что возникнут новые ошибки, поскольку одновременно уточняются границы сразу группы участков. В-третьих, сократить количество земельных споров. </w:t>
      </w:r>
    </w:p>
    <w:p w:rsidR="005F3A61" w:rsidRPr="006467A1" w:rsidRDefault="005F3A61" w:rsidP="006467A1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6467A1">
        <w:rPr>
          <w:rFonts w:ascii="Segoe UI" w:hAnsi="Segoe UI" w:cs="Segoe UI"/>
          <w:sz w:val="24"/>
          <w:szCs w:val="24"/>
        </w:rPr>
        <w:t>Цель нашего вебинара – поделиться опытом с кадастровыми инженерами.</w:t>
      </w:r>
    </w:p>
    <w:p w:rsidR="005F3A61" w:rsidRPr="006467A1" w:rsidRDefault="005F3A61" w:rsidP="00BE1C7D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  <w:highlight w:val="yellow"/>
        </w:rPr>
      </w:pPr>
      <w:r w:rsidRPr="006467A1">
        <w:rPr>
          <w:rFonts w:ascii="Segoe UI" w:hAnsi="Segoe UI" w:cs="Segoe UI"/>
          <w:iCs/>
          <w:sz w:val="24"/>
          <w:szCs w:val="24"/>
          <w:lang w:eastAsia="ru-RU"/>
        </w:rPr>
        <w:t xml:space="preserve">В основном, мы уделим внимание </w:t>
      </w:r>
      <w:r w:rsidRPr="006467A1">
        <w:rPr>
          <w:rFonts w:ascii="Segoe UI" w:hAnsi="Segoe UI" w:cs="Segoe UI"/>
          <w:b/>
          <w:iCs/>
          <w:sz w:val="24"/>
          <w:szCs w:val="24"/>
          <w:lang w:eastAsia="ru-RU"/>
        </w:rPr>
        <w:t>особенностям подготовки карты-плана территории</w:t>
      </w:r>
      <w:r w:rsidRPr="006467A1">
        <w:rPr>
          <w:rFonts w:ascii="Segoe UI" w:hAnsi="Segoe UI" w:cs="Segoe UI"/>
          <w:iCs/>
          <w:sz w:val="24"/>
          <w:szCs w:val="24"/>
          <w:lang w:eastAsia="ru-RU"/>
        </w:rPr>
        <w:t xml:space="preserve">. Плюс расскажем о </w:t>
      </w:r>
      <w:r w:rsidRPr="006467A1">
        <w:rPr>
          <w:rFonts w:ascii="Segoe UI" w:hAnsi="Segoe UI" w:cs="Segoe UI"/>
          <w:b/>
          <w:iCs/>
          <w:sz w:val="24"/>
          <w:szCs w:val="24"/>
          <w:lang w:eastAsia="ru-RU"/>
        </w:rPr>
        <w:t>решении типичных проблем, которые возникают в ходе ККР</w:t>
      </w:r>
      <w:r w:rsidRPr="006467A1">
        <w:rPr>
          <w:rFonts w:ascii="Segoe UI" w:hAnsi="Segoe UI" w:cs="Segoe UI"/>
          <w:iCs/>
          <w:sz w:val="24"/>
          <w:szCs w:val="24"/>
          <w:lang w:eastAsia="ru-RU"/>
        </w:rPr>
        <w:t xml:space="preserve">. Участникам вебинара будет дан </w:t>
      </w:r>
      <w:r w:rsidRPr="006467A1">
        <w:rPr>
          <w:rFonts w:ascii="Segoe UI" w:hAnsi="Segoe UI" w:cs="Segoe UI"/>
          <w:b/>
          <w:iCs/>
          <w:sz w:val="24"/>
          <w:szCs w:val="24"/>
          <w:lang w:eastAsia="ru-RU"/>
        </w:rPr>
        <w:t>разбор ошибок, допускаемых при подготовке документов</w:t>
      </w:r>
      <w:r w:rsidRPr="006467A1">
        <w:rPr>
          <w:rFonts w:ascii="Segoe UI" w:hAnsi="Segoe UI" w:cs="Segoe UI"/>
          <w:iCs/>
          <w:sz w:val="24"/>
          <w:szCs w:val="24"/>
          <w:lang w:eastAsia="ru-RU"/>
        </w:rPr>
        <w:t>. Также порекомендуем, как их устранить и не допускать в дальнейшем.</w:t>
      </w:r>
      <w:r w:rsidRPr="00BE1C7D">
        <w:rPr>
          <w:rFonts w:ascii="Segoe UI" w:hAnsi="Segoe UI" w:cs="Segoe UI"/>
          <w:sz w:val="24"/>
          <w:szCs w:val="24"/>
        </w:rPr>
        <w:t xml:space="preserve"> </w:t>
      </w:r>
      <w:r w:rsidRPr="006467A1">
        <w:rPr>
          <w:rFonts w:ascii="Segoe UI" w:hAnsi="Segoe UI" w:cs="Segoe UI"/>
          <w:sz w:val="24"/>
          <w:szCs w:val="24"/>
        </w:rPr>
        <w:t>Отдельно расскажем,</w:t>
      </w:r>
      <w:r w:rsidRPr="006467A1">
        <w:rPr>
          <w:rFonts w:ascii="Segoe UI" w:hAnsi="Segoe UI" w:cs="Segoe UI"/>
          <w:iCs/>
          <w:sz w:val="24"/>
          <w:szCs w:val="24"/>
          <w:lang w:eastAsia="ru-RU"/>
        </w:rPr>
        <w:t xml:space="preserve"> </w:t>
      </w:r>
      <w:r>
        <w:rPr>
          <w:rFonts w:ascii="Segoe UI" w:hAnsi="Segoe UI" w:cs="Segoe UI"/>
          <w:iCs/>
          <w:sz w:val="24"/>
          <w:szCs w:val="24"/>
          <w:lang w:eastAsia="ru-RU"/>
        </w:rPr>
        <w:t>к</w:t>
      </w:r>
      <w:r w:rsidRPr="006467A1">
        <w:rPr>
          <w:rFonts w:ascii="Segoe UI" w:hAnsi="Segoe UI" w:cs="Segoe UI"/>
          <w:iCs/>
          <w:sz w:val="24"/>
          <w:szCs w:val="24"/>
          <w:lang w:eastAsia="ru-RU"/>
        </w:rPr>
        <w:t xml:space="preserve">ак правильно и быстро запросить материалы </w:t>
      </w:r>
      <w:r>
        <w:rPr>
          <w:rFonts w:ascii="Segoe UI" w:hAnsi="Segoe UI" w:cs="Segoe UI"/>
          <w:iCs/>
          <w:sz w:val="24"/>
          <w:szCs w:val="24"/>
          <w:lang w:eastAsia="ru-RU"/>
        </w:rPr>
        <w:t>из государственного фонда данных землеустройства.</w:t>
      </w:r>
    </w:p>
    <w:p w:rsidR="005F3A61" w:rsidRPr="006467A1" w:rsidRDefault="005F3A61" w:rsidP="006467A1">
      <w:pPr>
        <w:spacing w:before="120" w:after="0" w:line="240" w:lineRule="auto"/>
        <w:jc w:val="both"/>
        <w:rPr>
          <w:rFonts w:ascii="Segoe UI" w:hAnsi="Segoe UI" w:cs="Segoe UI"/>
          <w:b/>
          <w:sz w:val="24"/>
          <w:szCs w:val="24"/>
        </w:rPr>
      </w:pPr>
    </w:p>
    <w:p w:rsidR="005F3A61" w:rsidRPr="006467A1" w:rsidRDefault="005F3A61" w:rsidP="006467A1">
      <w:pPr>
        <w:spacing w:before="120" w:after="0" w:line="240" w:lineRule="auto"/>
        <w:jc w:val="both"/>
        <w:rPr>
          <w:rFonts w:ascii="Segoe UI" w:hAnsi="Segoe UI" w:cs="Segoe UI"/>
          <w:b/>
          <w:sz w:val="24"/>
          <w:szCs w:val="24"/>
        </w:rPr>
      </w:pPr>
      <w:r w:rsidRPr="006467A1">
        <w:rPr>
          <w:rFonts w:ascii="Segoe UI" w:hAnsi="Segoe UI" w:cs="Segoe UI"/>
          <w:b/>
          <w:sz w:val="24"/>
          <w:szCs w:val="24"/>
        </w:rPr>
        <w:t>Наши лекторы:</w:t>
      </w:r>
    </w:p>
    <w:p w:rsidR="005F3A61" w:rsidRPr="006467A1" w:rsidRDefault="005F3A61" w:rsidP="006467A1">
      <w:pPr>
        <w:pStyle w:val="ListParagraph"/>
        <w:numPr>
          <w:ilvl w:val="0"/>
          <w:numId w:val="2"/>
        </w:numPr>
        <w:spacing w:before="120" w:after="0" w:line="240" w:lineRule="auto"/>
        <w:ind w:left="0" w:firstLine="0"/>
        <w:jc w:val="both"/>
        <w:rPr>
          <w:rFonts w:ascii="Segoe UI" w:hAnsi="Segoe UI" w:cs="Segoe UI"/>
          <w:sz w:val="24"/>
          <w:szCs w:val="24"/>
        </w:rPr>
      </w:pPr>
      <w:r w:rsidRPr="006467A1">
        <w:rPr>
          <w:rFonts w:ascii="Segoe UI" w:hAnsi="Segoe UI" w:cs="Segoe UI"/>
          <w:b/>
          <w:sz w:val="24"/>
          <w:szCs w:val="24"/>
        </w:rPr>
        <w:t>Ольга Иванова</w:t>
      </w:r>
      <w:r w:rsidRPr="006467A1">
        <w:rPr>
          <w:rFonts w:ascii="Segoe UI" w:hAnsi="Segoe UI" w:cs="Segoe UI"/>
          <w:sz w:val="24"/>
          <w:szCs w:val="24"/>
        </w:rPr>
        <w:t xml:space="preserve">, заместитель начальника отдела обеспечения ведения и нормализации данных ЕГРН филиала Роскадастра по </w:t>
      </w:r>
      <w:r w:rsidRPr="006467A1">
        <w:rPr>
          <w:rFonts w:ascii="Segoe UI" w:hAnsi="Segoe UI" w:cs="Segoe UI"/>
          <w:color w:val="000000"/>
          <w:sz w:val="24"/>
          <w:szCs w:val="24"/>
        </w:rPr>
        <w:t>Архангельской области и Ненецкому автономному округу</w:t>
      </w:r>
      <w:r w:rsidRPr="006467A1">
        <w:rPr>
          <w:rFonts w:ascii="Segoe UI" w:hAnsi="Segoe UI" w:cs="Segoe UI"/>
          <w:sz w:val="24"/>
          <w:szCs w:val="24"/>
        </w:rPr>
        <w:t>;</w:t>
      </w:r>
    </w:p>
    <w:p w:rsidR="005F3A61" w:rsidRPr="003A4BE6" w:rsidRDefault="005F3A61" w:rsidP="006467A1">
      <w:pPr>
        <w:pStyle w:val="ListParagraph"/>
        <w:numPr>
          <w:ilvl w:val="0"/>
          <w:numId w:val="2"/>
        </w:numPr>
        <w:spacing w:before="120" w:after="0" w:line="240" w:lineRule="auto"/>
        <w:ind w:left="0" w:firstLine="0"/>
        <w:jc w:val="both"/>
        <w:rPr>
          <w:rFonts w:ascii="Segoe UI" w:hAnsi="Segoe UI" w:cs="Segoe UI"/>
          <w:sz w:val="24"/>
          <w:szCs w:val="24"/>
        </w:rPr>
      </w:pPr>
      <w:r w:rsidRPr="003A4BE6">
        <w:rPr>
          <w:rFonts w:ascii="Segoe UI" w:hAnsi="Segoe UI" w:cs="Segoe UI"/>
          <w:b/>
          <w:sz w:val="24"/>
          <w:szCs w:val="24"/>
        </w:rPr>
        <w:t>Юлия Зажигина</w:t>
      </w:r>
      <w:r w:rsidRPr="003A4BE6">
        <w:rPr>
          <w:rFonts w:ascii="Segoe UI" w:hAnsi="Segoe UI" w:cs="Segoe UI"/>
          <w:sz w:val="24"/>
          <w:szCs w:val="24"/>
        </w:rPr>
        <w:t>,</w:t>
      </w:r>
      <w:r w:rsidRPr="003A4BE6">
        <w:rPr>
          <w:rFonts w:ascii="Segoe UI" w:hAnsi="Segoe UI" w:cs="Segoe UI"/>
          <w:color w:val="000000"/>
          <w:sz w:val="24"/>
          <w:szCs w:val="24"/>
        </w:rPr>
        <w:t xml:space="preserve"> начальник отдела гос.регистрации объектов недвижимости жилого назначения и </w:t>
      </w:r>
      <w:r w:rsidRPr="003A4BE6">
        <w:rPr>
          <w:rFonts w:ascii="Segoe UI" w:hAnsi="Segoe UI" w:cs="Segoe UI"/>
          <w:b/>
          <w:color w:val="000000"/>
          <w:sz w:val="24"/>
          <w:szCs w:val="24"/>
        </w:rPr>
        <w:t xml:space="preserve">Наталья </w:t>
      </w:r>
      <w:r>
        <w:rPr>
          <w:rFonts w:ascii="Segoe UI" w:hAnsi="Segoe UI" w:cs="Segoe UI"/>
          <w:b/>
          <w:color w:val="000000"/>
          <w:sz w:val="24"/>
          <w:szCs w:val="24"/>
        </w:rPr>
        <w:t>Смирнова</w:t>
      </w:r>
      <w:r w:rsidRPr="003A4BE6">
        <w:rPr>
          <w:rFonts w:ascii="Segoe UI" w:hAnsi="Segoe UI" w:cs="Segoe UI"/>
          <w:color w:val="000000"/>
          <w:sz w:val="24"/>
          <w:szCs w:val="24"/>
        </w:rPr>
        <w:t xml:space="preserve"> начальник отдела гос.регистрации объектов недвижимости нежилого назначения Управления Росреестра по Архангельской области и Ненецкому автономному округу</w:t>
      </w:r>
      <w:r w:rsidRPr="003A4BE6">
        <w:rPr>
          <w:rFonts w:ascii="Segoe UI" w:hAnsi="Segoe UI" w:cs="Segoe UI"/>
          <w:sz w:val="24"/>
          <w:szCs w:val="24"/>
        </w:rPr>
        <w:t>.</w:t>
      </w:r>
    </w:p>
    <w:p w:rsidR="005F3A61" w:rsidRPr="006467A1" w:rsidRDefault="005F3A61" w:rsidP="006467A1">
      <w:pPr>
        <w:pStyle w:val="ListParagraph"/>
        <w:spacing w:before="120" w:after="0" w:line="240" w:lineRule="auto"/>
        <w:ind w:left="0"/>
        <w:jc w:val="both"/>
        <w:rPr>
          <w:rFonts w:ascii="Segoe UI" w:hAnsi="Segoe UI" w:cs="Segoe UI"/>
          <w:sz w:val="24"/>
          <w:szCs w:val="24"/>
          <w:highlight w:val="yellow"/>
        </w:rPr>
      </w:pPr>
    </w:p>
    <w:p w:rsidR="005F3A61" w:rsidRPr="006467A1" w:rsidRDefault="005F3A61" w:rsidP="006467A1">
      <w:pPr>
        <w:spacing w:before="120" w:after="0" w:line="240" w:lineRule="auto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6467A1">
        <w:rPr>
          <w:rFonts w:ascii="Segoe UI" w:hAnsi="Segoe UI" w:cs="Segoe UI"/>
          <w:sz w:val="24"/>
          <w:szCs w:val="24"/>
        </w:rPr>
        <w:t>Во второй части вебинара участникам будет предоставлено время для вопросов и обсуждений. В</w:t>
      </w:r>
      <w:bookmarkStart w:id="0" w:name="_GoBack"/>
      <w:r w:rsidRPr="006467A1">
        <w:rPr>
          <w:rFonts w:ascii="Segoe UI" w:hAnsi="Segoe UI" w:cs="Segoe UI"/>
          <w:sz w:val="24"/>
          <w:szCs w:val="24"/>
        </w:rPr>
        <w:t xml:space="preserve">опросы по теме вебинара можно направить заранее на электронный адрес </w:t>
      </w:r>
      <w:hyperlink r:id="rId6" w:history="1">
        <w:r w:rsidRPr="006467A1">
          <w:rPr>
            <w:rStyle w:val="Hyperlink"/>
            <w:rFonts w:ascii="Segoe UI" w:hAnsi="Segoe UI" w:cs="Segoe UI"/>
            <w:sz w:val="24"/>
            <w:szCs w:val="24"/>
          </w:rPr>
          <w:t>press@29.kadastr.r</w:t>
        </w:r>
        <w:r w:rsidRPr="006467A1">
          <w:rPr>
            <w:rStyle w:val="Hyperlink"/>
            <w:rFonts w:ascii="Segoe UI" w:hAnsi="Segoe UI" w:cs="Segoe UI"/>
            <w:sz w:val="24"/>
            <w:szCs w:val="24"/>
            <w:lang w:val="en-US"/>
          </w:rPr>
          <w:t>u</w:t>
        </w:r>
      </w:hyperlink>
      <w:r w:rsidRPr="006467A1">
        <w:rPr>
          <w:rFonts w:ascii="Segoe UI" w:hAnsi="Segoe UI" w:cs="Segoe UI"/>
          <w:sz w:val="24"/>
          <w:szCs w:val="24"/>
        </w:rPr>
        <w:t xml:space="preserve"> после оплаты участия.</w:t>
      </w:r>
      <w:r w:rsidRPr="006467A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</w:p>
    <w:p w:rsidR="005F3A61" w:rsidRDefault="005F3A61" w:rsidP="007533A1">
      <w:pPr>
        <w:spacing w:before="120" w:after="0" w:line="240" w:lineRule="auto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6467A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Вебинар пройдет на платформе МТС Линк. Количество мест ограничено, поэтому рекомендуется предварительная регистрация по ссылке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: </w:t>
      </w:r>
      <w:r w:rsidRPr="006467A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  <w:hyperlink r:id="rId7" w:history="1">
        <w:r w:rsidRPr="006467A1">
          <w:rPr>
            <w:rStyle w:val="Hyperlink"/>
            <w:rFonts w:ascii="Segoe UI" w:hAnsi="Segoe UI" w:cs="Segoe UI"/>
            <w:sz w:val="24"/>
            <w:szCs w:val="24"/>
          </w:rPr>
          <w:t>https://my.mts-link.ru/event/745931695/1336881135/edit</w:t>
        </w:r>
      </w:hyperlink>
      <w:r w:rsidRPr="006467A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</w:t>
      </w:r>
    </w:p>
    <w:p w:rsidR="005F3A61" w:rsidRPr="006467A1" w:rsidRDefault="005F3A61" w:rsidP="00D87F54">
      <w:pPr>
        <w:spacing w:before="120"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6467A1">
        <w:rPr>
          <w:rFonts w:ascii="Segoe UI" w:hAnsi="Segoe UI" w:cs="Segoe UI"/>
          <w:sz w:val="24"/>
          <w:szCs w:val="24"/>
        </w:rPr>
        <w:t>Продолжительность вебинара – 90 мин., стоимость участия – 2000 руб.</w:t>
      </w:r>
    </w:p>
    <w:p w:rsidR="005F3A61" w:rsidRPr="006467A1" w:rsidRDefault="005F3A61" w:rsidP="00D87F54">
      <w:pPr>
        <w:pStyle w:val="NormalWeb"/>
        <w:spacing w:before="120" w:beforeAutospacing="0" w:after="0" w:afterAutospacing="0"/>
        <w:jc w:val="both"/>
        <w:rPr>
          <w:rFonts w:ascii="Segoe UI" w:hAnsi="Segoe UI" w:cs="Segoe UI"/>
        </w:rPr>
      </w:pPr>
      <w:r w:rsidRPr="006467A1">
        <w:rPr>
          <w:rFonts w:ascii="Segoe UI" w:hAnsi="Segoe UI" w:cs="Segoe UI"/>
        </w:rPr>
        <w:t>Оплата принимается до 26 марта включительно.</w:t>
      </w:r>
    </w:p>
    <w:p w:rsidR="005F3A61" w:rsidRDefault="005F3A61" w:rsidP="007533A1">
      <w:pPr>
        <w:spacing w:before="120" w:after="0" w:line="240" w:lineRule="auto"/>
        <w:jc w:val="both"/>
        <w:rPr>
          <w:rFonts w:ascii="Segoe UI" w:hAnsi="Segoe UI" w:cs="Segoe UI"/>
        </w:rPr>
      </w:pPr>
      <w:r w:rsidRPr="006467A1">
        <w:rPr>
          <w:rFonts w:ascii="Segoe UI" w:hAnsi="Segoe UI" w:cs="Segoe UI"/>
          <w:color w:val="000000"/>
          <w:sz w:val="24"/>
          <w:szCs w:val="24"/>
        </w:rPr>
        <w:br/>
      </w:r>
      <w:r>
        <w:rPr>
          <w:rFonts w:ascii="Segoe UI" w:hAnsi="Segoe UI" w:cs="Segoe UI"/>
        </w:rPr>
        <w:t>Контакты организатора:</w:t>
      </w:r>
    </w:p>
    <w:p w:rsidR="005F3A61" w:rsidRDefault="005F3A61" w:rsidP="006467A1">
      <w:pPr>
        <w:pStyle w:val="NormalWeb"/>
        <w:spacing w:before="120" w:beforeAutospacing="0" w:after="0" w:afterAutospacing="0"/>
        <w:jc w:val="both"/>
        <w:rPr>
          <w:rFonts w:ascii="Segoe UI" w:hAnsi="Segoe UI" w:cs="Segoe UI"/>
        </w:rPr>
      </w:pPr>
      <w:hyperlink r:id="rId8" w:history="1">
        <w:r w:rsidRPr="006467A1">
          <w:rPr>
            <w:rStyle w:val="Hyperlink"/>
            <w:rFonts w:ascii="Segoe UI" w:hAnsi="Segoe UI" w:cs="Segoe UI"/>
          </w:rPr>
          <w:t>press@29.kadastr.r</w:t>
        </w:r>
        <w:r w:rsidRPr="006467A1">
          <w:rPr>
            <w:rStyle w:val="Hyperlink"/>
            <w:rFonts w:ascii="Segoe UI" w:hAnsi="Segoe UI" w:cs="Segoe UI"/>
            <w:lang w:val="en-US"/>
          </w:rPr>
          <w:t>u</w:t>
        </w:r>
      </w:hyperlink>
    </w:p>
    <w:p w:rsidR="005F3A61" w:rsidRPr="006467A1" w:rsidRDefault="005F3A61" w:rsidP="006467A1">
      <w:pPr>
        <w:pStyle w:val="NormalWeb"/>
        <w:spacing w:before="120" w:beforeAutospacing="0" w:after="0" w:afterAutospacing="0"/>
        <w:jc w:val="both"/>
        <w:rPr>
          <w:rFonts w:ascii="Segoe UI" w:hAnsi="Segoe UI" w:cs="Segoe UI"/>
        </w:rPr>
      </w:pPr>
      <w:r w:rsidRPr="006467A1">
        <w:rPr>
          <w:rFonts w:ascii="Segoe UI" w:hAnsi="Segoe UI" w:cs="Segoe UI"/>
        </w:rPr>
        <w:t>8 (8182) 22-90-02</w:t>
      </w:r>
      <w:bookmarkEnd w:id="0"/>
      <w:r w:rsidRPr="006467A1">
        <w:rPr>
          <w:rFonts w:ascii="Segoe UI" w:hAnsi="Segoe UI" w:cs="Segoe UI"/>
        </w:rPr>
        <w:t xml:space="preserve"> (доб.</w:t>
      </w:r>
      <w:r>
        <w:rPr>
          <w:rFonts w:ascii="Segoe UI" w:hAnsi="Segoe UI" w:cs="Segoe UI"/>
        </w:rPr>
        <w:t>2</w:t>
      </w:r>
      <w:r w:rsidRPr="006467A1">
        <w:rPr>
          <w:rFonts w:ascii="Segoe UI" w:hAnsi="Segoe UI" w:cs="Segoe UI"/>
        </w:rPr>
        <w:t>082).</w:t>
      </w:r>
    </w:p>
    <w:sectPr w:rsidR="005F3A61" w:rsidRPr="006467A1" w:rsidSect="007D045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53B2"/>
    <w:multiLevelType w:val="hybridMultilevel"/>
    <w:tmpl w:val="3E7C8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84947"/>
    <w:multiLevelType w:val="hybridMultilevel"/>
    <w:tmpl w:val="4968A0A2"/>
    <w:lvl w:ilvl="0" w:tplc="4F6098B2"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EBC"/>
    <w:rsid w:val="00013489"/>
    <w:rsid w:val="00124EBC"/>
    <w:rsid w:val="00191884"/>
    <w:rsid w:val="001F2A88"/>
    <w:rsid w:val="001F3023"/>
    <w:rsid w:val="001F4334"/>
    <w:rsid w:val="002647D4"/>
    <w:rsid w:val="002741F8"/>
    <w:rsid w:val="002A156D"/>
    <w:rsid w:val="002B7365"/>
    <w:rsid w:val="002D4D93"/>
    <w:rsid w:val="00310005"/>
    <w:rsid w:val="003A4BE6"/>
    <w:rsid w:val="003A719B"/>
    <w:rsid w:val="00425954"/>
    <w:rsid w:val="00494170"/>
    <w:rsid w:val="004D7DE3"/>
    <w:rsid w:val="00501639"/>
    <w:rsid w:val="0050211B"/>
    <w:rsid w:val="005036CF"/>
    <w:rsid w:val="00545C29"/>
    <w:rsid w:val="005612E0"/>
    <w:rsid w:val="00592566"/>
    <w:rsid w:val="005F1DAA"/>
    <w:rsid w:val="005F3A61"/>
    <w:rsid w:val="006037D5"/>
    <w:rsid w:val="006467A1"/>
    <w:rsid w:val="00654703"/>
    <w:rsid w:val="00711C4F"/>
    <w:rsid w:val="007240E1"/>
    <w:rsid w:val="00733B42"/>
    <w:rsid w:val="007533A1"/>
    <w:rsid w:val="0079327F"/>
    <w:rsid w:val="007D0455"/>
    <w:rsid w:val="00891332"/>
    <w:rsid w:val="008C647C"/>
    <w:rsid w:val="008E3DF5"/>
    <w:rsid w:val="008F022A"/>
    <w:rsid w:val="00932F41"/>
    <w:rsid w:val="00970F0C"/>
    <w:rsid w:val="00984003"/>
    <w:rsid w:val="00A85E8A"/>
    <w:rsid w:val="00AB43A5"/>
    <w:rsid w:val="00B43719"/>
    <w:rsid w:val="00B56583"/>
    <w:rsid w:val="00BE1C7D"/>
    <w:rsid w:val="00C413D9"/>
    <w:rsid w:val="00C77BF5"/>
    <w:rsid w:val="00CE1095"/>
    <w:rsid w:val="00D12B65"/>
    <w:rsid w:val="00D27378"/>
    <w:rsid w:val="00D7453D"/>
    <w:rsid w:val="00D87F54"/>
    <w:rsid w:val="00D90206"/>
    <w:rsid w:val="00DA6F87"/>
    <w:rsid w:val="00DD09D4"/>
    <w:rsid w:val="00E5054F"/>
    <w:rsid w:val="00EA3B63"/>
    <w:rsid w:val="00F24603"/>
    <w:rsid w:val="00F557F9"/>
    <w:rsid w:val="00FC0ABF"/>
    <w:rsid w:val="00FD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0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21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0211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021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33B42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rsid w:val="00EA3B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3B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A3B6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3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A3B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A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27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4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29.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mts-link.ru/event/745931695/1336881135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29.kadast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325</Words>
  <Characters>1854</Characters>
  <Application>Microsoft Office Outlook</Application>
  <DocSecurity>0</DocSecurity>
  <Lines>0</Lines>
  <Paragraphs>0</Paragraphs>
  <ScaleCrop>false</ScaleCrop>
  <Company>FGU29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prokopyeva</dc:creator>
  <cp:keywords/>
  <dc:description/>
  <cp:lastModifiedBy>architec2</cp:lastModifiedBy>
  <cp:revision>2</cp:revision>
  <dcterms:created xsi:type="dcterms:W3CDTF">2024-03-18T07:26:00Z</dcterms:created>
  <dcterms:modified xsi:type="dcterms:W3CDTF">2024-03-18T07:26:00Z</dcterms:modified>
</cp:coreProperties>
</file>