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02" w:rsidRDefault="00594302" w:rsidP="002320CE">
      <w:pPr>
        <w:jc w:val="center"/>
      </w:pPr>
      <w:bookmarkStart w:id="0" w:name="_GoBack"/>
      <w:bookmarkEnd w:id="0"/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 w:rsidRPr="00CF6494">
        <w:rPr>
          <w:sz w:val="32"/>
          <w:szCs w:val="32"/>
        </w:rPr>
        <w:t xml:space="preserve"> 201</w:t>
      </w:r>
      <w:r>
        <w:rPr>
          <w:sz w:val="32"/>
          <w:szCs w:val="32"/>
        </w:rPr>
        <w:t>8</w:t>
      </w:r>
      <w:r w:rsidRPr="006961EB">
        <w:rPr>
          <w:b/>
          <w:bCs/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594302" w:rsidRPr="00755FAF" w:rsidRDefault="00594302"/>
    <w:p w:rsidR="00594302" w:rsidRPr="005E4CB3" w:rsidRDefault="00594302" w:rsidP="00CF6494">
      <w:pPr>
        <w:ind w:firstLine="720"/>
        <w:jc w:val="both"/>
      </w:pPr>
      <w:r w:rsidRPr="005E4CB3">
        <w:t>Настоящий доклад подготовлен в соответствии с постановлением Правительства РФ от 05 апреля 2010 № 215 (в редакции от 28.10.2015 № 1149)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в целях реализации положений Федерального закона от 06 октября 2003 № 131-ФЗ «Об общих принципах организации местного самоуправления в РФ», Федерального закона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94302" w:rsidRPr="00755FAF" w:rsidRDefault="00594302"/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594302" w:rsidRDefault="00594302" w:rsidP="00CF6494">
      <w:pPr>
        <w:ind w:firstLine="720"/>
        <w:jc w:val="both"/>
      </w:pPr>
    </w:p>
    <w:p w:rsidR="00594302" w:rsidRPr="005E4CB3" w:rsidRDefault="00594302" w:rsidP="00CF6494">
      <w:pPr>
        <w:ind w:firstLine="720"/>
        <w:jc w:val="both"/>
      </w:pPr>
      <w:r w:rsidRPr="005E4CB3">
        <w:t xml:space="preserve">В своей деятельности </w:t>
      </w:r>
      <w:r>
        <w:t xml:space="preserve">администрация муниципального образования «Город Коряжма» </w:t>
      </w:r>
      <w:r w:rsidRPr="005E4CB3">
        <w:t>(далее – МО «Город Коряжма»)</w:t>
      </w:r>
      <w:r>
        <w:t xml:space="preserve">, </w:t>
      </w:r>
      <w:r w:rsidRPr="005E4CB3">
        <w:t xml:space="preserve">управление муниципального хозяйства и градостроительства администрации </w:t>
      </w:r>
      <w:r>
        <w:t>МО</w:t>
      </w:r>
      <w:r w:rsidRPr="005E4CB3">
        <w:t xml:space="preserve"> «Город Коряжма», орган</w:t>
      </w:r>
      <w:r>
        <w:t>ы</w:t>
      </w:r>
      <w:r w:rsidRPr="005E4CB3">
        <w:t>, уполномоченны</w:t>
      </w:r>
      <w:r>
        <w:t>е</w:t>
      </w:r>
      <w:r w:rsidRPr="005E4CB3">
        <w:t xml:space="preserve"> на осуществление муниципального контроля на территории МО «Город Коряжма» руководству</w:t>
      </w:r>
      <w:r>
        <w:t>ю</w:t>
      </w:r>
      <w:r w:rsidRPr="005E4CB3">
        <w:t>тся нормативно-правовыми актами Российской Федерации, Правительства Архангельской области, администрации МО «Город Коряжма», соблюдение которых подлежит проверке в процессе осуществления муниципального контроля:</w:t>
      </w:r>
    </w:p>
    <w:p w:rsidR="00594302" w:rsidRPr="005E4CB3" w:rsidRDefault="00594302" w:rsidP="00CF6494">
      <w:pPr>
        <w:ind w:firstLine="720"/>
        <w:jc w:val="both"/>
      </w:pPr>
    </w:p>
    <w:p w:rsidR="00594302" w:rsidRPr="005E4CB3" w:rsidRDefault="00594302" w:rsidP="00CF6494">
      <w:pPr>
        <w:jc w:val="center"/>
        <w:rPr>
          <w:b/>
          <w:bCs/>
        </w:rPr>
      </w:pPr>
      <w:r w:rsidRPr="005E4CB3">
        <w:rPr>
          <w:b/>
          <w:bCs/>
        </w:rPr>
        <w:t>1.1. Муниципальный жилищный контроль</w:t>
      </w:r>
    </w:p>
    <w:p w:rsidR="00594302" w:rsidRPr="005E4CB3" w:rsidRDefault="00594302" w:rsidP="00CF6494">
      <w:pPr>
        <w:jc w:val="center"/>
      </w:pPr>
    </w:p>
    <w:p w:rsidR="00594302" w:rsidRPr="005E4CB3" w:rsidRDefault="00594302" w:rsidP="00CF649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4CB3">
        <w:rPr>
          <w:rFonts w:ascii="Times New Roman" w:hAnsi="Times New Roman" w:cs="Times New Roman"/>
          <w:b w:val="0"/>
          <w:bCs w:val="0"/>
          <w:sz w:val="24"/>
          <w:szCs w:val="24"/>
        </w:rPr>
        <w:t>Основанием для исполнения контрольных полномочий являются нормативные правовые акты:</w:t>
      </w:r>
    </w:p>
    <w:p w:rsidR="00594302" w:rsidRPr="005E4CB3" w:rsidRDefault="00594302" w:rsidP="00CF6494">
      <w:pPr>
        <w:ind w:firstLine="720"/>
        <w:jc w:val="both"/>
      </w:pPr>
      <w:r w:rsidRPr="005E4CB3">
        <w:t>ст. 20 Жилищного Кодекса РФ от 29.12.2004 № 188-ФЗ;</w:t>
      </w:r>
    </w:p>
    <w:p w:rsidR="00594302" w:rsidRPr="005E4CB3" w:rsidRDefault="00594302" w:rsidP="00CF6494">
      <w:pPr>
        <w:ind w:firstLine="720"/>
        <w:jc w:val="both"/>
      </w:pPr>
      <w:r w:rsidRPr="005E4CB3">
        <w:t>ст. 17.1 Федерального закона от 06 октября 2003 № 131-ФЗ «Об общих принципах организации местного самоуправления в РФ»;</w:t>
      </w:r>
    </w:p>
    <w:p w:rsidR="00594302" w:rsidRPr="005E4CB3" w:rsidRDefault="00594302" w:rsidP="00CF6494">
      <w:pPr>
        <w:ind w:firstLine="720"/>
        <w:jc w:val="both"/>
      </w:pPr>
      <w:r w:rsidRPr="005E4CB3">
        <w:t>Федеральный закон от 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94302" w:rsidRPr="005E4CB3" w:rsidRDefault="00594302" w:rsidP="00CF6494">
      <w:pPr>
        <w:ind w:firstLine="708"/>
        <w:jc w:val="both"/>
      </w:pPr>
      <w:r w:rsidRPr="005E4CB3">
        <w:t>Федеральный закон от 02.05.2006 № 59-ФЗ «О порядке рассмотрения обращений граждан РФ»;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РФ от 23.05.2006 № 307 «О порядке предоставления коммунальных услуг гражданам»;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РФ от 06.05.2011 № 354 «О предоставлении коммунальных услуг собственникам и пользователям помещений в многоквартирных  и жилых домах»;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РФ от 13.08.2006 № 491 «Об утверждении Правил содержания общего имущества в многоквартирных домах»;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РФ от 15.05.2013 № 416 «О порядке осуществления деятельности по управлению многоквартирными домами»;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Госстроя РФ от 27.09.2003 № 170 «Об утверждении Правил и норм технической эксплуатации жилищного фонда»;</w:t>
      </w:r>
    </w:p>
    <w:p w:rsidR="00594302" w:rsidRPr="005E4CB3" w:rsidRDefault="00594302" w:rsidP="00CF6494">
      <w:pPr>
        <w:ind w:firstLine="708"/>
        <w:jc w:val="both"/>
      </w:pPr>
      <w:r w:rsidRPr="005E4CB3">
        <w:t>Закон Архангельской области от 24.09.2012 № 543-33-ОЗ «О муниципальном жилищном контроле и взаимодействии органа государственного жилищного надзора Архангельской области с органами муниципального жилищного контроля»;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Правительства Архангельской области от 01.10.2013 № 454-пп «Об утверждении административного регламента взаимодействия государственной жилищной инспекции Архангельской области с органами муниципального жилищного контроля при организации и осуществлении регионального государственного жилищного надзора, муниципального жилищного контроля»;</w:t>
      </w:r>
    </w:p>
    <w:p w:rsidR="00594302" w:rsidRPr="005E4CB3" w:rsidRDefault="00594302" w:rsidP="00CF6494">
      <w:pPr>
        <w:ind w:firstLine="708"/>
        <w:jc w:val="both"/>
      </w:pPr>
      <w:r w:rsidRPr="005E4CB3">
        <w:t>Закон Архангельской области от 03.07.2003 № 172-22-ОЗ «Об административных правонарушениях»;</w:t>
      </w:r>
    </w:p>
    <w:p w:rsidR="00594302" w:rsidRPr="005E4CB3" w:rsidRDefault="00594302" w:rsidP="00CF6494">
      <w:pPr>
        <w:ind w:firstLine="708"/>
        <w:jc w:val="both"/>
      </w:pPr>
      <w:r w:rsidRPr="005E4CB3">
        <w:t>Устав МО «Город Коряжма», утвержденный решением городской Думы от 22.12.2005 № 146;</w:t>
      </w:r>
    </w:p>
    <w:p w:rsidR="00594302" w:rsidRPr="005E4CB3" w:rsidRDefault="00594302" w:rsidP="00CF6494">
      <w:pPr>
        <w:ind w:firstLine="708"/>
        <w:jc w:val="both"/>
      </w:pPr>
      <w:r w:rsidRPr="005E4CB3">
        <w:t>Положение об управлении муниципального хозяйства и градостроительства администрации муниципального образования «Город Коряжма», утвержденное решением городской Думы от 26.12.2013 № 39;</w:t>
      </w:r>
    </w:p>
    <w:p w:rsidR="00594302" w:rsidRPr="005E4CB3" w:rsidRDefault="00594302" w:rsidP="00CF6494">
      <w:pPr>
        <w:ind w:firstLine="708"/>
        <w:jc w:val="both"/>
      </w:pPr>
      <w:r w:rsidRPr="005E4CB3">
        <w:t>Постановление администрации города от 22.11.2012 № 2048 «Об утверждении административного регламента осуществления муниципального жилищного контроля на территории муниципального образования «Город Коряжма». Административный регламент об осуществлении муниципального жилищного контроля на территории МО «Город Коряжма» разработан в соответствии с требованиями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94302" w:rsidRPr="005E4CB3" w:rsidRDefault="00594302" w:rsidP="00CF6494">
      <w:pPr>
        <w:ind w:firstLine="720"/>
        <w:jc w:val="both"/>
      </w:pPr>
    </w:p>
    <w:p w:rsidR="00594302" w:rsidRPr="005E4CB3" w:rsidRDefault="00594302" w:rsidP="00CF6494">
      <w:pPr>
        <w:jc w:val="center"/>
        <w:rPr>
          <w:b/>
          <w:bCs/>
        </w:rPr>
      </w:pPr>
      <w:r w:rsidRPr="005E4CB3">
        <w:rPr>
          <w:b/>
          <w:bCs/>
        </w:rPr>
        <w:t>1.2. Муниципальный земельный контроль</w:t>
      </w:r>
    </w:p>
    <w:p w:rsidR="00594302" w:rsidRPr="005E4CB3" w:rsidRDefault="00594302" w:rsidP="00CF6494">
      <w:pPr>
        <w:jc w:val="center"/>
        <w:rPr>
          <w:b/>
          <w:bCs/>
        </w:rPr>
      </w:pPr>
    </w:p>
    <w:p w:rsidR="00594302" w:rsidRPr="005E4CB3" w:rsidRDefault="00594302" w:rsidP="00CF6494">
      <w:pPr>
        <w:spacing w:line="24" w:lineRule="atLeast"/>
        <w:ind w:firstLine="708"/>
        <w:jc w:val="both"/>
      </w:pPr>
      <w:r w:rsidRPr="005E4CB3">
        <w:t>Порядок осуществления муниципального земельного контроля на территории МО «Город Коряжма» регламентируется следующими нормативными правовыми актами:</w:t>
      </w:r>
    </w:p>
    <w:p w:rsidR="00594302" w:rsidRPr="005E4CB3" w:rsidRDefault="00594302" w:rsidP="00CF6494">
      <w:pPr>
        <w:pStyle w:val="Header"/>
        <w:tabs>
          <w:tab w:val="clear" w:pos="4677"/>
          <w:tab w:val="clear" w:pos="9355"/>
          <w:tab w:val="left" w:pos="700"/>
          <w:tab w:val="left" w:pos="1120"/>
        </w:tabs>
        <w:overflowPunct w:val="0"/>
        <w:autoSpaceDE w:val="0"/>
        <w:autoSpaceDN w:val="0"/>
        <w:adjustRightInd w:val="0"/>
        <w:ind w:right="61"/>
        <w:jc w:val="both"/>
      </w:pPr>
      <w:r w:rsidRPr="005E4CB3">
        <w:tab/>
        <w:t>Земельный кодекс Российской Федерации от 25.10.2001 № 136-ФЗ;</w:t>
      </w:r>
    </w:p>
    <w:p w:rsidR="00594302" w:rsidRPr="005E4CB3" w:rsidRDefault="00594302" w:rsidP="00CF6494">
      <w:pPr>
        <w:pStyle w:val="Header"/>
        <w:tabs>
          <w:tab w:val="clear" w:pos="4677"/>
          <w:tab w:val="clear" w:pos="9355"/>
          <w:tab w:val="left" w:pos="700"/>
          <w:tab w:val="left" w:pos="1120"/>
        </w:tabs>
        <w:overflowPunct w:val="0"/>
        <w:autoSpaceDE w:val="0"/>
        <w:autoSpaceDN w:val="0"/>
        <w:adjustRightInd w:val="0"/>
        <w:ind w:right="61"/>
        <w:jc w:val="both"/>
      </w:pPr>
      <w:r w:rsidRPr="005E4CB3">
        <w:tab/>
        <w:t>Кодекс Российской Федерации об административных правонарушениях от 30.12.2001 № 195-ФЗ;</w:t>
      </w:r>
    </w:p>
    <w:p w:rsidR="00594302" w:rsidRPr="005E4CB3" w:rsidRDefault="00594302" w:rsidP="00CF6494">
      <w:pPr>
        <w:pStyle w:val="Header"/>
        <w:tabs>
          <w:tab w:val="clear" w:pos="4677"/>
          <w:tab w:val="clear" w:pos="9355"/>
          <w:tab w:val="left" w:pos="700"/>
          <w:tab w:val="left" w:pos="1120"/>
        </w:tabs>
        <w:overflowPunct w:val="0"/>
        <w:autoSpaceDE w:val="0"/>
        <w:autoSpaceDN w:val="0"/>
        <w:adjustRightInd w:val="0"/>
        <w:ind w:right="61"/>
        <w:jc w:val="both"/>
      </w:pPr>
      <w:r w:rsidRPr="005E4CB3">
        <w:tab/>
        <w:t>Федеральный закон от 25.10.2001 № 137-ФЗ «О введении в действие Земельного кодекса Российской Федерации»;</w:t>
      </w:r>
    </w:p>
    <w:p w:rsidR="00594302" w:rsidRPr="005E4CB3" w:rsidRDefault="00594302" w:rsidP="00CF6494">
      <w:pPr>
        <w:pStyle w:val="Header"/>
        <w:tabs>
          <w:tab w:val="clear" w:pos="4677"/>
          <w:tab w:val="clear" w:pos="9355"/>
          <w:tab w:val="left" w:pos="700"/>
          <w:tab w:val="left" w:pos="1120"/>
        </w:tabs>
        <w:overflowPunct w:val="0"/>
        <w:autoSpaceDE w:val="0"/>
        <w:autoSpaceDN w:val="0"/>
        <w:adjustRightInd w:val="0"/>
        <w:ind w:right="62"/>
        <w:jc w:val="both"/>
      </w:pPr>
      <w:r w:rsidRPr="005E4CB3">
        <w:tab/>
        <w:t>Федеральный закон РФ от 06.10.2003 № 131-ФЗ «Об общих принципах организации местного самоуправления в Российской Федерации»;</w:t>
      </w:r>
    </w:p>
    <w:p w:rsidR="00594302" w:rsidRPr="005E4CB3" w:rsidRDefault="00594302" w:rsidP="00CF6494">
      <w:pPr>
        <w:ind w:firstLine="708"/>
        <w:jc w:val="both"/>
      </w:pPr>
      <w:r w:rsidRPr="005E4CB3">
        <w:t>Федеральный закон от 26.12.2008 № 294-ФЗ «О порядке рассмотрения обращений граждан Российской Федерации»;</w:t>
      </w:r>
    </w:p>
    <w:p w:rsidR="00594302" w:rsidRPr="005E4CB3" w:rsidRDefault="00594302" w:rsidP="00CF6494">
      <w:pPr>
        <w:ind w:firstLine="708"/>
        <w:jc w:val="both"/>
      </w:pPr>
      <w:r w:rsidRPr="005E4CB3">
        <w:t xml:space="preserve">Закон Архангельской области от 03.06.2003 № 172-22-ОЗ «Об административных правонарушениях»; </w:t>
      </w:r>
    </w:p>
    <w:p w:rsidR="00594302" w:rsidRPr="005E4CB3" w:rsidRDefault="00594302" w:rsidP="00CF6494">
      <w:pPr>
        <w:ind w:firstLine="708"/>
        <w:jc w:val="both"/>
      </w:pPr>
      <w:r w:rsidRPr="005E4CB3">
        <w:t>Устав МО «Город Коряжма», утвержденный решением городской Думы от 22.12.2005 № 146;</w:t>
      </w:r>
    </w:p>
    <w:p w:rsidR="00594302" w:rsidRPr="005E4CB3" w:rsidRDefault="00594302" w:rsidP="00CF6494">
      <w:pPr>
        <w:ind w:firstLine="708"/>
        <w:jc w:val="both"/>
      </w:pPr>
      <w:r w:rsidRPr="005E4CB3">
        <w:t>Положение об управлении муниципального хозяйства и градостроительства администрации муниципального образования «Город Коряжма», утвержденное решением городской Думы от 26.12.2013 № 39;</w:t>
      </w:r>
    </w:p>
    <w:p w:rsidR="00594302" w:rsidRPr="005E4CB3" w:rsidRDefault="00594302" w:rsidP="00CF6494">
      <w:pPr>
        <w:pStyle w:val="Header"/>
        <w:tabs>
          <w:tab w:val="clear" w:pos="4677"/>
          <w:tab w:val="clear" w:pos="9355"/>
          <w:tab w:val="left" w:pos="700"/>
          <w:tab w:val="left" w:pos="1120"/>
        </w:tabs>
        <w:overflowPunct w:val="0"/>
        <w:autoSpaceDE w:val="0"/>
        <w:autoSpaceDN w:val="0"/>
        <w:adjustRightInd w:val="0"/>
        <w:ind w:right="62"/>
        <w:jc w:val="both"/>
      </w:pPr>
      <w:r w:rsidRPr="005E4CB3">
        <w:tab/>
        <w:t>«Положение о муниципальном земельном контроле на территории Архангельской области», утвержденное постановлением правительства Архангельской области от 29.12.2014 № 592-пп.</w:t>
      </w:r>
    </w:p>
    <w:p w:rsidR="00594302" w:rsidRPr="005E4CB3" w:rsidRDefault="00594302" w:rsidP="00CF6494">
      <w:pPr>
        <w:ind w:firstLine="708"/>
        <w:jc w:val="both"/>
      </w:pPr>
      <w:r w:rsidRPr="005E4CB3">
        <w:t>Сроки и последовательность административных процедур при исполнении муниципального земельного контроля установлены административным регламентом по исполнению</w:t>
      </w:r>
      <w:r w:rsidRPr="005E4CB3">
        <w:rPr>
          <w:b/>
          <w:bCs/>
        </w:rPr>
        <w:t xml:space="preserve"> </w:t>
      </w:r>
      <w:r w:rsidRPr="005E4CB3">
        <w:t>функции муниципального земельного контроля на территории МО «Город Коряжма»:</w:t>
      </w:r>
    </w:p>
    <w:p w:rsidR="00594302" w:rsidRDefault="00594302" w:rsidP="00CF6494">
      <w:pPr>
        <w:tabs>
          <w:tab w:val="left" w:pos="700"/>
          <w:tab w:val="left" w:pos="1120"/>
        </w:tabs>
        <w:jc w:val="both"/>
      </w:pPr>
      <w:r w:rsidRPr="005E4CB3">
        <w:tab/>
        <w:t>«Административный регламент осуществления муниципального земельного контроля», утвержденн</w:t>
      </w:r>
      <w:r>
        <w:t>ый</w:t>
      </w:r>
      <w:r w:rsidRPr="005E4CB3">
        <w:t xml:space="preserve"> постановлением администрации МО «Город Коряжма» от 15.0.2012 № 226 (в ред. постановлений от 28.03.2013 № 539, 23.09.2014 № 1564, 06.03.2015 № 388, от 21.01.2016 № 92) </w:t>
      </w:r>
    </w:p>
    <w:p w:rsidR="00594302" w:rsidRDefault="00594302" w:rsidP="00CF6494">
      <w:pPr>
        <w:tabs>
          <w:tab w:val="left" w:pos="700"/>
          <w:tab w:val="left" w:pos="1120"/>
        </w:tabs>
        <w:jc w:val="both"/>
      </w:pPr>
    </w:p>
    <w:p w:rsidR="00594302" w:rsidRPr="005E4CB3" w:rsidRDefault="00594302" w:rsidP="006C6F60">
      <w:pPr>
        <w:jc w:val="center"/>
        <w:rPr>
          <w:b/>
          <w:bCs/>
        </w:rPr>
      </w:pPr>
      <w:r w:rsidRPr="005E4CB3">
        <w:rPr>
          <w:b/>
          <w:bCs/>
        </w:rPr>
        <w:t>1.</w:t>
      </w:r>
      <w:r>
        <w:rPr>
          <w:b/>
          <w:bCs/>
        </w:rPr>
        <w:t>3</w:t>
      </w:r>
      <w:r w:rsidRPr="005E4CB3">
        <w:rPr>
          <w:b/>
          <w:bCs/>
        </w:rPr>
        <w:t xml:space="preserve">. Муниципальный </w:t>
      </w:r>
      <w:r w:rsidRPr="006C6F60">
        <w:rPr>
          <w:b/>
          <w:bCs/>
        </w:rPr>
        <w:t>контрол</w:t>
      </w:r>
      <w:r>
        <w:rPr>
          <w:b/>
          <w:bCs/>
        </w:rPr>
        <w:t>ь</w:t>
      </w:r>
      <w:r w:rsidRPr="006C6F60">
        <w:rPr>
          <w:b/>
          <w:bCs/>
        </w:rPr>
        <w:t xml:space="preserve"> за соблюдением норм и правил благоустройства</w:t>
      </w:r>
    </w:p>
    <w:p w:rsidR="00594302" w:rsidRDefault="00594302" w:rsidP="00CF6494">
      <w:pPr>
        <w:tabs>
          <w:tab w:val="left" w:pos="700"/>
          <w:tab w:val="left" w:pos="1120"/>
        </w:tabs>
        <w:jc w:val="both"/>
        <w:rPr>
          <w:b/>
          <w:bCs/>
        </w:rPr>
      </w:pPr>
    </w:p>
    <w:p w:rsidR="00594302" w:rsidRPr="006C6F60" w:rsidRDefault="00594302" w:rsidP="006C6F60">
      <w:pPr>
        <w:ind w:firstLine="708"/>
        <w:jc w:val="both"/>
      </w:pPr>
      <w:r>
        <w:t>М</w:t>
      </w:r>
      <w:r w:rsidRPr="006C6F60">
        <w:t>униципальн</w:t>
      </w:r>
      <w:r>
        <w:t>ый</w:t>
      </w:r>
      <w:r w:rsidRPr="006C6F60">
        <w:t xml:space="preserve"> контрол</w:t>
      </w:r>
      <w:r>
        <w:t>ь</w:t>
      </w:r>
      <w:r w:rsidRPr="006C6F60">
        <w:t xml:space="preserve"> за соблюдением норм и правил благоустройства осуществляется в соответствии с:</w:t>
      </w:r>
    </w:p>
    <w:p w:rsidR="00594302" w:rsidRPr="006C6F60" w:rsidRDefault="00594302" w:rsidP="006C6F60">
      <w:pPr>
        <w:ind w:firstLine="708"/>
        <w:jc w:val="both"/>
      </w:pPr>
      <w:r w:rsidRPr="006C6F60">
        <w:t>Конституци</w:t>
      </w:r>
      <w:r>
        <w:t>я</w:t>
      </w:r>
      <w:r w:rsidRPr="006C6F60">
        <w:t xml:space="preserve"> Российской Федерации;</w:t>
      </w:r>
    </w:p>
    <w:p w:rsidR="00594302" w:rsidRPr="006C6F60" w:rsidRDefault="00594302" w:rsidP="006C6F60">
      <w:pPr>
        <w:ind w:firstLine="708"/>
        <w:jc w:val="both"/>
      </w:pPr>
      <w:r w:rsidRPr="006C6F60">
        <w:t>Федеральны</w:t>
      </w:r>
      <w:r>
        <w:t>й</w:t>
      </w:r>
      <w:r w:rsidRPr="006C6F60"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594302" w:rsidRPr="006C6F60" w:rsidRDefault="00594302" w:rsidP="006C6F60">
      <w:pPr>
        <w:ind w:firstLine="708"/>
        <w:jc w:val="both"/>
      </w:pPr>
      <w:hyperlink r:id="rId6" w:anchor="0" w:tooltip="Федеральный закон от 26 декабря 2008 г. N 294-ФЗ &quot;О защите прав юрид..." w:history="1">
        <w:r w:rsidRPr="006C6F60">
          <w:t>Федеральны</w:t>
        </w:r>
        <w:r>
          <w:t>й</w:t>
        </w:r>
        <w:r w:rsidRPr="006C6F60">
          <w:t xml:space="preserve"> закон</w:t>
        </w:r>
      </w:hyperlink>
      <w:r w:rsidRPr="006C6F60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94302" w:rsidRPr="006C6F60" w:rsidRDefault="00594302" w:rsidP="006C6F60">
      <w:pPr>
        <w:ind w:firstLine="708"/>
        <w:jc w:val="both"/>
      </w:pPr>
      <w:hyperlink r:id="rId7" w:anchor="0" w:tooltip="Федеральный закон от 2 мая 2006 г. N 59-ФЗ &quot;О порядке рассмотрения о..." w:history="1">
        <w:r w:rsidRPr="006C6F60">
          <w:t>Федеральны</w:t>
        </w:r>
        <w:r>
          <w:t>й</w:t>
        </w:r>
        <w:r w:rsidRPr="006C6F60">
          <w:t xml:space="preserve"> закон</w:t>
        </w:r>
      </w:hyperlink>
      <w:r w:rsidRPr="006C6F60">
        <w:t xml:space="preserve"> от 02.05.2006 N 59-ФЗ «О порядке рассмотрения обращений граждан Российской Федерации»; </w:t>
      </w:r>
    </w:p>
    <w:p w:rsidR="00594302" w:rsidRPr="006C6F60" w:rsidRDefault="00594302" w:rsidP="006C6F60">
      <w:pPr>
        <w:ind w:firstLine="708"/>
        <w:jc w:val="both"/>
      </w:pPr>
      <w:r w:rsidRPr="006C6F60">
        <w:t>Кодекс Российской Федерации об административных правонарушениях;</w:t>
      </w:r>
    </w:p>
    <w:p w:rsidR="00594302" w:rsidRPr="006C6F60" w:rsidRDefault="00594302" w:rsidP="006C6F60">
      <w:pPr>
        <w:ind w:firstLine="708"/>
        <w:jc w:val="both"/>
      </w:pPr>
      <w:r w:rsidRPr="006C6F60">
        <w:t>Закон Архангельской области от 03 июня 2003 года № 172-22-ОЗ «Об административных правонарушениях»;</w:t>
      </w:r>
    </w:p>
    <w:p w:rsidR="00594302" w:rsidRPr="006C6F60" w:rsidRDefault="00594302" w:rsidP="006C6F60">
      <w:pPr>
        <w:ind w:firstLine="708"/>
        <w:jc w:val="both"/>
      </w:pPr>
      <w:r>
        <w:t>П</w:t>
      </w:r>
      <w:r w:rsidRPr="006C6F60">
        <w:t>риказ Генеральной прокуратуры Российской Федерации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94302" w:rsidRPr="006C6F60" w:rsidRDefault="00594302" w:rsidP="006C6F60">
      <w:pPr>
        <w:ind w:firstLine="708"/>
        <w:jc w:val="both"/>
      </w:pPr>
      <w:r>
        <w:t>П</w:t>
      </w:r>
      <w:r w:rsidRPr="006C6F60">
        <w:t>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94302" w:rsidRPr="006C6F60" w:rsidRDefault="00594302" w:rsidP="006C6F60">
      <w:pPr>
        <w:ind w:firstLine="708"/>
        <w:jc w:val="both"/>
      </w:pPr>
      <w:r w:rsidRPr="006C6F60">
        <w:t>Устав муниципального образования «Город Коряжма»;</w:t>
      </w:r>
    </w:p>
    <w:p w:rsidR="00594302" w:rsidRPr="006C6F60" w:rsidRDefault="00594302" w:rsidP="006C6F60">
      <w:pPr>
        <w:ind w:firstLine="708"/>
        <w:jc w:val="both"/>
      </w:pPr>
      <w:r>
        <w:t>Р</w:t>
      </w:r>
      <w:r w:rsidRPr="006C6F60">
        <w:t>ешение городской Думы от 26.12.2013 № 39 «О положении об управлении муниципального хозяйства и градостроительства администрации муниципального образования «Город Коряжма»;</w:t>
      </w:r>
    </w:p>
    <w:p w:rsidR="00594302" w:rsidRPr="006C6F60" w:rsidRDefault="00594302" w:rsidP="006C6F60">
      <w:pPr>
        <w:ind w:firstLine="708"/>
        <w:jc w:val="both"/>
      </w:pPr>
      <w:r>
        <w:t>П</w:t>
      </w:r>
      <w:r w:rsidRPr="006C6F60">
        <w:t xml:space="preserve">остановление администрации города от 09.06.2011 № 940 «О составлении протоколов об административных правонарушениях, предусмотренных Законом Архангельской области от 03 июня 2003 года № 172-22-ОЗ «Об административных правонарушениях». </w:t>
      </w:r>
    </w:p>
    <w:p w:rsidR="00594302" w:rsidRDefault="00594302" w:rsidP="006C6F60">
      <w:pPr>
        <w:tabs>
          <w:tab w:val="left" w:pos="700"/>
          <w:tab w:val="left" w:pos="1120"/>
        </w:tabs>
        <w:jc w:val="both"/>
      </w:pPr>
      <w:r>
        <w:tab/>
        <w:t>Р</w:t>
      </w:r>
      <w:r w:rsidRPr="006C6F60">
        <w:t>ешение городской Думы от 22.11.2012 № 405 «Об утверждении Норм и правил благоустройства территории муниципального образования «Город Коряжма».</w:t>
      </w:r>
    </w:p>
    <w:p w:rsidR="00594302" w:rsidRDefault="00594302" w:rsidP="006C6F60">
      <w:pPr>
        <w:tabs>
          <w:tab w:val="left" w:pos="700"/>
          <w:tab w:val="left" w:pos="1120"/>
        </w:tabs>
        <w:jc w:val="both"/>
      </w:pPr>
    </w:p>
    <w:p w:rsidR="00594302" w:rsidRDefault="00594302" w:rsidP="00620AB0">
      <w:pPr>
        <w:ind w:firstLine="360"/>
        <w:jc w:val="center"/>
        <w:rPr>
          <w:b/>
          <w:bCs/>
        </w:rPr>
      </w:pPr>
      <w:r w:rsidRPr="005E4CB3">
        <w:rPr>
          <w:b/>
          <w:bCs/>
        </w:rPr>
        <w:t>1.</w:t>
      </w:r>
      <w:r>
        <w:rPr>
          <w:b/>
          <w:bCs/>
        </w:rPr>
        <w:t>4</w:t>
      </w:r>
      <w:r w:rsidRPr="005E4CB3">
        <w:rPr>
          <w:b/>
          <w:bCs/>
        </w:rPr>
        <w:t xml:space="preserve">. Муниципальный </w:t>
      </w:r>
      <w:r w:rsidRPr="006C6F60">
        <w:rPr>
          <w:b/>
          <w:bCs/>
        </w:rPr>
        <w:t>контрол</w:t>
      </w:r>
      <w:r>
        <w:rPr>
          <w:b/>
          <w:bCs/>
        </w:rPr>
        <w:t>ь</w:t>
      </w:r>
      <w:r w:rsidRPr="006C6F60">
        <w:rPr>
          <w:b/>
          <w:bCs/>
        </w:rPr>
        <w:t xml:space="preserve"> </w:t>
      </w:r>
      <w:r>
        <w:rPr>
          <w:b/>
          <w:bCs/>
        </w:rPr>
        <w:t>в области торговой деятельности</w:t>
      </w:r>
    </w:p>
    <w:p w:rsidR="00594302" w:rsidRDefault="00594302" w:rsidP="00620AB0">
      <w:pPr>
        <w:jc w:val="center"/>
        <w:rPr>
          <w:b/>
          <w:bCs/>
        </w:rPr>
      </w:pPr>
    </w:p>
    <w:p w:rsidR="00594302" w:rsidRPr="006C6F60" w:rsidRDefault="00594302" w:rsidP="00620AB0">
      <w:pPr>
        <w:ind w:firstLine="708"/>
        <w:jc w:val="both"/>
      </w:pPr>
      <w:r>
        <w:t>М</w:t>
      </w:r>
      <w:r w:rsidRPr="006C6F60">
        <w:t>униципальн</w:t>
      </w:r>
      <w:r>
        <w:t>ый</w:t>
      </w:r>
      <w:r w:rsidRPr="006C6F60">
        <w:t xml:space="preserve"> контрол</w:t>
      </w:r>
      <w:r>
        <w:t>ь</w:t>
      </w:r>
      <w:r w:rsidRPr="006C6F60">
        <w:t xml:space="preserve"> </w:t>
      </w:r>
      <w:r>
        <w:t>в области торговой деятельности</w:t>
      </w:r>
      <w:r w:rsidRPr="006C6F60">
        <w:t xml:space="preserve"> осуществляется в соответствии с:</w:t>
      </w:r>
    </w:p>
    <w:p w:rsidR="00594302" w:rsidRPr="00620AB0" w:rsidRDefault="00594302" w:rsidP="00620AB0">
      <w:pPr>
        <w:pStyle w:val="ConsPlusNormal"/>
        <w:ind w:firstLine="720"/>
        <w:jc w:val="both"/>
        <w:rPr>
          <w:rFonts w:ascii="Times New Roman" w:hAnsi="Times New Roman"/>
          <w:sz w:val="24"/>
          <w:szCs w:val="24"/>
        </w:rPr>
      </w:pPr>
      <w:r w:rsidRPr="00620AB0">
        <w:rPr>
          <w:rFonts w:ascii="Times New Roman" w:hAnsi="Times New Roman"/>
          <w:sz w:val="24"/>
          <w:szCs w:val="24"/>
        </w:rPr>
        <w:t>Конституци</w:t>
      </w:r>
      <w:r>
        <w:rPr>
          <w:rFonts w:ascii="Times New Roman" w:hAnsi="Times New Roman"/>
          <w:sz w:val="24"/>
          <w:szCs w:val="24"/>
        </w:rPr>
        <w:t>я</w:t>
      </w:r>
      <w:r w:rsidRPr="00620AB0">
        <w:rPr>
          <w:rFonts w:ascii="Times New Roman" w:hAnsi="Times New Roman"/>
          <w:sz w:val="24"/>
          <w:szCs w:val="24"/>
        </w:rPr>
        <w:t xml:space="preserve"> Российской Федерации;</w:t>
      </w:r>
    </w:p>
    <w:p w:rsidR="00594302" w:rsidRPr="00620AB0" w:rsidRDefault="00594302" w:rsidP="00620AB0">
      <w:pPr>
        <w:ind w:firstLine="708"/>
        <w:jc w:val="both"/>
      </w:pPr>
      <w:r w:rsidRPr="00620AB0">
        <w:t>Кодекс Российской Федерации об административных правонарушениях;</w:t>
      </w:r>
    </w:p>
    <w:p w:rsidR="00594302" w:rsidRPr="00620AB0" w:rsidRDefault="00594302" w:rsidP="00620AB0">
      <w:pPr>
        <w:ind w:firstLine="708"/>
        <w:jc w:val="both"/>
      </w:pPr>
      <w:r w:rsidRPr="00620AB0">
        <w:t>Федеральны</w:t>
      </w:r>
      <w:r>
        <w:t>й</w:t>
      </w:r>
      <w:r w:rsidRPr="00620AB0">
        <w:t xml:space="preserve"> закон от 6 октября 2003г. № 131-ФЗ «Об общих принципах организации местного самоуправления в Российской Федерации»;</w:t>
      </w:r>
    </w:p>
    <w:p w:rsidR="00594302" w:rsidRPr="00620AB0" w:rsidRDefault="00594302" w:rsidP="00620AB0">
      <w:pPr>
        <w:autoSpaceDE w:val="0"/>
        <w:autoSpaceDN w:val="0"/>
        <w:adjustRightInd w:val="0"/>
        <w:ind w:firstLine="708"/>
        <w:jc w:val="both"/>
      </w:pPr>
      <w:r w:rsidRPr="00620AB0">
        <w:t>Федеральны</w:t>
      </w:r>
      <w:r>
        <w:t>й</w:t>
      </w:r>
      <w:r w:rsidRPr="00620AB0">
        <w:t xml:space="preserve"> зако</w:t>
      </w:r>
      <w:r>
        <w:t>н</w:t>
      </w:r>
      <w:r w:rsidRPr="00620AB0">
        <w:t xml:space="preserve">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94302" w:rsidRPr="00620AB0" w:rsidRDefault="00594302" w:rsidP="00620AB0">
      <w:pPr>
        <w:ind w:firstLine="708"/>
        <w:jc w:val="both"/>
      </w:pPr>
      <w:hyperlink r:id="rId8" w:anchor="0" w:tooltip="Федеральный закон от 2 мая 2006 г. N 59-ФЗ &quot;О порядке рассмотрения о..." w:history="1">
        <w:r w:rsidRPr="00620AB0">
          <w:t>Федеральны</w:t>
        </w:r>
        <w:r>
          <w:t xml:space="preserve">й </w:t>
        </w:r>
        <w:r w:rsidRPr="00620AB0">
          <w:t>закон</w:t>
        </w:r>
      </w:hyperlink>
      <w:r w:rsidRPr="00620AB0">
        <w:t xml:space="preserve"> от 02.05.2006 N 59-ФЗ «О порядке рассмотрения обращений граждан Российской Федерации»; </w:t>
      </w:r>
    </w:p>
    <w:p w:rsidR="00594302" w:rsidRPr="00620AB0" w:rsidRDefault="00594302" w:rsidP="00620AB0">
      <w:pPr>
        <w:ind w:firstLine="708"/>
        <w:jc w:val="both"/>
      </w:pPr>
      <w:r w:rsidRPr="00620AB0">
        <w:t>Федеральны</w:t>
      </w:r>
      <w:r>
        <w:t>й</w:t>
      </w:r>
      <w:r w:rsidRPr="00620AB0">
        <w:t xml:space="preserve"> закон от 28 декабря 2009 г. № 381-ФЗ «Об основах государственного регулирования торговой деятельности в Российской Федерации»;</w:t>
      </w:r>
    </w:p>
    <w:p w:rsidR="00594302" w:rsidRPr="00620AB0" w:rsidRDefault="00594302" w:rsidP="00620AB0">
      <w:pPr>
        <w:ind w:firstLine="708"/>
        <w:jc w:val="both"/>
      </w:pPr>
      <w:r w:rsidRPr="00620AB0">
        <w:t>Федеральны</w:t>
      </w:r>
      <w:r>
        <w:t>й</w:t>
      </w:r>
      <w:r w:rsidRPr="00620AB0">
        <w:t xml:space="preserve"> закон от 23 февраля 2013 года № 15-ФЗ «Об охране здоровья граждан от воздействия окружающего табачного дыма и последствий потребления табака»;</w:t>
      </w:r>
    </w:p>
    <w:p w:rsidR="00594302" w:rsidRPr="00620AB0" w:rsidRDefault="00594302" w:rsidP="00620AB0">
      <w:pPr>
        <w:ind w:firstLine="708"/>
        <w:jc w:val="both"/>
      </w:pPr>
      <w:r w:rsidRPr="00620AB0">
        <w:t>Постановление Правительства Российской Федерации от 24 октября 2011 года № 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594302" w:rsidRPr="00620AB0" w:rsidRDefault="00594302" w:rsidP="00620AB0">
      <w:pPr>
        <w:ind w:firstLine="708"/>
        <w:jc w:val="both"/>
      </w:pPr>
      <w:r w:rsidRPr="00620AB0">
        <w:t>Постановление Правительства Российской Федерации от 18 апреля 2016 года № 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организациям, в распоряжении которых находятся эти документы и (или) информация, в рамках межведомственного информационного взаимодействия»;</w:t>
      </w:r>
    </w:p>
    <w:p w:rsidR="00594302" w:rsidRPr="00620AB0" w:rsidRDefault="00594302" w:rsidP="00620AB0">
      <w:pPr>
        <w:autoSpaceDE w:val="0"/>
        <w:autoSpaceDN w:val="0"/>
        <w:adjustRightInd w:val="0"/>
        <w:ind w:firstLine="709"/>
        <w:jc w:val="both"/>
      </w:pPr>
      <w:r w:rsidRPr="00620AB0">
        <w:t>Распоряжение Правительства Российской Федерации от 19 апреля 2016 года № 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информация»;</w:t>
      </w:r>
    </w:p>
    <w:p w:rsidR="00594302" w:rsidRPr="00620AB0" w:rsidRDefault="00594302" w:rsidP="00620AB0">
      <w:pPr>
        <w:ind w:firstLine="720"/>
        <w:jc w:val="both"/>
      </w:pPr>
      <w:r w:rsidRPr="00620AB0">
        <w:t>Приказ Министерства экономического развития Российской Федерации от 30 апреля 2009 года № 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94302" w:rsidRPr="00620AB0" w:rsidRDefault="00594302" w:rsidP="00620AB0">
      <w:pPr>
        <w:ind w:firstLine="708"/>
        <w:jc w:val="both"/>
      </w:pPr>
      <w:r w:rsidRPr="00620AB0">
        <w:t>Закон Архангельской области от 03.06.2003 № 172-22-ОЗ «Об административных правонарушениях»;</w:t>
      </w:r>
    </w:p>
    <w:p w:rsidR="00594302" w:rsidRPr="00620AB0" w:rsidRDefault="00594302" w:rsidP="00620AB0">
      <w:pPr>
        <w:ind w:firstLine="720"/>
        <w:jc w:val="both"/>
      </w:pPr>
      <w:r w:rsidRPr="00620AB0">
        <w:t>Постановление Правительства Архангельской области от 28 декабря 2010 года № 408-пп «О государственных информационных системах, обеспечивающих предоставление государственных услуг (исполнение функций) Архангельской области и предоставление муниципальных услуг (исполнение функций) муниципальных образований Архангельской области в электронной форме»;</w:t>
      </w:r>
    </w:p>
    <w:p w:rsidR="00594302" w:rsidRPr="00620AB0" w:rsidRDefault="00594302" w:rsidP="00620AB0">
      <w:pPr>
        <w:ind w:firstLine="708"/>
        <w:jc w:val="both"/>
      </w:pPr>
      <w:r w:rsidRPr="00620AB0">
        <w:t>Устав муниципального образования «Город Коряжма»;</w:t>
      </w:r>
    </w:p>
    <w:p w:rsidR="00594302" w:rsidRPr="00620AB0" w:rsidRDefault="00594302" w:rsidP="00620AB0">
      <w:pPr>
        <w:ind w:firstLine="720"/>
        <w:jc w:val="both"/>
      </w:pPr>
      <w:r w:rsidRPr="00620AB0">
        <w:t>Постановление администрации города от 09.06.2011 № 940 «О составл</w:t>
      </w:r>
      <w:r w:rsidRPr="00620AB0">
        <w:t>е</w:t>
      </w:r>
      <w:r w:rsidRPr="00620AB0">
        <w:t>нии протоколов об административных правонарушениях, предусмотренных з</w:t>
      </w:r>
      <w:r w:rsidRPr="00620AB0">
        <w:t>а</w:t>
      </w:r>
      <w:r w:rsidRPr="00620AB0">
        <w:t>коном Архангельской области от 03 июня 2003 № 172-22-ОЗ «Об администр</w:t>
      </w:r>
      <w:r w:rsidRPr="00620AB0">
        <w:t>а</w:t>
      </w:r>
      <w:r w:rsidRPr="00620AB0">
        <w:t>тивных пр</w:t>
      </w:r>
      <w:r w:rsidRPr="00620AB0">
        <w:t>а</w:t>
      </w:r>
      <w:r w:rsidRPr="00620AB0">
        <w:t xml:space="preserve">вонарушениях». </w:t>
      </w:r>
    </w:p>
    <w:p w:rsidR="00594302" w:rsidRPr="00620AB0" w:rsidRDefault="00594302" w:rsidP="0032458B">
      <w:pPr>
        <w:ind w:firstLine="708"/>
        <w:jc w:val="both"/>
      </w:pPr>
      <w:r w:rsidRPr="00620AB0">
        <w:t>Постановление администрации города от 06.03.2014 № 322 «О положении об отделе экономики, прогнозирования и торговли администрации муниципального образования «Город Коряжма».</w:t>
      </w:r>
    </w:p>
    <w:p w:rsidR="00594302" w:rsidRPr="00620AB0" w:rsidRDefault="00594302" w:rsidP="0032458B">
      <w:pPr>
        <w:widowControl w:val="0"/>
        <w:suppressAutoHyphens/>
        <w:ind w:firstLine="708"/>
        <w:jc w:val="both"/>
      </w:pPr>
      <w:hyperlink r:id="rId9" w:history="1">
        <w:r>
          <w:t>Постановление</w:t>
        </w:r>
      </w:hyperlink>
      <w:r w:rsidRPr="00620AB0">
        <w:t xml:space="preserve">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вопросов).</w:t>
      </w:r>
    </w:p>
    <w:p w:rsidR="00594302" w:rsidRPr="005E4CB3" w:rsidRDefault="00594302" w:rsidP="00CF6494">
      <w:pPr>
        <w:jc w:val="both"/>
      </w:pPr>
      <w:r w:rsidRPr="005E4CB3">
        <w:tab/>
        <w:t>Федеральная и муниципальная правовая база достаточна для осуществления муниципального контроля. Проекты муниципальных нормативных актов, регламентирующих деятельность органов муниципального контроля и их должностных лиц, проходят правовую экспертизу и анализируются на предмет отсутствия коррупциогенных факторов, размещаются в свободном доступе на официальном информационном Интернет-портале МО «Город Коряжма».</w:t>
      </w:r>
    </w:p>
    <w:p w:rsidR="00594302" w:rsidRPr="00755FAF" w:rsidRDefault="00594302" w:rsidP="0083213D">
      <w:pPr>
        <w:rPr>
          <w:sz w:val="32"/>
          <w:szCs w:val="32"/>
        </w:rPr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594302" w:rsidRPr="00755FAF" w:rsidRDefault="00594302" w:rsidP="00886888">
      <w:pPr>
        <w:rPr>
          <w:sz w:val="32"/>
          <w:szCs w:val="32"/>
        </w:rPr>
      </w:pPr>
    </w:p>
    <w:p w:rsidR="00594302" w:rsidRPr="005E4CB3" w:rsidRDefault="00594302" w:rsidP="00CD056D">
      <w:pPr>
        <w:jc w:val="center"/>
        <w:rPr>
          <w:b/>
          <w:bCs/>
        </w:rPr>
      </w:pPr>
      <w:r w:rsidRPr="005E4CB3">
        <w:rPr>
          <w:b/>
          <w:bCs/>
        </w:rPr>
        <w:t>2.1. Организация муниципального жилищного контроля</w:t>
      </w:r>
    </w:p>
    <w:p w:rsidR="00594302" w:rsidRPr="005E4CB3" w:rsidRDefault="00594302" w:rsidP="00CD056D">
      <w:pPr>
        <w:jc w:val="center"/>
        <w:rPr>
          <w:b/>
          <w:bCs/>
        </w:rPr>
      </w:pPr>
    </w:p>
    <w:p w:rsidR="00594302" w:rsidRPr="005E4CB3" w:rsidRDefault="00594302" w:rsidP="00CD056D">
      <w:pPr>
        <w:spacing w:line="24" w:lineRule="atLeast"/>
        <w:ind w:firstLine="708"/>
        <w:jc w:val="both"/>
        <w:rPr>
          <w:b/>
          <w:bCs/>
        </w:rPr>
      </w:pPr>
      <w:r w:rsidRPr="005E4CB3">
        <w:rPr>
          <w:b/>
          <w:bCs/>
        </w:rPr>
        <w:t>а) сведения об организационной структуре системы управления:</w:t>
      </w:r>
    </w:p>
    <w:p w:rsidR="00594302" w:rsidRPr="005E4CB3" w:rsidRDefault="00594302" w:rsidP="00C40867">
      <w:pPr>
        <w:spacing w:line="24" w:lineRule="atLeast"/>
        <w:ind w:firstLine="708"/>
        <w:jc w:val="both"/>
      </w:pPr>
      <w:r w:rsidRPr="005E4CB3">
        <w:t>Муниципальная функция в 201</w:t>
      </w:r>
      <w:r>
        <w:t>7</w:t>
      </w:r>
      <w:r w:rsidRPr="005E4CB3">
        <w:t xml:space="preserve"> году по исполнению муниципального жилищного контроля осуществлялась муниципальными служащими управления муниципального хозяйства и градостроительства администрации МО «Город Коряжма», а именно начальником управления муниципального хозяйства и градостроительства, главным специалистом, ведущим специалистом управления муниципального хозяйства и градостроительства администрации МО «Город Коряжма».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Ответственные исполнители муниципальной функции являются следующие должностные лица, уполномоченные на осуществление муниципального жилищного контроля: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 xml:space="preserve">- </w:t>
      </w:r>
      <w:r>
        <w:t>н</w:t>
      </w:r>
      <w:r w:rsidRPr="005E4CB3">
        <w:t>ачальник управления муниципального хозяйства и градостроительства администрации МО «Город Коряжма»;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 xml:space="preserve">- </w:t>
      </w:r>
      <w:r>
        <w:t>г</w:t>
      </w:r>
      <w:r w:rsidRPr="005E4CB3">
        <w:t>лавный специалист управления муниципального хозяйства и градостроительства администрации МО «Город Коряжма»;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 xml:space="preserve">- </w:t>
      </w:r>
      <w:r>
        <w:t>в</w:t>
      </w:r>
      <w:r w:rsidRPr="005E4CB3">
        <w:t>едущий специалист управления муниципального хозяйства и градостроительства администрации МО «Город Коряжма»;</w:t>
      </w:r>
    </w:p>
    <w:p w:rsidR="00594302" w:rsidRPr="005E4CB3" w:rsidRDefault="00594302" w:rsidP="00CD056D">
      <w:pPr>
        <w:spacing w:line="24" w:lineRule="atLeast"/>
        <w:ind w:firstLine="708"/>
        <w:jc w:val="both"/>
        <w:rPr>
          <w:b/>
          <w:bCs/>
        </w:rPr>
      </w:pPr>
      <w:r w:rsidRPr="005E4CB3">
        <w:rPr>
          <w:b/>
          <w:bCs/>
        </w:rPr>
        <w:t xml:space="preserve">б) перечень и описание основных и вспомогательных (обеспечительных) функций: 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Под муниципальным жилищным контролем понимается деятельность управления муниципального хозяйства и градостроительства МО «Город Коряжма» по организации и проведению на территории муниципального образования проверок соблюдения юридическими лицами, индивидуальных предпринимателей и гражданами обязательных требований, установленных в отношении муниципального жилищного фонда.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Названные муниципальные служащие управления муниципального хозяйства и градостроительства администрации МО «Город Коряжма» выполняют следующие функции: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организуют необходимые мероприятия и осуществляют делопроизводство по вопросам организации муниципального жилищного контроля на территории МО «Город Коряжма»;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организуют и проводят плановые и внеплановые выездные и документарные проверки в отношении юридических лиц, индивидуальных предпринимателей по соблюдению ими нормативно-правовых актов в области жилищного законодательства, установленных Правительством РФ, Правительством Архангельской области, администрацией МО «Город Коряжма»;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информируют государственную жилищную инспекцию Архангельской области о проведении плановых и внеплановых проверок юридических лиц, индивидуальных предпринимателей;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осуществляют согласование проведения плановых и внеплановых (в случае выездной проверки) проверок юридических лиц, индивидуальных предпринимателей с органами прокуратуры;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запрашивают и получают от юридических лиц, индивидуальных предпринимателей документы по существу проводимой проверки, требуемые для проведения данной проверки;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в случае выездной проверки посещают проверяемые объекты, проводят проверку соответствия объектов действующему законодательству;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по итогам проведения проверок, в соответствии с установленной формой, составляют акты и предписания (при необходимости) об устранении выявленных нарушений законодательства, а также ведут контроль за их исполнением;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при обнаружении признаков состава административного правонарушения материалы проверок в отношении проверяемых лиц направляют в государственную жилищную инспекцию Архангельской области</w:t>
      </w:r>
      <w:r>
        <w:t>,</w:t>
      </w:r>
      <w:r w:rsidRPr="005E4CB3">
        <w:t xml:space="preserve"> составляют протоколы об административном правонарушении и о привлечении установленных лиц к административной ответственности в соответствии с законодательством РФ;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- организуют подготовку докладов об осуществлении муниципального жилищного контроля и представляют указанные доклады в департамент контроля и совершенствования государственного управления администрации Губернатора Архангельской области и Правительства Архангельской области, а также в государственную жилищную инспекцию Архангельской области, осуществляющих подготовку ежегодного сводного доклада о состоянии государственного жилищного надзора, муниципального жилищного контроля и его представление в Правительство РФ в порядке, установленном Правительством РФ.</w:t>
      </w:r>
    </w:p>
    <w:p w:rsidR="00594302" w:rsidRPr="005E4CB3" w:rsidRDefault="00594302" w:rsidP="00CD056D">
      <w:pPr>
        <w:spacing w:line="24" w:lineRule="atLeast"/>
        <w:ind w:firstLine="708"/>
        <w:jc w:val="both"/>
        <w:rPr>
          <w:b/>
          <w:bCs/>
        </w:rPr>
      </w:pPr>
      <w:r w:rsidRPr="005E4CB3">
        <w:rPr>
          <w:b/>
          <w:bCs/>
        </w:rPr>
        <w:t xml:space="preserve">в) наименование и реквизиты нормативно правовых актов, регламентирующих порядок исполнения указанных функций: 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Постановлением администрации города от 22.11.2012 № 2048 (в редакции постановлений администрации города от 21.01.2014 № 55, от 17.02.2014 № 205, от 22.07.2014 № 1184, от 08.08.2014 № 1326, от 02.09.2014 № 1464, от 22.09.2014 № 1555, от 29.12.2014 № 2277, от 15.07.2015 № 1293, от 21.01.2016 № 91) утвержден административный регламент об организации муниципального жилищного контроля на территории муниципального образования «Город Коряжма».</w:t>
      </w:r>
    </w:p>
    <w:p w:rsidR="00594302" w:rsidRPr="005E4CB3" w:rsidRDefault="00594302" w:rsidP="00CD056D">
      <w:pPr>
        <w:spacing w:line="24" w:lineRule="atLeast"/>
        <w:ind w:firstLine="708"/>
        <w:jc w:val="both"/>
        <w:rPr>
          <w:b/>
          <w:bCs/>
        </w:rPr>
      </w:pPr>
      <w:r w:rsidRPr="005E4CB3">
        <w:rPr>
          <w:b/>
          <w:bCs/>
        </w:rPr>
        <w:t>г) информация о взаимодействии органов государственного контроля (надзора), муниципального контроля при осуществлении своих функций с другими органами муниципального контроля, порядке и формах такого взаимодействия: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 xml:space="preserve">При исполнении муниципального жилищного контроля на территории муниципального образования «Город Коряжма» муниципальные служащие управления муниципального хозяйства и градостроительства администрации МО «Город Коряжма» осуществляют взаимодействие с прокуратурой города Коряжмы, отделом полиции по городу Коряжме, государственной жилищной инспекцией Архангельской области, с другими органами государственной власти и структурных подразделений администрации МО «Город Коряжма».  </w:t>
      </w:r>
    </w:p>
    <w:p w:rsidR="00594302" w:rsidRPr="005E4CB3" w:rsidRDefault="00594302" w:rsidP="00CD056D">
      <w:pPr>
        <w:spacing w:line="24" w:lineRule="atLeast"/>
        <w:ind w:firstLine="708"/>
        <w:jc w:val="both"/>
        <w:rPr>
          <w:b/>
          <w:bCs/>
        </w:rPr>
      </w:pPr>
      <w:r w:rsidRPr="005E4CB3">
        <w:rPr>
          <w:b/>
          <w:bCs/>
        </w:rPr>
        <w:t>д) 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 (надзор):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Сведений нет, поскольку на территории муниципального образования «Город Коряжма» отсутствуют организации, подведомственные органам местного самоуправления МО «Город Коряжма», уполномоченные на осуществление функций по осуществлению муниципального жилищного контроля.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rPr>
          <w:b/>
          <w:bCs/>
        </w:rPr>
        <w:t>е)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</w:t>
      </w:r>
      <w:r w:rsidRPr="005E4CB3">
        <w:t>: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Работа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 в отчетный период не проводилась.</w:t>
      </w:r>
    </w:p>
    <w:p w:rsidR="00594302" w:rsidRPr="005E4CB3" w:rsidRDefault="00594302" w:rsidP="00CD056D">
      <w:pPr>
        <w:spacing w:line="24" w:lineRule="atLeast"/>
        <w:ind w:firstLine="708"/>
        <w:jc w:val="both"/>
      </w:pPr>
    </w:p>
    <w:p w:rsidR="00594302" w:rsidRPr="005E4CB3" w:rsidRDefault="00594302" w:rsidP="00CD056D">
      <w:pPr>
        <w:jc w:val="center"/>
        <w:rPr>
          <w:b/>
          <w:bCs/>
        </w:rPr>
      </w:pPr>
      <w:r w:rsidRPr="005E4CB3">
        <w:rPr>
          <w:b/>
          <w:bCs/>
        </w:rPr>
        <w:t>2.</w:t>
      </w:r>
      <w:r w:rsidRPr="002320CE">
        <w:rPr>
          <w:b/>
          <w:bCs/>
        </w:rPr>
        <w:t>2</w:t>
      </w:r>
      <w:r w:rsidRPr="005E4CB3">
        <w:rPr>
          <w:b/>
          <w:bCs/>
        </w:rPr>
        <w:t>. Организация муниципального земельного контроля</w:t>
      </w:r>
    </w:p>
    <w:p w:rsidR="00594302" w:rsidRPr="005E4CB3" w:rsidRDefault="00594302" w:rsidP="00CD056D">
      <w:pPr>
        <w:jc w:val="center"/>
        <w:rPr>
          <w:b/>
          <w:bCs/>
        </w:rPr>
      </w:pPr>
    </w:p>
    <w:p w:rsidR="00594302" w:rsidRDefault="00594302" w:rsidP="00CD056D">
      <w:pPr>
        <w:ind w:firstLine="720"/>
        <w:jc w:val="both"/>
      </w:pPr>
      <w:r w:rsidRPr="005E4CB3">
        <w:t xml:space="preserve">Обязанности по осуществлению муниципального земельного контроля возложены на специалистов управления муниципального хозяйства и градостроительства администрации МО «Город Коряжма. </w:t>
      </w:r>
    </w:p>
    <w:p w:rsidR="00594302" w:rsidRPr="005E4CB3" w:rsidRDefault="00594302" w:rsidP="00CD056D">
      <w:pPr>
        <w:ind w:firstLine="720"/>
        <w:jc w:val="both"/>
      </w:pPr>
    </w:p>
    <w:p w:rsidR="00594302" w:rsidRPr="005E4CB3" w:rsidRDefault="00594302" w:rsidP="00CD056D">
      <w:pPr>
        <w:ind w:firstLine="708"/>
        <w:jc w:val="both"/>
      </w:pPr>
      <w:r w:rsidRPr="005E4CB3">
        <w:t>Основными направлениями деятельности по осуществлению муниципального земельного контроля являются: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соблюдения требований земельного законодательства по использованию земель на территории МО "Город Коряжма" собственниками, арендаторами земельных участков, землепользователями, землевладельцами;</w:t>
      </w:r>
    </w:p>
    <w:p w:rsidR="00594302" w:rsidRPr="005E4CB3" w:rsidRDefault="00594302" w:rsidP="00CD056D">
      <w:pPr>
        <w:ind w:firstLine="708"/>
        <w:jc w:val="both"/>
      </w:pPr>
      <w:r w:rsidRPr="005E4CB3">
        <w:t>выявление земельных участков, самовольно занятых или используемых без оформленных в установленном порядке документов, удостоверяющих право на землю;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соблюдения порядка переуступки права пользования землей;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своевременности оформления, переоформления правоустанавливающих документов на землю собственниками, арендаторами земельных участков, землепользователями, землевладельцами и возврата земель, предоставленных во временное пользование;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использования земельных участков по целевому назначению и выявление фактов использования земель с нарушением вида разрешенного использования;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исполнения предписаний, принятых решений по вопросам соблюдения земельного законодательства и устранения нарушений в области земельных отношений;</w:t>
      </w:r>
    </w:p>
    <w:p w:rsidR="00594302" w:rsidRPr="005E4CB3" w:rsidRDefault="00594302" w:rsidP="00CD056D">
      <w:pPr>
        <w:ind w:firstLine="708"/>
        <w:jc w:val="both"/>
      </w:pPr>
      <w:r w:rsidRPr="005E4CB3">
        <w:t>контроль выполнения иных требований земельного законодательства по вопросам использования земель на территории муниципального образования;</w:t>
      </w:r>
    </w:p>
    <w:p w:rsidR="00594302" w:rsidRPr="005E4CB3" w:rsidRDefault="00594302" w:rsidP="00CD056D">
      <w:pPr>
        <w:ind w:firstLine="708"/>
        <w:jc w:val="both"/>
      </w:pPr>
      <w:r w:rsidRPr="005E4CB3">
        <w:t>принятие мер к устранению нарушений земельного законодательства в соответствии с действующим законодательством Российской Федерации;</w:t>
      </w:r>
    </w:p>
    <w:p w:rsidR="00594302" w:rsidRPr="005E4CB3" w:rsidRDefault="00594302" w:rsidP="00CD056D">
      <w:pPr>
        <w:ind w:firstLine="708"/>
        <w:jc w:val="both"/>
      </w:pPr>
      <w:r w:rsidRPr="005E4CB3">
        <w:t>учет состояния земельных участков на территории МО "Город Коряжма";</w:t>
      </w:r>
    </w:p>
    <w:p w:rsidR="00594302" w:rsidRPr="005E4CB3" w:rsidRDefault="00594302" w:rsidP="00CD056D">
      <w:pPr>
        <w:ind w:firstLine="708"/>
        <w:jc w:val="both"/>
      </w:pPr>
      <w:r w:rsidRPr="005E4CB3">
        <w:t>участие в подготовке нормативных актов МО "Город Коряжма"</w:t>
      </w:r>
      <w:r>
        <w:t xml:space="preserve"> </w:t>
      </w:r>
      <w:r w:rsidRPr="005E4CB3">
        <w:t>по вопросам использования земель на территории муниципального образования.</w:t>
      </w:r>
    </w:p>
    <w:p w:rsidR="00594302" w:rsidRPr="005E4CB3" w:rsidRDefault="00594302" w:rsidP="00CD056D">
      <w:pPr>
        <w:spacing w:line="24" w:lineRule="atLeast"/>
        <w:ind w:firstLine="708"/>
        <w:jc w:val="both"/>
      </w:pPr>
      <w:r w:rsidRPr="005E4CB3">
        <w:t>выполнение иных требований земельного законодательства по вопросам использования и охраны земель в пределах установленной сферы деятельности.</w:t>
      </w:r>
    </w:p>
    <w:p w:rsidR="00594302" w:rsidRPr="005E4CB3" w:rsidRDefault="00594302" w:rsidP="00CD056D">
      <w:pPr>
        <w:pStyle w:val="BodyText"/>
        <w:spacing w:line="24" w:lineRule="atLeast"/>
      </w:pPr>
      <w:r w:rsidRPr="005E4CB3">
        <w:tab/>
        <w:t>Управлением муниципального хозяйства и градостроительства администрации МО «Город Коряжма» муниципальный земельный контроль осуществля</w:t>
      </w:r>
      <w:r>
        <w:t>ется</w:t>
      </w:r>
      <w:r w:rsidRPr="005E4CB3">
        <w:t xml:space="preserve"> в соответствии с ежегодным планом проведения плановых проверок юридических лиц и индивидуальных предпринимателей на текущий год.</w:t>
      </w:r>
      <w:r>
        <w:t xml:space="preserve"> Плановые проверки в отношении юридических лиц и индивидуальных предпринимателей в отчетном периоде не планировались.</w:t>
      </w:r>
    </w:p>
    <w:p w:rsidR="00594302" w:rsidRPr="005E4CB3" w:rsidRDefault="00594302" w:rsidP="00CD056D">
      <w:pPr>
        <w:spacing w:line="24" w:lineRule="atLeast"/>
        <w:jc w:val="both"/>
      </w:pPr>
      <w:r w:rsidRPr="005E4CB3">
        <w:tab/>
        <w:t xml:space="preserve">Орган муниципального земельного контроля на территории муниципального образования «Город Коряжма» при осуществлении муниципального земельного контроля взаимодействует с органами государственного контроля (надзора): Управлением Федеральной службы государственной регистрации, кадастра и картографии по Архангельской области и НАО (Межмуниципальный отдел по г.Коряжме, Вилегодскому и Ленскому районам управления Росреестра по Архангельской области и Ненецкому автономному округу), Федеральной службой по надзору в сфере природопользования (Росприроднадзор), Федеральной службой по ветеринарному и фитосанитарному надзору (Россельхознадзор) и их территориальными органами. </w:t>
      </w:r>
    </w:p>
    <w:p w:rsidR="00594302" w:rsidRPr="005E4CB3" w:rsidRDefault="00594302" w:rsidP="00CD056D">
      <w:pPr>
        <w:pStyle w:val="BodyText"/>
        <w:spacing w:line="24" w:lineRule="atLeast"/>
        <w:ind w:firstLine="708"/>
      </w:pPr>
      <w:r w:rsidRPr="005E4CB3">
        <w:t>Орган муниципального земельного контроля на территории муниципального образования «Город Коряжма» готовит и направляет исходные материалы об установленных правонарушениях в уполномоченные государственные органы для принятия соответствующих мер в соответствии с их компетенцией.</w:t>
      </w:r>
    </w:p>
    <w:p w:rsidR="00594302" w:rsidRPr="005E4CB3" w:rsidRDefault="00594302" w:rsidP="00CD056D">
      <w:pPr>
        <w:pStyle w:val="BodyText"/>
        <w:spacing w:line="24" w:lineRule="atLeast"/>
        <w:ind w:firstLine="708"/>
      </w:pPr>
      <w:r w:rsidRPr="005E4CB3">
        <w:t>Подведомственные органы, выполняющие функции муниципального контроля в МО «Город Коряжма» отсутствуют.</w:t>
      </w:r>
    </w:p>
    <w:p w:rsidR="00594302" w:rsidRDefault="00594302" w:rsidP="00CD056D">
      <w:pPr>
        <w:pStyle w:val="BodyText"/>
        <w:spacing w:line="24" w:lineRule="atLeast"/>
      </w:pPr>
      <w:r w:rsidRPr="005E4CB3">
        <w:tab/>
        <w:t>Работа по аккредитации юридических лиц и граждан в качестве экспертных организаций и экспертов при выполнении мероприятий по контролю при проведении проверок на территории МО «Город Коряжма» не проводилась.</w:t>
      </w:r>
    </w:p>
    <w:p w:rsidR="00594302" w:rsidRDefault="00594302" w:rsidP="00CD056D">
      <w:pPr>
        <w:pStyle w:val="BodyText"/>
        <w:spacing w:line="24" w:lineRule="atLeast"/>
      </w:pPr>
    </w:p>
    <w:p w:rsidR="00594302" w:rsidRPr="006F0BD2" w:rsidRDefault="00594302" w:rsidP="006F0BD2">
      <w:pPr>
        <w:jc w:val="center"/>
        <w:rPr>
          <w:b/>
          <w:bCs/>
        </w:rPr>
      </w:pPr>
      <w:r w:rsidRPr="006F0BD2">
        <w:rPr>
          <w:b/>
          <w:bCs/>
        </w:rPr>
        <w:t>2.</w:t>
      </w:r>
      <w:r>
        <w:rPr>
          <w:b/>
          <w:bCs/>
        </w:rPr>
        <w:t>3</w:t>
      </w:r>
      <w:r w:rsidRPr="006F0BD2">
        <w:rPr>
          <w:b/>
          <w:bCs/>
        </w:rPr>
        <w:t xml:space="preserve">. Организация осуществления </w:t>
      </w:r>
    </w:p>
    <w:p w:rsidR="00594302" w:rsidRPr="006F0BD2" w:rsidRDefault="00594302" w:rsidP="006F0BD2">
      <w:pPr>
        <w:jc w:val="center"/>
        <w:rPr>
          <w:b/>
          <w:bCs/>
        </w:rPr>
      </w:pPr>
      <w:r w:rsidRPr="006F0BD2">
        <w:rPr>
          <w:b/>
          <w:bCs/>
        </w:rPr>
        <w:t>муниципального контроля за соблюдением норм и правил благоустройства</w:t>
      </w:r>
    </w:p>
    <w:p w:rsidR="00594302" w:rsidRPr="00186FD2" w:rsidRDefault="00594302" w:rsidP="00186FD2">
      <w:pPr>
        <w:pStyle w:val="BodyText"/>
        <w:spacing w:line="24" w:lineRule="atLeast"/>
      </w:pPr>
    </w:p>
    <w:p w:rsidR="00594302" w:rsidRPr="005E4CB3" w:rsidRDefault="00594302" w:rsidP="006F0BD2">
      <w:pPr>
        <w:spacing w:line="24" w:lineRule="atLeast"/>
        <w:ind w:firstLine="708"/>
        <w:jc w:val="both"/>
      </w:pPr>
      <w:r w:rsidRPr="005E4CB3">
        <w:t>Муниципальная функция в 201</w:t>
      </w:r>
      <w:r>
        <w:t>7</w:t>
      </w:r>
      <w:r w:rsidRPr="005E4CB3">
        <w:t xml:space="preserve"> году по исполнению муниципального контроля </w:t>
      </w:r>
      <w:r>
        <w:t>за соблюдением норм и правил благоустройства возложена на о</w:t>
      </w:r>
      <w:r w:rsidRPr="00A15175">
        <w:t>рган муниципального контроля –</w:t>
      </w:r>
      <w:r>
        <w:t xml:space="preserve"> </w:t>
      </w:r>
      <w:r w:rsidRPr="005E4CB3">
        <w:t>управлени</w:t>
      </w:r>
      <w:r>
        <w:t>е</w:t>
      </w:r>
      <w:r w:rsidRPr="005E4CB3">
        <w:t xml:space="preserve"> муниципального хозяйства и градостроительства администрации МО «Город Коряжма», а именно </w:t>
      </w:r>
      <w:r>
        <w:t xml:space="preserve">на </w:t>
      </w:r>
      <w:r w:rsidRPr="005E4CB3">
        <w:t>начальник</w:t>
      </w:r>
      <w:r>
        <w:t>а</w:t>
      </w:r>
      <w:r w:rsidRPr="005E4CB3">
        <w:t xml:space="preserve"> управления муниципального хозяйства и градостроительства, главн</w:t>
      </w:r>
      <w:r>
        <w:t>ого</w:t>
      </w:r>
      <w:r w:rsidRPr="005E4CB3">
        <w:t xml:space="preserve"> специалист</w:t>
      </w:r>
      <w:r>
        <w:t xml:space="preserve">а </w:t>
      </w:r>
      <w:r w:rsidRPr="005E4CB3">
        <w:t>управления муниципального хозяйства и градостроительства администрации МО «Город Коряжма».</w:t>
      </w:r>
    </w:p>
    <w:p w:rsidR="00594302" w:rsidRPr="005E4CB3" w:rsidRDefault="00594302" w:rsidP="00A15175">
      <w:pPr>
        <w:tabs>
          <w:tab w:val="left" w:pos="720"/>
        </w:tabs>
        <w:ind w:firstLine="708"/>
        <w:jc w:val="both"/>
      </w:pPr>
      <w:r>
        <w:rPr>
          <w:sz w:val="32"/>
          <w:szCs w:val="32"/>
        </w:rPr>
        <w:tab/>
      </w:r>
      <w:r w:rsidRPr="005E4CB3">
        <w:t xml:space="preserve">Основными направлениями деятельности по осуществлению муниципального контроля </w:t>
      </w:r>
      <w:r>
        <w:t>за соблюдением норм и правил благоустройства</w:t>
      </w:r>
      <w:r w:rsidRPr="005E4CB3">
        <w:t xml:space="preserve"> являются:</w:t>
      </w:r>
    </w:p>
    <w:p w:rsidR="00594302" w:rsidRPr="00A15175" w:rsidRDefault="00594302" w:rsidP="00A15175">
      <w:pPr>
        <w:jc w:val="both"/>
      </w:pPr>
      <w:r>
        <w:rPr>
          <w:sz w:val="32"/>
          <w:szCs w:val="32"/>
        </w:rPr>
        <w:tab/>
      </w:r>
      <w:r w:rsidRPr="00A15175">
        <w:t>соблюдение юридическими лицами, ин</w:t>
      </w:r>
      <w:r>
        <w:t>дивидуальными предпринимателями</w:t>
      </w:r>
      <w:r w:rsidRPr="00A15175">
        <w:t xml:space="preserve"> норм и правил благоустройства территории муниципального образования «Город Коряжма», а также организация и проведение мероприятий по профилактике нарушений указанных требований в соответствии с ежегодно утверждаемыми программами профилактики правонарушений</w:t>
      </w:r>
      <w:r>
        <w:t>.</w:t>
      </w:r>
    </w:p>
    <w:p w:rsidR="00594302" w:rsidRPr="005E4CB3" w:rsidRDefault="00594302" w:rsidP="00A15175">
      <w:pPr>
        <w:pStyle w:val="BodyText"/>
        <w:spacing w:line="24" w:lineRule="atLeast"/>
      </w:pPr>
      <w:r>
        <w:tab/>
      </w:r>
      <w:r w:rsidRPr="005E4CB3">
        <w:t>Управлением муниципального хозяйства и градостроительства администрации МО «Город Коряжма» муниципальный контрол</w:t>
      </w:r>
      <w:r>
        <w:t>ь</w:t>
      </w:r>
      <w:r w:rsidRPr="005E4CB3">
        <w:t xml:space="preserve"> </w:t>
      </w:r>
      <w:r>
        <w:t>за соблюдением норм и правил благоустройства</w:t>
      </w:r>
      <w:r w:rsidRPr="005E4CB3">
        <w:t xml:space="preserve"> осуществля</w:t>
      </w:r>
      <w:r>
        <w:t>ется</w:t>
      </w:r>
      <w:r w:rsidRPr="005E4CB3">
        <w:t xml:space="preserve"> в соответствии с ежегодным планом проведения плановых проверок юридических лиц и индивидуальных предпринимателей на текущий год.</w:t>
      </w:r>
      <w:r>
        <w:t xml:space="preserve"> Плановые проверки в отношении юридических лиц и индивидуальных предпринимателей в отчетном периоде не планировались.</w:t>
      </w:r>
    </w:p>
    <w:p w:rsidR="00594302" w:rsidRDefault="00594302" w:rsidP="00A15175">
      <w:pPr>
        <w:pStyle w:val="BodyText"/>
        <w:spacing w:line="24" w:lineRule="atLeast"/>
        <w:ind w:firstLine="708"/>
      </w:pPr>
      <w:r w:rsidRPr="005E4CB3">
        <w:t>Работа по аккредитации юридических лиц и граждан в качестве экспертных организаций и экспертов при выполнении мероприятий по контролю при проведении проверок на территории МО «Город Коряжма» не проводилась.</w:t>
      </w:r>
    </w:p>
    <w:p w:rsidR="00594302" w:rsidRDefault="00594302" w:rsidP="00A15175">
      <w:pPr>
        <w:pStyle w:val="BodyText"/>
        <w:spacing w:line="24" w:lineRule="atLeast"/>
        <w:ind w:firstLine="708"/>
      </w:pPr>
    </w:p>
    <w:p w:rsidR="00594302" w:rsidRPr="005E4CB3" w:rsidRDefault="00594302" w:rsidP="0032458B">
      <w:pPr>
        <w:jc w:val="center"/>
        <w:rPr>
          <w:b/>
          <w:bCs/>
        </w:rPr>
      </w:pPr>
      <w:r w:rsidRPr="005E4CB3">
        <w:rPr>
          <w:b/>
          <w:bCs/>
        </w:rPr>
        <w:t>2.</w:t>
      </w:r>
      <w:r>
        <w:rPr>
          <w:b/>
          <w:bCs/>
        </w:rPr>
        <w:t>4</w:t>
      </w:r>
      <w:r w:rsidRPr="005E4CB3">
        <w:rPr>
          <w:b/>
          <w:bCs/>
        </w:rPr>
        <w:t>. Организация муниципального контроля</w:t>
      </w:r>
      <w:r>
        <w:rPr>
          <w:b/>
          <w:bCs/>
        </w:rPr>
        <w:t xml:space="preserve"> в области торговой деятельности</w:t>
      </w:r>
    </w:p>
    <w:p w:rsidR="00594302" w:rsidRPr="005E4CB3" w:rsidRDefault="00594302" w:rsidP="0032458B">
      <w:pPr>
        <w:jc w:val="center"/>
        <w:rPr>
          <w:b/>
          <w:bCs/>
        </w:rPr>
      </w:pPr>
    </w:p>
    <w:p w:rsidR="00594302" w:rsidRPr="009D78DB" w:rsidRDefault="00594302" w:rsidP="009D78DB">
      <w:pPr>
        <w:pStyle w:val="BodyText"/>
        <w:spacing w:line="24" w:lineRule="atLeast"/>
        <w:ind w:firstLine="708"/>
      </w:pPr>
      <w:r w:rsidRPr="009D78DB">
        <w:t>Должностные лица, уполномоченные исполнять муниципальную функцию – лица, замещающие муниципальную должность муниципального образования «Город Коряжма», уполномоченные на исполнение административных процедур в рамках осуществлении муниципального контроля в области торговой деятельности согласно распоряжению органа муниципального контроля (далее – должностные лица):</w:t>
      </w:r>
    </w:p>
    <w:p w:rsidR="00594302" w:rsidRPr="009D78DB" w:rsidRDefault="00594302" w:rsidP="009D78DB">
      <w:pPr>
        <w:pStyle w:val="BodyText"/>
        <w:spacing w:line="24" w:lineRule="atLeast"/>
        <w:ind w:firstLine="708"/>
      </w:pPr>
      <w:r w:rsidRPr="009D78DB">
        <w:t>- руководитель отдела экономики, прогнозирования и торговли администрации города;</w:t>
      </w:r>
    </w:p>
    <w:p w:rsidR="00594302" w:rsidRPr="009D78DB" w:rsidRDefault="00594302" w:rsidP="009D78DB">
      <w:pPr>
        <w:pStyle w:val="BodyText"/>
        <w:spacing w:line="24" w:lineRule="atLeast"/>
        <w:ind w:firstLine="708"/>
      </w:pPr>
      <w:r w:rsidRPr="009D78DB">
        <w:t xml:space="preserve">- ведущий специалист отдела экономики, прогнозирования и торговли администрации города. </w:t>
      </w:r>
    </w:p>
    <w:p w:rsidR="00594302" w:rsidRDefault="00594302" w:rsidP="00DD26B3">
      <w:pPr>
        <w:pStyle w:val="BodyText"/>
        <w:spacing w:line="24" w:lineRule="atLeast"/>
        <w:ind w:firstLine="708"/>
      </w:pPr>
      <w:r w:rsidRPr="00DD26B3">
        <w:t>Муниципальный контроль в области торговой деятельности осуществляется в целях соблюдения обязательных требований законодательства в сфере торговой деятельности</w:t>
      </w:r>
      <w:r>
        <w:t>.</w:t>
      </w:r>
    </w:p>
    <w:p w:rsidR="00594302" w:rsidRPr="005E4CB3" w:rsidRDefault="00594302" w:rsidP="00DD26B3">
      <w:pPr>
        <w:pStyle w:val="BodyText"/>
        <w:spacing w:line="24" w:lineRule="atLeast"/>
        <w:ind w:firstLine="708"/>
      </w:pPr>
      <w:r>
        <w:t>А</w:t>
      </w:r>
      <w:r w:rsidRPr="005E4CB3">
        <w:t>дминистраци</w:t>
      </w:r>
      <w:r>
        <w:t>ей</w:t>
      </w:r>
      <w:r w:rsidRPr="005E4CB3">
        <w:t xml:space="preserve"> МО «Город Коряжма» муниципальный контроль </w:t>
      </w:r>
      <w:r>
        <w:t xml:space="preserve">в области торговой деятельности </w:t>
      </w:r>
      <w:r w:rsidRPr="005E4CB3">
        <w:t>осуществля</w:t>
      </w:r>
      <w:r>
        <w:t>ется</w:t>
      </w:r>
      <w:r w:rsidRPr="005E4CB3">
        <w:t xml:space="preserve"> в соответствии с ежегодным планом проведения плановых проверок юридических лиц и индивидуальных предпринимателей на текущий год.</w:t>
      </w:r>
      <w:r>
        <w:t xml:space="preserve"> Плановые проверки в отношении юридических лиц и индивидуальных предпринимателей в отчетном периоде не планировались.</w:t>
      </w:r>
    </w:p>
    <w:p w:rsidR="00594302" w:rsidRPr="005E4CB3" w:rsidRDefault="00594302" w:rsidP="00447756">
      <w:pPr>
        <w:spacing w:line="24" w:lineRule="atLeast"/>
        <w:jc w:val="both"/>
      </w:pPr>
      <w:r w:rsidRPr="005E4CB3">
        <w:tab/>
        <w:t>Подведомственные органы, выполняющие функции муниципального контроля в МО «Город Коряжма» отсутствуют.</w:t>
      </w:r>
    </w:p>
    <w:p w:rsidR="00594302" w:rsidRDefault="00594302" w:rsidP="0032458B">
      <w:pPr>
        <w:pStyle w:val="BodyText"/>
        <w:spacing w:line="24" w:lineRule="atLeast"/>
      </w:pPr>
      <w:r w:rsidRPr="005E4CB3">
        <w:tab/>
        <w:t>Работа по аккредитации юридических лиц и граждан в качестве экспертных организаций и экспертов при выполнении мероприятий по контролю при проведении проверок на территории МО «Город Коряжма» не проводилась.</w:t>
      </w:r>
    </w:p>
    <w:p w:rsidR="00594302" w:rsidRDefault="00594302" w:rsidP="00A15175">
      <w:pPr>
        <w:pStyle w:val="BodyText"/>
        <w:spacing w:line="24" w:lineRule="atLeast"/>
        <w:ind w:firstLine="708"/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594302" w:rsidRPr="00855B52" w:rsidRDefault="00594302" w:rsidP="00886888">
      <w:pPr>
        <w:rPr>
          <w:sz w:val="26"/>
          <w:szCs w:val="26"/>
        </w:rPr>
      </w:pPr>
    </w:p>
    <w:p w:rsidR="00594302" w:rsidRPr="005E4CB3" w:rsidRDefault="00594302" w:rsidP="00CD056D">
      <w:pPr>
        <w:spacing w:line="24" w:lineRule="atLeast"/>
        <w:ind w:firstLine="540"/>
        <w:jc w:val="both"/>
      </w:pPr>
      <w:r w:rsidRPr="005E4CB3">
        <w:t>В 201</w:t>
      </w:r>
      <w:r>
        <w:t>8</w:t>
      </w:r>
      <w:r w:rsidRPr="005E4CB3">
        <w:t xml:space="preserve"> году финансовое обеспечение исполнения функций по осуществлению муниципального контроля осуществлялось за счет средств местного бюджета муниципального образования «Город Коряжма».</w:t>
      </w:r>
      <w:r w:rsidRPr="005E4CB3">
        <w:tab/>
      </w:r>
    </w:p>
    <w:p w:rsidR="00594302" w:rsidRPr="005E4CB3" w:rsidRDefault="00594302" w:rsidP="00CD056D">
      <w:pPr>
        <w:spacing w:line="24" w:lineRule="atLeast"/>
        <w:ind w:firstLine="540"/>
        <w:jc w:val="both"/>
      </w:pPr>
    </w:p>
    <w:p w:rsidR="00594302" w:rsidRPr="005E4CB3" w:rsidRDefault="00594302" w:rsidP="00CD056D">
      <w:pPr>
        <w:pStyle w:val="BodyText"/>
        <w:spacing w:line="24" w:lineRule="atLeast"/>
        <w:ind w:left="360"/>
        <w:jc w:val="center"/>
        <w:rPr>
          <w:b/>
          <w:bCs/>
        </w:rPr>
      </w:pPr>
      <w:r w:rsidRPr="005E4CB3">
        <w:tab/>
      </w:r>
      <w:r w:rsidRPr="005E4CB3">
        <w:rPr>
          <w:b/>
          <w:bCs/>
        </w:rPr>
        <w:t>3.1. Финансовое и кадровое обеспечение муниципального жилищного контроля</w:t>
      </w:r>
      <w:r>
        <w:rPr>
          <w:b/>
          <w:bCs/>
        </w:rPr>
        <w:t xml:space="preserve">, </w:t>
      </w:r>
      <w:r w:rsidRPr="005E4CB3">
        <w:rPr>
          <w:b/>
          <w:bCs/>
        </w:rPr>
        <w:t>муниципального контроля</w:t>
      </w:r>
      <w:r>
        <w:rPr>
          <w:b/>
          <w:bCs/>
        </w:rPr>
        <w:t xml:space="preserve"> за соблюдением норм и правил благоустройства</w:t>
      </w:r>
    </w:p>
    <w:p w:rsidR="00594302" w:rsidRPr="005E4CB3" w:rsidRDefault="00594302" w:rsidP="00CD056D">
      <w:pPr>
        <w:pStyle w:val="BodyText"/>
        <w:spacing w:line="24" w:lineRule="atLeast"/>
        <w:ind w:left="360"/>
        <w:jc w:val="center"/>
      </w:pPr>
    </w:p>
    <w:p w:rsidR="00594302" w:rsidRPr="005E4CB3" w:rsidRDefault="00594302" w:rsidP="00CD056D">
      <w:pPr>
        <w:spacing w:line="24" w:lineRule="atLeast"/>
        <w:ind w:firstLine="724"/>
        <w:jc w:val="both"/>
        <w:rPr>
          <w:b/>
          <w:bCs/>
        </w:rPr>
      </w:pPr>
      <w:r w:rsidRPr="005E4CB3">
        <w:rPr>
          <w:b/>
          <w:bCs/>
        </w:rPr>
        <w:t>а) сведения, характеризующие финансовое обеспечение исполнения функций по осуществлению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функций):</w:t>
      </w:r>
    </w:p>
    <w:p w:rsidR="00594302" w:rsidRPr="005E4CB3" w:rsidRDefault="00594302" w:rsidP="00CD056D">
      <w:pPr>
        <w:spacing w:line="24" w:lineRule="atLeast"/>
        <w:ind w:firstLine="724"/>
        <w:jc w:val="both"/>
      </w:pPr>
      <w:r w:rsidRPr="005E4CB3">
        <w:t>Дополнительное финансовое обеспечение исполнения функций по осуществлению муниципального жилищного контроля управлению муниципального хозяйства и градостроительства администрации МО «Город Коряжма» за 201</w:t>
      </w:r>
      <w:r>
        <w:t>8</w:t>
      </w:r>
      <w:r w:rsidRPr="005E4CB3">
        <w:t xml:space="preserve"> год не выделялось.</w:t>
      </w:r>
    </w:p>
    <w:p w:rsidR="00594302" w:rsidRPr="005E4CB3" w:rsidRDefault="00594302" w:rsidP="00CD056D">
      <w:pPr>
        <w:spacing w:line="24" w:lineRule="atLeast"/>
        <w:ind w:firstLine="724"/>
        <w:jc w:val="both"/>
        <w:rPr>
          <w:b/>
          <w:bCs/>
        </w:rPr>
      </w:pPr>
      <w:r w:rsidRPr="005E4CB3">
        <w:rPr>
          <w:b/>
          <w:bCs/>
        </w:rPr>
        <w:t>б) данные о штатной численности работников органов государственного контроля (надзора), муниципального контроля, выполняющих функции по контролю, и об укомплектованности штатной численности:</w:t>
      </w:r>
    </w:p>
    <w:p w:rsidR="00594302" w:rsidRPr="005E4CB3" w:rsidRDefault="00594302" w:rsidP="00CD056D">
      <w:pPr>
        <w:spacing w:line="24" w:lineRule="atLeast"/>
        <w:ind w:firstLine="724"/>
        <w:jc w:val="both"/>
      </w:pPr>
      <w:r w:rsidRPr="005E4CB3">
        <w:t>Численность муниципальных служащих управления муниципального хозяйства и градостроительства администрации МО «Город Коряжма», органа, уполномоченного на осуществлении муниципального жилищного контроля на территории МО «Город Коряжма», составила за 201</w:t>
      </w:r>
      <w:r>
        <w:t>8</w:t>
      </w:r>
      <w:r w:rsidRPr="005E4CB3">
        <w:t xml:space="preserve"> года – </w:t>
      </w:r>
      <w:r>
        <w:t>3</w:t>
      </w:r>
      <w:r w:rsidRPr="005E4CB3">
        <w:t xml:space="preserve"> единицы, занимающихся основными функция</w:t>
      </w:r>
      <w:r>
        <w:t>ми</w:t>
      </w:r>
      <w:r w:rsidRPr="005E4CB3">
        <w:t xml:space="preserve"> по направлениям деятельности управления. </w:t>
      </w:r>
    </w:p>
    <w:p w:rsidR="00594302" w:rsidRPr="005E4CB3" w:rsidRDefault="00594302" w:rsidP="00CD056D">
      <w:pPr>
        <w:spacing w:line="24" w:lineRule="atLeast"/>
        <w:ind w:firstLine="724"/>
        <w:jc w:val="both"/>
        <w:rPr>
          <w:b/>
          <w:bCs/>
        </w:rPr>
      </w:pPr>
      <w:r w:rsidRPr="005E4CB3">
        <w:rPr>
          <w:b/>
          <w:bCs/>
        </w:rPr>
        <w:t>в) сведения о квалификации работников, о мероприятиях по повышению их квалификации:</w:t>
      </w:r>
    </w:p>
    <w:p w:rsidR="00594302" w:rsidRPr="005E4CB3" w:rsidRDefault="00594302" w:rsidP="00CD056D">
      <w:pPr>
        <w:spacing w:line="24" w:lineRule="atLeast"/>
        <w:ind w:firstLine="724"/>
        <w:jc w:val="both"/>
      </w:pPr>
      <w:r w:rsidRPr="005E4CB3">
        <w:t>Муниципальные служащие имеют высшее профессиональное образование в профильной области.</w:t>
      </w:r>
    </w:p>
    <w:p w:rsidR="00594302" w:rsidRPr="005E4CB3" w:rsidRDefault="00594302" w:rsidP="00CD056D">
      <w:pPr>
        <w:spacing w:line="24" w:lineRule="atLeast"/>
        <w:ind w:firstLine="724"/>
        <w:jc w:val="both"/>
        <w:rPr>
          <w:b/>
          <w:bCs/>
        </w:rPr>
      </w:pPr>
      <w:r w:rsidRPr="005E4CB3">
        <w:rPr>
          <w:b/>
          <w:bCs/>
        </w:rPr>
        <w:t>г) данные о средней нагрузке на 1 работника по фактически выполненному в отчетный период объему функций по контролю:</w:t>
      </w:r>
    </w:p>
    <w:p w:rsidR="00594302" w:rsidRPr="005E4CB3" w:rsidRDefault="00594302" w:rsidP="00CD056D">
      <w:pPr>
        <w:spacing w:line="24" w:lineRule="atLeast"/>
        <w:ind w:firstLine="724"/>
        <w:jc w:val="both"/>
      </w:pPr>
      <w:r w:rsidRPr="005E4CB3">
        <w:t>Средняя нагрузка на 1 работника по фактически выполненному в отчетном периоде объема функций по контролю составила за 201</w:t>
      </w:r>
      <w:r>
        <w:t>8</w:t>
      </w:r>
      <w:r w:rsidRPr="005E4CB3">
        <w:t xml:space="preserve"> год – </w:t>
      </w:r>
      <w:r>
        <w:t>0,0</w:t>
      </w:r>
      <w:r w:rsidRPr="005E4CB3">
        <w:t xml:space="preserve"> проверок.</w:t>
      </w:r>
    </w:p>
    <w:p w:rsidR="00594302" w:rsidRPr="005E4CB3" w:rsidRDefault="00594302" w:rsidP="00CD056D">
      <w:pPr>
        <w:spacing w:line="24" w:lineRule="atLeast"/>
        <w:ind w:firstLine="724"/>
        <w:jc w:val="both"/>
        <w:rPr>
          <w:b/>
          <w:bCs/>
        </w:rPr>
      </w:pPr>
      <w:r w:rsidRPr="005E4CB3">
        <w:rPr>
          <w:b/>
          <w:bCs/>
        </w:rPr>
        <w:t>д) численность экспертов и представителей экспертных организаций, привлекаемых к проведению мероприятий по контролю:</w:t>
      </w:r>
    </w:p>
    <w:p w:rsidR="00594302" w:rsidRPr="005E4CB3" w:rsidRDefault="00594302" w:rsidP="00CD056D">
      <w:pPr>
        <w:spacing w:line="24" w:lineRule="atLeast"/>
        <w:ind w:firstLine="724"/>
        <w:jc w:val="both"/>
      </w:pPr>
      <w:r w:rsidRPr="005E4CB3">
        <w:t>Не привлекались.</w:t>
      </w:r>
    </w:p>
    <w:p w:rsidR="00594302" w:rsidRPr="005E4CB3" w:rsidRDefault="00594302" w:rsidP="00CD056D">
      <w:pPr>
        <w:spacing w:line="24" w:lineRule="atLeast"/>
        <w:ind w:firstLine="724"/>
        <w:jc w:val="both"/>
      </w:pPr>
    </w:p>
    <w:p w:rsidR="00594302" w:rsidRPr="005E4CB3" w:rsidRDefault="00594302" w:rsidP="00CD056D">
      <w:pPr>
        <w:pStyle w:val="BodyText"/>
        <w:spacing w:line="24" w:lineRule="atLeast"/>
        <w:jc w:val="center"/>
        <w:rPr>
          <w:b/>
          <w:bCs/>
        </w:rPr>
      </w:pPr>
      <w:r w:rsidRPr="005E4CB3">
        <w:rPr>
          <w:b/>
          <w:bCs/>
        </w:rPr>
        <w:t>3.2. Финансовое и кадровое обеспечение муниципального земельного контроля</w:t>
      </w:r>
    </w:p>
    <w:p w:rsidR="00594302" w:rsidRPr="005E4CB3" w:rsidRDefault="00594302" w:rsidP="00CD056D">
      <w:pPr>
        <w:pStyle w:val="BodyText"/>
        <w:spacing w:line="24" w:lineRule="atLeast"/>
        <w:jc w:val="center"/>
        <w:rPr>
          <w:b/>
          <w:bCs/>
        </w:rPr>
      </w:pPr>
    </w:p>
    <w:p w:rsidR="00594302" w:rsidRPr="005E4CB3" w:rsidRDefault="00594302" w:rsidP="00CD056D">
      <w:pPr>
        <w:ind w:firstLine="567"/>
        <w:jc w:val="both"/>
      </w:pPr>
      <w:r w:rsidRPr="005E4CB3">
        <w:t xml:space="preserve">Правом муниципального земельного инспектора по использованию и охране земель </w:t>
      </w:r>
      <w:r>
        <w:t xml:space="preserve">на </w:t>
      </w:r>
      <w:r w:rsidRPr="005E4CB3">
        <w:t>территории МО "Город Коряжма" наделен 1 ведущий специалист управления муниципального хозяйства и градостроительства.</w:t>
      </w:r>
    </w:p>
    <w:p w:rsidR="00594302" w:rsidRPr="005E4CB3" w:rsidRDefault="00594302" w:rsidP="00CD056D">
      <w:pPr>
        <w:ind w:firstLine="567"/>
        <w:jc w:val="both"/>
      </w:pPr>
      <w:r w:rsidRPr="005E4CB3">
        <w:t>Работник имеет высшее образование, полностью соответствует квалификационным требованиям.</w:t>
      </w:r>
    </w:p>
    <w:p w:rsidR="00594302" w:rsidRPr="005E4CB3" w:rsidRDefault="00594302" w:rsidP="00CD056D">
      <w:pPr>
        <w:ind w:firstLine="567"/>
        <w:jc w:val="both"/>
      </w:pPr>
      <w:r w:rsidRPr="005E4CB3">
        <w:t>В 201</w:t>
      </w:r>
      <w:r>
        <w:t>7</w:t>
      </w:r>
      <w:r w:rsidRPr="005E4CB3">
        <w:t xml:space="preserve"> году мероприятия для повышения квалификации по исполнению муниципального земельного контроля не проводились.</w:t>
      </w:r>
    </w:p>
    <w:p w:rsidR="00594302" w:rsidRPr="005E4CB3" w:rsidRDefault="00594302" w:rsidP="00186FD2">
      <w:pPr>
        <w:spacing w:line="24" w:lineRule="atLeast"/>
        <w:ind w:firstLine="567"/>
        <w:jc w:val="both"/>
      </w:pPr>
      <w:r w:rsidRPr="005E4CB3">
        <w:t>Средняя нагрузка на 1 работника по фактически выполненному в отчетном периоде объема функций по контролю составила за 201</w:t>
      </w:r>
      <w:r>
        <w:t>7</w:t>
      </w:r>
      <w:r w:rsidRPr="005E4CB3">
        <w:t xml:space="preserve"> год – </w:t>
      </w:r>
      <w:r>
        <w:t>0</w:t>
      </w:r>
      <w:r w:rsidRPr="005E4CB3">
        <w:t>,0 проверок</w:t>
      </w:r>
      <w:r>
        <w:t>.</w:t>
      </w:r>
    </w:p>
    <w:p w:rsidR="00594302" w:rsidRDefault="00594302" w:rsidP="00CD056D">
      <w:pPr>
        <w:ind w:firstLine="567"/>
        <w:jc w:val="both"/>
      </w:pPr>
      <w:r w:rsidRPr="005E4CB3">
        <w:t>Эксперты и экспертные организации, к проведению мероприятий по осуществлению муниципального земельного контроля не привлекались.</w:t>
      </w:r>
    </w:p>
    <w:p w:rsidR="00594302" w:rsidRDefault="00594302" w:rsidP="00CD056D">
      <w:pPr>
        <w:ind w:firstLine="567"/>
        <w:jc w:val="both"/>
      </w:pPr>
    </w:p>
    <w:p w:rsidR="00594302" w:rsidRPr="005E4CB3" w:rsidRDefault="00594302" w:rsidP="00447756">
      <w:pPr>
        <w:pStyle w:val="BodyText"/>
        <w:spacing w:line="24" w:lineRule="atLeast"/>
        <w:jc w:val="center"/>
        <w:rPr>
          <w:b/>
          <w:bCs/>
        </w:rPr>
      </w:pPr>
      <w:r w:rsidRPr="005E4CB3">
        <w:rPr>
          <w:b/>
          <w:bCs/>
        </w:rPr>
        <w:t>3.2. Финансовое и кадровое обеспечение муниципального контроля</w:t>
      </w:r>
      <w:r>
        <w:rPr>
          <w:b/>
          <w:bCs/>
        </w:rPr>
        <w:t xml:space="preserve"> в области торговой деятельности</w:t>
      </w:r>
    </w:p>
    <w:p w:rsidR="00594302" w:rsidRPr="005E4CB3" w:rsidRDefault="00594302" w:rsidP="00447756">
      <w:pPr>
        <w:pStyle w:val="BodyText"/>
        <w:spacing w:line="24" w:lineRule="atLeast"/>
        <w:jc w:val="center"/>
        <w:rPr>
          <w:b/>
          <w:bCs/>
        </w:rPr>
      </w:pPr>
    </w:p>
    <w:p w:rsidR="00594302" w:rsidRPr="005E4CB3" w:rsidRDefault="00594302" w:rsidP="00447756">
      <w:pPr>
        <w:ind w:firstLine="567"/>
        <w:jc w:val="both"/>
      </w:pPr>
      <w:r w:rsidRPr="005E4CB3">
        <w:t xml:space="preserve">Правом </w:t>
      </w:r>
      <w:r>
        <w:t xml:space="preserve">исполнять муниципальную функцию в сфере торговой деятельности на </w:t>
      </w:r>
      <w:r w:rsidRPr="005E4CB3">
        <w:t>территории МО "Город Коряжма" наделен</w:t>
      </w:r>
      <w:r>
        <w:t>ы</w:t>
      </w:r>
      <w:r w:rsidRPr="005E4CB3">
        <w:t xml:space="preserve"> </w:t>
      </w:r>
      <w:r>
        <w:t xml:space="preserve">руководитель и </w:t>
      </w:r>
      <w:r w:rsidRPr="005E4CB3">
        <w:t xml:space="preserve">ведущий специалист </w:t>
      </w:r>
      <w:r>
        <w:t>отдела экономики, прогнозирования и торговли администрации города</w:t>
      </w:r>
      <w:r w:rsidRPr="005E4CB3">
        <w:t>.</w:t>
      </w:r>
    </w:p>
    <w:p w:rsidR="00594302" w:rsidRPr="005E4CB3" w:rsidRDefault="00594302" w:rsidP="00447756">
      <w:pPr>
        <w:ind w:firstLine="567"/>
        <w:jc w:val="both"/>
      </w:pPr>
      <w:r w:rsidRPr="005E4CB3">
        <w:t>Работник</w:t>
      </w:r>
      <w:r>
        <w:t>и</w:t>
      </w:r>
      <w:r w:rsidRPr="005E4CB3">
        <w:t xml:space="preserve"> име</w:t>
      </w:r>
      <w:r>
        <w:t>ют</w:t>
      </w:r>
      <w:r w:rsidRPr="005E4CB3">
        <w:t xml:space="preserve"> высшее образование, полностью соответствует квалификационным требованиям.</w:t>
      </w:r>
    </w:p>
    <w:p w:rsidR="00594302" w:rsidRPr="005E4CB3" w:rsidRDefault="00594302" w:rsidP="00447756">
      <w:pPr>
        <w:ind w:firstLine="567"/>
        <w:jc w:val="both"/>
      </w:pPr>
      <w:r w:rsidRPr="005E4CB3">
        <w:t>В 201</w:t>
      </w:r>
      <w:r>
        <w:t>8</w:t>
      </w:r>
      <w:r w:rsidRPr="005E4CB3">
        <w:t xml:space="preserve"> году мероприятия </w:t>
      </w:r>
      <w:r>
        <w:t>по</w:t>
      </w:r>
      <w:r w:rsidRPr="005E4CB3">
        <w:t xml:space="preserve"> повышени</w:t>
      </w:r>
      <w:r>
        <w:t>ю</w:t>
      </w:r>
      <w:r w:rsidRPr="005E4CB3">
        <w:t xml:space="preserve"> квалификации по исполнению муниципального контроля </w:t>
      </w:r>
      <w:r>
        <w:t xml:space="preserve">в области торговой деятельности </w:t>
      </w:r>
      <w:r w:rsidRPr="005E4CB3">
        <w:t>не проводились.</w:t>
      </w:r>
    </w:p>
    <w:p w:rsidR="00594302" w:rsidRPr="005E4CB3" w:rsidRDefault="00594302" w:rsidP="00A92354">
      <w:pPr>
        <w:spacing w:line="24" w:lineRule="atLeast"/>
        <w:ind w:firstLine="567"/>
        <w:jc w:val="both"/>
      </w:pPr>
      <w:r w:rsidRPr="005E4CB3">
        <w:t>Средняя нагрузка на 1 работника по фактически выполненному в отчетном периоде объема функций по контролю составила за 201</w:t>
      </w:r>
      <w:r>
        <w:t>7</w:t>
      </w:r>
      <w:r w:rsidRPr="005E4CB3">
        <w:t xml:space="preserve"> год – </w:t>
      </w:r>
      <w:r>
        <w:t>0</w:t>
      </w:r>
      <w:r w:rsidRPr="005E4CB3">
        <w:t>,0 проверок</w:t>
      </w:r>
      <w:r>
        <w:t>.</w:t>
      </w:r>
    </w:p>
    <w:p w:rsidR="00594302" w:rsidRDefault="00594302" w:rsidP="00447756">
      <w:pPr>
        <w:ind w:firstLine="567"/>
        <w:jc w:val="both"/>
      </w:pPr>
      <w:r w:rsidRPr="005E4CB3">
        <w:t>Эксперты и экспертные организации, к проведению мероприятий по осуществлению муниципального земельного контроля не привлекались.</w:t>
      </w:r>
    </w:p>
    <w:p w:rsidR="00594302" w:rsidRPr="00186FD2" w:rsidRDefault="00594302" w:rsidP="00186FD2">
      <w:pPr>
        <w:pStyle w:val="BodyText"/>
        <w:spacing w:line="24" w:lineRule="atLeast"/>
        <w:jc w:val="center"/>
        <w:rPr>
          <w:b/>
          <w:bCs/>
        </w:rPr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594302" w:rsidRDefault="00594302" w:rsidP="00CD056D">
      <w:pPr>
        <w:ind w:firstLine="720"/>
        <w:jc w:val="both"/>
      </w:pPr>
    </w:p>
    <w:p w:rsidR="00594302" w:rsidRPr="00A92354" w:rsidRDefault="00594302" w:rsidP="00A92354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E4CB3">
        <w:t xml:space="preserve">В отчетный период на территории МО «Город Коряжма» </w:t>
      </w:r>
      <w:r>
        <w:t>п</w:t>
      </w:r>
      <w:r w:rsidRPr="00A92354">
        <w:t>лановые проверки в отношении юридических лиц и индивидуальных предпринимателей не планировались</w:t>
      </w:r>
      <w:r>
        <w:t>.</w:t>
      </w:r>
      <w:r w:rsidRPr="005E4CB3">
        <w:t xml:space="preserve"> </w:t>
      </w:r>
    </w:p>
    <w:p w:rsidR="00594302" w:rsidRPr="00A92354" w:rsidRDefault="00594302" w:rsidP="00A92354">
      <w:pPr>
        <w:ind w:firstLine="709"/>
        <w:jc w:val="both"/>
      </w:pPr>
      <w:r w:rsidRPr="00A92354">
        <w:t>В 2018 году внеплановые проверки должностными лицами, уполномоченными на осуществление муниципального контроля в области торговой деятельности, муниципального жилищного контроля, муниципального контроля за соблюдением норм и правил благоустройства, муниципального земельного контроля, на территории МО «Город Коряжма» не проводились.</w:t>
      </w:r>
    </w:p>
    <w:p w:rsidR="00594302" w:rsidRPr="005E4CB3" w:rsidRDefault="00594302" w:rsidP="00CD056D">
      <w:pPr>
        <w:jc w:val="both"/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594302" w:rsidRPr="00186FD2" w:rsidRDefault="00594302" w:rsidP="00186FD2">
      <w:pPr>
        <w:jc w:val="both"/>
      </w:pPr>
    </w:p>
    <w:p w:rsidR="00594302" w:rsidRPr="005E4CB3" w:rsidRDefault="00594302" w:rsidP="00CD056D">
      <w:pPr>
        <w:spacing w:after="200"/>
        <w:ind w:left="360"/>
        <w:jc w:val="center"/>
      </w:pPr>
      <w:r w:rsidRPr="005E4CB3">
        <w:rPr>
          <w:b/>
          <w:bCs/>
        </w:rPr>
        <w:t>5.1. Муниципальный жилищный контроль</w:t>
      </w:r>
      <w:r>
        <w:rPr>
          <w:b/>
          <w:bCs/>
        </w:rPr>
        <w:t xml:space="preserve">, </w:t>
      </w:r>
      <w:r w:rsidRPr="005E4CB3">
        <w:rPr>
          <w:b/>
          <w:bCs/>
        </w:rPr>
        <w:t>муниципальн</w:t>
      </w:r>
      <w:r>
        <w:rPr>
          <w:b/>
          <w:bCs/>
        </w:rPr>
        <w:t>ый</w:t>
      </w:r>
      <w:r w:rsidRPr="005E4CB3">
        <w:rPr>
          <w:b/>
          <w:bCs/>
        </w:rPr>
        <w:t xml:space="preserve"> контрол</w:t>
      </w:r>
      <w:r>
        <w:rPr>
          <w:b/>
          <w:bCs/>
        </w:rPr>
        <w:t>ь за соблюдением норм и правил благоустройства, муниципальный земельный контроль, муниципальный контроль в области торговой деятельности</w:t>
      </w:r>
    </w:p>
    <w:p w:rsidR="00594302" w:rsidRPr="009A4647" w:rsidRDefault="00594302" w:rsidP="00CD056D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9A4647">
        <w:rPr>
          <w:b/>
          <w:bCs/>
        </w:rPr>
        <w:t>а) сведения о принятых органами государственного контроля (надзора), муниципального контроля мерах реагирования по фактам выявленных нарушений, в том числе в динамике:</w:t>
      </w:r>
    </w:p>
    <w:p w:rsidR="00594302" w:rsidRPr="00A92354" w:rsidRDefault="00594302" w:rsidP="00A92354">
      <w:pPr>
        <w:ind w:firstLine="709"/>
        <w:jc w:val="both"/>
      </w:pPr>
      <w:r w:rsidRPr="00A92354">
        <w:t xml:space="preserve">В 2018 году проверки </w:t>
      </w:r>
      <w:r>
        <w:t xml:space="preserve">в отношении юридических лиц и индивидуальных предпринимателей </w:t>
      </w:r>
      <w:r w:rsidRPr="00A92354">
        <w:t>должностными лицами, уполномоченными на осуществление муниципального контроля в области торговой деятельности, муниципального жилищного контроля, муниципального контроля за соблюдением норм и правил благоустройства, муниципального земельного контроля, на территории МО «Город Коряжма» не проводились.</w:t>
      </w:r>
    </w:p>
    <w:p w:rsidR="00594302" w:rsidRPr="009A4647" w:rsidRDefault="00594302" w:rsidP="00CD056D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9A4647">
        <w:rPr>
          <w:b/>
          <w:bCs/>
        </w:rPr>
        <w:t xml:space="preserve">б)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направленной на предотвращение нарушений с их стороны: </w:t>
      </w:r>
    </w:p>
    <w:p w:rsidR="00594302" w:rsidRPr="005E4CB3" w:rsidRDefault="00594302" w:rsidP="00CD056D">
      <w:pPr>
        <w:ind w:firstLine="708"/>
        <w:jc w:val="both"/>
      </w:pPr>
      <w:r w:rsidRPr="005E4CB3">
        <w:t xml:space="preserve">Ведется постоянная работа с письменными обращениями и заявлениями граждан, юридических лиц и индивидуальных предпринимателей, органов государственной власти, органов местного самоуправления о нарушениях в сфере жилищного законодательства. </w:t>
      </w:r>
    </w:p>
    <w:p w:rsidR="00594302" w:rsidRPr="005E4CB3" w:rsidRDefault="00594302" w:rsidP="00CD056D">
      <w:pPr>
        <w:ind w:firstLine="708"/>
        <w:jc w:val="both"/>
      </w:pPr>
      <w:r w:rsidRPr="005E4CB3">
        <w:t xml:space="preserve">Муниципальные правовые акты размещены на официальном сайте администрации МО «Город Коряжма» в информационно-телекоммуникационной сети Интернет. </w:t>
      </w:r>
    </w:p>
    <w:p w:rsidR="00594302" w:rsidRPr="005E4CB3" w:rsidRDefault="00594302" w:rsidP="00CD056D">
      <w:pPr>
        <w:ind w:firstLine="708"/>
        <w:jc w:val="both"/>
      </w:pPr>
      <w:r w:rsidRPr="005E4CB3">
        <w:t>Также на официальном сайте в доступной форме размещена информация об изменениях в нормативно правовые акты, административные регламенты муниципального жилищного контроля</w:t>
      </w:r>
      <w:r>
        <w:t>, контроля за соблюдением норм и правил благоустройства</w:t>
      </w:r>
      <w:r w:rsidRPr="005E4CB3">
        <w:t>.</w:t>
      </w:r>
    </w:p>
    <w:p w:rsidR="00594302" w:rsidRPr="009A4647" w:rsidRDefault="00594302" w:rsidP="00CD056D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9A4647">
        <w:rPr>
          <w:b/>
          <w:bCs/>
        </w:rPr>
        <w:t>в)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(количество удовлетворенных судом исков, типовые основания для удовлетворения обращений истцов, меры реагирования, принятые в отношении должностных лиц органов муниципального контроля).</w:t>
      </w:r>
    </w:p>
    <w:p w:rsidR="00594302" w:rsidRPr="005E4CB3" w:rsidRDefault="00594302" w:rsidP="00CD056D">
      <w:pPr>
        <w:ind w:firstLine="708"/>
        <w:jc w:val="both"/>
      </w:pPr>
      <w:r>
        <w:t>Результаты ранее проведенных проверок в отчетном периоде в судебном порядке не оспаривались.</w:t>
      </w:r>
    </w:p>
    <w:p w:rsidR="00594302" w:rsidRPr="00186FD2" w:rsidRDefault="00594302" w:rsidP="00186FD2">
      <w:pPr>
        <w:ind w:firstLine="540"/>
        <w:jc w:val="center"/>
        <w:rPr>
          <w:b/>
          <w:bCs/>
        </w:rPr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594302" w:rsidRPr="005E4CB3" w:rsidRDefault="00594302" w:rsidP="00CD056D">
      <w:pPr>
        <w:ind w:firstLine="540"/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0"/>
        <w:gridCol w:w="2018"/>
      </w:tblGrid>
      <w:tr w:rsidR="00594302" w:rsidRPr="005E4CB3">
        <w:tc>
          <w:tcPr>
            <w:tcW w:w="8028" w:type="dxa"/>
          </w:tcPr>
          <w:p w:rsidR="00594302" w:rsidRPr="005E66A8" w:rsidRDefault="00594302" w:rsidP="00EB0EC4">
            <w:pPr>
              <w:jc w:val="center"/>
              <w:rPr>
                <w:b/>
                <w:bCs/>
              </w:rPr>
            </w:pPr>
            <w:r w:rsidRPr="005E66A8">
              <w:rPr>
                <w:b/>
                <w:bCs/>
              </w:rPr>
              <w:t>Показатели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  <w:rPr>
                <w:b/>
                <w:bCs/>
              </w:rPr>
            </w:pPr>
            <w:r w:rsidRPr="005E66A8">
              <w:rPr>
                <w:b/>
                <w:bCs/>
              </w:rPr>
              <w:t>%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Процент выполнения плана проверок за отчетный период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 xml:space="preserve">Доля заявлений управления муниципального хозяйства и градостроительства, направленных в органы прокуратуры о согласовании проведения выездных проверок, в согласовании которых было отказано (в процентах общего числа направленных в органы прокуратуры заявлений)  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проверок, результаты которых признаны недействительными (в процентах общего числа проведенных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 xml:space="preserve">Доля проверок, проведенных управлением муниципального хозяйства и градостроительства с нарушениями требований </w:t>
            </w:r>
            <w:hyperlink r:id="rId10" w:history="1">
              <w:r w:rsidRPr="00F77997">
                <w:t>законодательства</w:t>
              </w:r>
            </w:hyperlink>
            <w:r w:rsidRPr="005E66A8">
              <w:t xml:space="preserve"> РФ о порядке их проведения, по результатам выявления которых к муниципальным служащим управления муниципального хозяйства и градостроительства, осуществившим такие проверки, применены меры дисциплинарного, административного наказания (в процентах общего числа проведенных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юридических лиц, индивидуальных предпринимателей, в отношении которых управлением муниципального хозяйства и градостроительства были проведены проверки (в процентах общего количества юридических лиц, индивидуальных предпринимателей, осуществляющих деятельность на территории соответствующего муниципального образования, деятельность которых подлежит муниципальному контролю). На территории МО «Город Коряжма» - 1</w:t>
            </w:r>
            <w:r>
              <w:t>4</w:t>
            </w:r>
            <w:r w:rsidRPr="005E66A8">
              <w:t xml:space="preserve"> юридических лиц, индивидуальных предпринимателей, осуществляющих деятельность по управлению многоквартирными домами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Среднее количество проверок, проведенных в отношении одного юридического лица, индивидуального предпринимателя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проведенных внеплановых проверок (в процентах общего количества проведенных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 проведенных внеплановых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 (в процентах общего количества проведенных внеплановых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проверок, по итогам которых выявлены правонарушения (в процентах общего числа проведенных плановых и внеплановых проверок)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процентах общего числа проверенных лиц)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Доля выявленных при проведении проверок правонарушений, связанных с неисполнением предписаний (в процентах общего числа выявленных правонарушений)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Отношение суммы взысканных административных штрафов к общей сумме наложенных административных штрафов (в процентах)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>Средний размер наложенного административного штрафа, в том числе на должностных лиц и юридических лиц (в тыс. руб.)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  <w:tr w:rsidR="00594302" w:rsidRPr="005E4CB3">
        <w:tc>
          <w:tcPr>
            <w:tcW w:w="8028" w:type="dxa"/>
          </w:tcPr>
          <w:p w:rsidR="00594302" w:rsidRPr="005E66A8" w:rsidRDefault="00594302" w:rsidP="00EB0EC4">
            <w:r w:rsidRPr="005E66A8">
              <w:t xml:space="preserve">Доля проверок, по результатам которых материалы о выявленных нарушениях переданы в уполномоченные органы для возбуждения уголовных дел (в процентах общего количества проверок, в результате которых выявлены нарушения обязательных требований) </w:t>
            </w:r>
          </w:p>
        </w:tc>
        <w:tc>
          <w:tcPr>
            <w:tcW w:w="2160" w:type="dxa"/>
          </w:tcPr>
          <w:p w:rsidR="00594302" w:rsidRPr="005E66A8" w:rsidRDefault="00594302" w:rsidP="00EB0EC4">
            <w:pPr>
              <w:jc w:val="center"/>
            </w:pPr>
            <w:r w:rsidRPr="005E66A8">
              <w:t>0</w:t>
            </w:r>
          </w:p>
        </w:tc>
      </w:tr>
    </w:tbl>
    <w:p w:rsidR="00594302" w:rsidRDefault="00594302" w:rsidP="00CD056D">
      <w:pPr>
        <w:ind w:firstLine="708"/>
        <w:jc w:val="both"/>
        <w:rPr>
          <w:lang w:eastAsia="en-US"/>
        </w:rPr>
      </w:pPr>
    </w:p>
    <w:p w:rsidR="00594302" w:rsidRDefault="00594302" w:rsidP="00752BF3">
      <w:pPr>
        <w:autoSpaceDE w:val="0"/>
        <w:autoSpaceDN w:val="0"/>
        <w:adjustRightInd w:val="0"/>
        <w:ind w:firstLine="709"/>
        <w:jc w:val="both"/>
        <w:outlineLvl w:val="2"/>
      </w:pPr>
      <w:r w:rsidRPr="005E4CB3">
        <w:t xml:space="preserve">Проверки </w:t>
      </w:r>
      <w:r>
        <w:t>соблюдения законодательства</w:t>
      </w:r>
      <w:r w:rsidRPr="00A92354">
        <w:t xml:space="preserve"> в области торговой деятельности, муниципального жилищного контроля, муниципального контроля за соблюдением норм и правил благоустройства, муниципального земельного контроля</w:t>
      </w:r>
      <w:r w:rsidRPr="005E4CB3">
        <w:t xml:space="preserve"> в отношении юридических лиц и индивидуальных предпринимателей </w:t>
      </w:r>
      <w:r>
        <w:t>в 2018 году администрацией МО «Город Коряжма», управлением муниципального хозяйства и градостроительства администрации МО «Город Коряжма» не проводились.</w:t>
      </w:r>
    </w:p>
    <w:p w:rsidR="00594302" w:rsidRPr="005E4CB3" w:rsidRDefault="00594302" w:rsidP="00752BF3">
      <w:pPr>
        <w:autoSpaceDE w:val="0"/>
        <w:autoSpaceDN w:val="0"/>
        <w:adjustRightInd w:val="0"/>
        <w:ind w:firstLine="709"/>
        <w:jc w:val="both"/>
        <w:outlineLvl w:val="2"/>
        <w:rPr>
          <w:lang w:eastAsia="en-US"/>
        </w:rPr>
      </w:pPr>
    </w:p>
    <w:p w:rsidR="00594302" w:rsidRPr="005E4CB3" w:rsidRDefault="00594302" w:rsidP="00CD056D">
      <w:pPr>
        <w:jc w:val="center"/>
        <w:rPr>
          <w:b/>
          <w:bCs/>
        </w:rPr>
      </w:pPr>
      <w:r w:rsidRPr="005E4CB3">
        <w:rPr>
          <w:b/>
          <w:bCs/>
        </w:rPr>
        <w:t>Сводная таблица показателей осуществления муниципального земельного контроля за 201</w:t>
      </w:r>
      <w:r>
        <w:rPr>
          <w:b/>
          <w:bCs/>
        </w:rPr>
        <w:t>7</w:t>
      </w:r>
      <w:r w:rsidRPr="005E4CB3">
        <w:rPr>
          <w:b/>
          <w:bCs/>
        </w:rPr>
        <w:t xml:space="preserve"> – 201</w:t>
      </w:r>
      <w:r>
        <w:rPr>
          <w:b/>
          <w:bCs/>
        </w:rPr>
        <w:t xml:space="preserve">8 </w:t>
      </w:r>
      <w:r w:rsidRPr="005E4CB3">
        <w:rPr>
          <w:b/>
          <w:bCs/>
        </w:rPr>
        <w:t>гг.</w:t>
      </w:r>
    </w:p>
    <w:p w:rsidR="00594302" w:rsidRPr="005E4CB3" w:rsidRDefault="00594302" w:rsidP="00CD056D">
      <w:pPr>
        <w:jc w:val="both"/>
        <w:rPr>
          <w:lang w:eastAsia="en-US"/>
        </w:rPr>
      </w:pPr>
    </w:p>
    <w:tbl>
      <w:tblPr>
        <w:tblW w:w="95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3701"/>
        <w:gridCol w:w="1260"/>
        <w:gridCol w:w="1080"/>
        <w:gridCol w:w="1080"/>
        <w:gridCol w:w="1800"/>
      </w:tblGrid>
      <w:tr w:rsidR="00594302" w:rsidRPr="005E4CB3" w:rsidTr="00B52704"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№</w:t>
            </w:r>
          </w:p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п/п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260" w:type="dxa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</w:p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Ед. изм.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  <w:r w:rsidRPr="005E4CB3">
              <w:rPr>
                <w:b/>
                <w:bCs/>
              </w:rPr>
              <w:t xml:space="preserve"> год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752BF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 xml:space="preserve">отклонения </w:t>
            </w:r>
            <w:r w:rsidRPr="005E4CB3">
              <w:rPr>
                <w:b/>
                <w:bCs/>
              </w:rPr>
              <w:br/>
              <w:t>к 201</w:t>
            </w:r>
            <w:r>
              <w:rPr>
                <w:b/>
                <w:bCs/>
              </w:rPr>
              <w:t xml:space="preserve">7 </w:t>
            </w:r>
            <w:r w:rsidRPr="005E4CB3">
              <w:rPr>
                <w:b/>
                <w:bCs/>
              </w:rPr>
              <w:t>г.</w:t>
            </w:r>
          </w:p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5E4CB3">
              <w:rPr>
                <w:b/>
                <w:bCs/>
              </w:rPr>
              <w:t>(+; -)</w:t>
            </w:r>
          </w:p>
        </w:tc>
      </w:tr>
      <w:tr w:rsidR="00594302" w:rsidRPr="005E4CB3" w:rsidTr="00B52704"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1.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Количество проверок проведенных в отношении юридических лиц и индивидуальных предпринимателей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ед.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0</w:t>
            </w:r>
          </w:p>
        </w:tc>
        <w:tc>
          <w:tcPr>
            <w:tcW w:w="1080" w:type="dxa"/>
          </w:tcPr>
          <w:p w:rsidR="00594302" w:rsidRPr="005E4CB3" w:rsidRDefault="00594302" w:rsidP="00B52704">
            <w:pPr>
              <w:autoSpaceDE w:val="0"/>
              <w:autoSpaceDN w:val="0"/>
              <w:adjustRightInd w:val="0"/>
              <w:jc w:val="center"/>
              <w:outlineLvl w:val="2"/>
            </w:pPr>
          </w:p>
          <w:p w:rsidR="00594302" w:rsidRPr="00B52704" w:rsidRDefault="00594302" w:rsidP="00B52704">
            <w:pPr>
              <w:jc w:val="center"/>
            </w:pPr>
          </w:p>
          <w:p w:rsidR="00594302" w:rsidRPr="00B52704" w:rsidRDefault="00594302" w:rsidP="00B52704">
            <w:pPr>
              <w:jc w:val="center"/>
            </w:pPr>
            <w:r>
              <w:t>0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0</w:t>
            </w:r>
          </w:p>
        </w:tc>
      </w:tr>
      <w:tr w:rsidR="00594302" w:rsidRPr="005E4CB3" w:rsidTr="002917D6"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2.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Количество выявленных нарушений земельного законодательства в отношении юридических лиц и индивидуальных предпринимателей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ед.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  <w:tc>
          <w:tcPr>
            <w:tcW w:w="1080" w:type="dxa"/>
            <w:vAlign w:val="center"/>
          </w:tcPr>
          <w:p w:rsidR="00594302" w:rsidRPr="00B52704" w:rsidRDefault="00594302" w:rsidP="002917D6">
            <w:pPr>
              <w:jc w:val="center"/>
            </w:pPr>
            <w:r>
              <w:t>0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</w:tr>
      <w:tr w:rsidR="00594302" w:rsidRPr="005E4CB3" w:rsidTr="002917D6">
        <w:trPr>
          <w:trHeight w:val="439"/>
        </w:trPr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3.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Взыскано штрафных санкций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тыс.руб.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2917D6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0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</w:tr>
      <w:tr w:rsidR="00594302" w:rsidRPr="005E4CB3" w:rsidTr="00B52704"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4.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Всего проведено проверок и обследований земельных участков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ед.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  <w:tc>
          <w:tcPr>
            <w:tcW w:w="1080" w:type="dxa"/>
          </w:tcPr>
          <w:p w:rsidR="00594302" w:rsidRPr="005E4CB3" w:rsidRDefault="00594302" w:rsidP="00B52704">
            <w:pPr>
              <w:autoSpaceDE w:val="0"/>
              <w:autoSpaceDN w:val="0"/>
              <w:adjustRightInd w:val="0"/>
              <w:jc w:val="center"/>
              <w:outlineLvl w:val="2"/>
            </w:pPr>
          </w:p>
          <w:p w:rsidR="00594302" w:rsidRPr="00B52704" w:rsidRDefault="00594302" w:rsidP="00B52704">
            <w:pPr>
              <w:jc w:val="center"/>
            </w:pPr>
            <w:r>
              <w:t>0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</w:tr>
      <w:tr w:rsidR="00594302" w:rsidRPr="005E4CB3" w:rsidTr="00B52704">
        <w:trPr>
          <w:trHeight w:val="726"/>
        </w:trPr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5.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Количество муниципальных земельных инспекторов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ед.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</w:t>
            </w:r>
          </w:p>
        </w:tc>
        <w:tc>
          <w:tcPr>
            <w:tcW w:w="1080" w:type="dxa"/>
            <w:vAlign w:val="bottom"/>
          </w:tcPr>
          <w:p w:rsidR="00594302" w:rsidRDefault="00594302" w:rsidP="00B52704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2</w:t>
            </w:r>
          </w:p>
          <w:p w:rsidR="00594302" w:rsidRPr="005E4CB3" w:rsidRDefault="00594302" w:rsidP="00B52704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</w:tr>
      <w:tr w:rsidR="00594302" w:rsidRPr="005E4CB3" w:rsidTr="00B52704">
        <w:trPr>
          <w:trHeight w:val="321"/>
        </w:trPr>
        <w:tc>
          <w:tcPr>
            <w:tcW w:w="619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6.</w:t>
            </w:r>
          </w:p>
        </w:tc>
        <w:tc>
          <w:tcPr>
            <w:tcW w:w="3701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outlineLvl w:val="2"/>
            </w:pPr>
            <w:r w:rsidRPr="005E4CB3">
              <w:t>Средняя нагрузка на 1 человека</w:t>
            </w:r>
          </w:p>
        </w:tc>
        <w:tc>
          <w:tcPr>
            <w:tcW w:w="126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ед.</w:t>
            </w:r>
          </w:p>
        </w:tc>
        <w:tc>
          <w:tcPr>
            <w:tcW w:w="1080" w:type="dxa"/>
            <w:vAlign w:val="center"/>
          </w:tcPr>
          <w:p w:rsidR="00594302" w:rsidRPr="005E4CB3" w:rsidRDefault="00594302" w:rsidP="00C458A3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100</w:t>
            </w:r>
          </w:p>
        </w:tc>
        <w:tc>
          <w:tcPr>
            <w:tcW w:w="1080" w:type="dxa"/>
          </w:tcPr>
          <w:p w:rsidR="00594302" w:rsidRPr="005E4CB3" w:rsidRDefault="00594302" w:rsidP="00B52704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100</w:t>
            </w:r>
          </w:p>
        </w:tc>
        <w:tc>
          <w:tcPr>
            <w:tcW w:w="1800" w:type="dxa"/>
            <w:vAlign w:val="center"/>
          </w:tcPr>
          <w:p w:rsidR="00594302" w:rsidRPr="005E4CB3" w:rsidRDefault="00594302" w:rsidP="00EB0EC4">
            <w:pPr>
              <w:autoSpaceDE w:val="0"/>
              <w:autoSpaceDN w:val="0"/>
              <w:adjustRightInd w:val="0"/>
              <w:jc w:val="center"/>
              <w:outlineLvl w:val="2"/>
            </w:pPr>
            <w:r w:rsidRPr="005E4CB3">
              <w:t>0</w:t>
            </w:r>
          </w:p>
        </w:tc>
      </w:tr>
    </w:tbl>
    <w:p w:rsidR="00594302" w:rsidRPr="00186FD2" w:rsidRDefault="00594302" w:rsidP="00186FD2">
      <w:pPr>
        <w:tabs>
          <w:tab w:val="left" w:pos="720"/>
        </w:tabs>
        <w:spacing w:line="24" w:lineRule="atLeast"/>
        <w:jc w:val="both"/>
      </w:pP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594302" w:rsidRPr="00F828AB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594302" w:rsidRPr="00886888" w:rsidRDefault="00594302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594302" w:rsidRPr="00186FD2" w:rsidRDefault="00594302" w:rsidP="00186FD2">
      <w:pPr>
        <w:tabs>
          <w:tab w:val="left" w:pos="720"/>
        </w:tabs>
        <w:spacing w:line="24" w:lineRule="atLeast"/>
        <w:jc w:val="both"/>
      </w:pPr>
    </w:p>
    <w:p w:rsidR="00594302" w:rsidRPr="005E4CB3" w:rsidRDefault="00594302" w:rsidP="00CD056D">
      <w:pPr>
        <w:ind w:firstLine="720"/>
        <w:jc w:val="both"/>
        <w:rPr>
          <w:lang w:eastAsia="en-US"/>
        </w:rPr>
      </w:pPr>
      <w:r w:rsidRPr="005E4CB3">
        <w:rPr>
          <w:lang w:eastAsia="en-US"/>
        </w:rPr>
        <w:t>Результаты осуществления муниципального жилищного</w:t>
      </w:r>
      <w:r>
        <w:rPr>
          <w:lang w:eastAsia="en-US"/>
        </w:rPr>
        <w:t xml:space="preserve"> контроля, </w:t>
      </w:r>
      <w:r w:rsidRPr="00B52704">
        <w:rPr>
          <w:lang w:eastAsia="en-US"/>
        </w:rPr>
        <w:t>муниципальн</w:t>
      </w:r>
      <w:r>
        <w:rPr>
          <w:lang w:eastAsia="en-US"/>
        </w:rPr>
        <w:t>ого</w:t>
      </w:r>
      <w:r w:rsidRPr="00B52704">
        <w:rPr>
          <w:lang w:eastAsia="en-US"/>
        </w:rPr>
        <w:t xml:space="preserve"> контрол</w:t>
      </w:r>
      <w:r>
        <w:rPr>
          <w:lang w:eastAsia="en-US"/>
        </w:rPr>
        <w:t>я</w:t>
      </w:r>
      <w:r w:rsidRPr="00B52704">
        <w:rPr>
          <w:lang w:eastAsia="en-US"/>
        </w:rPr>
        <w:t xml:space="preserve"> за соблюдением норм и правил благоустройства</w:t>
      </w:r>
      <w:r>
        <w:rPr>
          <w:lang w:eastAsia="en-US"/>
        </w:rPr>
        <w:t>,</w:t>
      </w:r>
      <w:r w:rsidRPr="005E4CB3">
        <w:rPr>
          <w:lang w:eastAsia="en-US"/>
        </w:rPr>
        <w:t xml:space="preserve"> земельного контроля</w:t>
      </w:r>
      <w:r>
        <w:rPr>
          <w:lang w:eastAsia="en-US"/>
        </w:rPr>
        <w:t>, муниципального контроля в области торговой деятельности</w:t>
      </w:r>
      <w:r w:rsidRPr="005E4CB3">
        <w:rPr>
          <w:lang w:eastAsia="en-US"/>
        </w:rPr>
        <w:t xml:space="preserve"> на территории муниципального образования «Города Коряжма, проведенного управлением муниципального хозяйства и градостроительства администрации МО «Город Коряжма» в 201</w:t>
      </w:r>
      <w:r>
        <w:rPr>
          <w:lang w:eastAsia="en-US"/>
        </w:rPr>
        <w:t>8</w:t>
      </w:r>
      <w:r w:rsidRPr="005E4CB3">
        <w:rPr>
          <w:lang w:eastAsia="en-US"/>
        </w:rPr>
        <w:t xml:space="preserve"> году, оцениваются удовлетворительно.</w:t>
      </w:r>
    </w:p>
    <w:p w:rsidR="00594302" w:rsidRPr="005E4CB3" w:rsidRDefault="00594302" w:rsidP="00CD056D">
      <w:pPr>
        <w:ind w:firstLine="720"/>
        <w:jc w:val="both"/>
        <w:rPr>
          <w:lang w:eastAsia="en-US"/>
        </w:rPr>
      </w:pPr>
      <w:r w:rsidRPr="005E4CB3">
        <w:rPr>
          <w:lang w:eastAsia="en-US"/>
        </w:rPr>
        <w:t>Для достижения эффективных результатов при проведении проверок необходимо проведение следующих мероприятий:</w:t>
      </w:r>
    </w:p>
    <w:p w:rsidR="00594302" w:rsidRPr="005E4CB3" w:rsidRDefault="00594302" w:rsidP="00CD056D">
      <w:pPr>
        <w:ind w:firstLine="720"/>
        <w:jc w:val="both"/>
        <w:rPr>
          <w:lang w:eastAsia="en-US"/>
        </w:rPr>
      </w:pPr>
      <w:r w:rsidRPr="005E4CB3">
        <w:rPr>
          <w:lang w:eastAsia="en-US"/>
        </w:rPr>
        <w:t>- ежегодное выполнение в полном объеме плановых и внеплановых проверок в рамках муниципального контроля по соблюдению обязательных требований, установленных нормативно-правовыми актами Российской Федерации, Правительства Архангельской области и администрации МО «Город Коряжма»;</w:t>
      </w:r>
    </w:p>
    <w:p w:rsidR="00594302" w:rsidRPr="005E4CB3" w:rsidRDefault="00594302" w:rsidP="00CD056D">
      <w:pPr>
        <w:tabs>
          <w:tab w:val="left" w:pos="720"/>
        </w:tabs>
        <w:spacing w:line="24" w:lineRule="atLeast"/>
        <w:jc w:val="both"/>
      </w:pPr>
      <w:r w:rsidRPr="005E4CB3">
        <w:tab/>
        <w:t>- организация профилактических работ с населением по предотвращению нарушений земельного и жилищного законодательств</w:t>
      </w:r>
      <w:r>
        <w:t xml:space="preserve">, </w:t>
      </w:r>
      <w:r w:rsidRPr="00B52704">
        <w:rPr>
          <w:lang w:eastAsia="en-US"/>
        </w:rPr>
        <w:t>норм и правил благоустройства</w:t>
      </w:r>
      <w:r w:rsidRPr="005E4CB3">
        <w:t xml:space="preserve"> путем размещения актуальных вопросов муниципального контроля в средствах массовой информации;</w:t>
      </w:r>
    </w:p>
    <w:p w:rsidR="00594302" w:rsidRPr="005E4CB3" w:rsidRDefault="00594302" w:rsidP="00CD056D">
      <w:pPr>
        <w:ind w:firstLine="708"/>
        <w:jc w:val="both"/>
        <w:rPr>
          <w:lang w:eastAsia="en-US"/>
        </w:rPr>
      </w:pPr>
      <w:r w:rsidRPr="005E4CB3">
        <w:rPr>
          <w:lang w:eastAsia="en-US"/>
        </w:rPr>
        <w:t>- организация ежегодного обучения и повышения квалификации специалистов-инспекторов муниципального контроля на базе образовательных учреждений области, федерации;</w:t>
      </w:r>
    </w:p>
    <w:p w:rsidR="00594302" w:rsidRPr="005E4CB3" w:rsidRDefault="00594302" w:rsidP="00CD056D">
      <w:pPr>
        <w:ind w:firstLine="708"/>
        <w:jc w:val="both"/>
        <w:rPr>
          <w:lang w:eastAsia="en-US"/>
        </w:rPr>
      </w:pPr>
      <w:r w:rsidRPr="005E4CB3">
        <w:rPr>
          <w:lang w:eastAsia="en-US"/>
        </w:rPr>
        <w:t>- проведение практических семинаров совместно с государственной жилищной инспекцией Архангельской области, специалистов Управления Росреестра по Архангельской области и Ненецкому автономному округу с целью передачи опыта.</w:t>
      </w:r>
    </w:p>
    <w:p w:rsidR="00594302" w:rsidRPr="00186FD2" w:rsidRDefault="00594302" w:rsidP="00186FD2">
      <w:pPr>
        <w:tabs>
          <w:tab w:val="left" w:pos="720"/>
        </w:tabs>
        <w:spacing w:line="24" w:lineRule="atLeast"/>
        <w:jc w:val="both"/>
      </w:pPr>
    </w:p>
    <w:p w:rsidR="00594302" w:rsidRPr="00886888" w:rsidRDefault="00594302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594302" w:rsidRPr="00186FD2" w:rsidRDefault="00594302" w:rsidP="00186FD2">
      <w:pPr>
        <w:tabs>
          <w:tab w:val="left" w:pos="720"/>
        </w:tabs>
        <w:spacing w:line="24" w:lineRule="atLeast"/>
        <w:jc w:val="both"/>
      </w:pPr>
    </w:p>
    <w:p w:rsidR="00594302" w:rsidRPr="00B52704" w:rsidRDefault="00594302" w:rsidP="00186FD2">
      <w:pPr>
        <w:ind w:firstLine="708"/>
        <w:jc w:val="both"/>
        <w:rPr>
          <w:sz w:val="32"/>
          <w:szCs w:val="32"/>
        </w:rPr>
      </w:pPr>
      <w:r w:rsidRPr="00B52704">
        <w:t>Сведения</w:t>
      </w:r>
      <w:r>
        <w:t xml:space="preserve"> об осуществлении государственного контроля (надзора) и муниципального контроля за 2018 год в соответствии с приказом Росстата от 21.12.2011 №503 «Об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(надзора) и муниципального контроля».</w:t>
      </w:r>
    </w:p>
    <w:sectPr w:rsidR="00594302" w:rsidRPr="00B52704" w:rsidSect="00186FD2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302" w:rsidRDefault="00594302" w:rsidP="00404177">
      <w:r>
        <w:separator/>
      </w:r>
    </w:p>
  </w:endnote>
  <w:endnote w:type="continuationSeparator" w:id="0">
    <w:p w:rsidR="00594302" w:rsidRDefault="00594302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302" w:rsidRDefault="00594302">
    <w:pPr>
      <w:pStyle w:val="Footer"/>
      <w:jc w:val="center"/>
    </w:pPr>
    <w:fldSimple w:instr=" PAGE   \* MERGEFORMAT ">
      <w:r>
        <w:rPr>
          <w:noProof/>
        </w:rPr>
        <w:t>14</w:t>
      </w:r>
    </w:fldSimple>
  </w:p>
  <w:p w:rsidR="00594302" w:rsidRDefault="005943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302" w:rsidRDefault="00594302" w:rsidP="00404177">
      <w:r>
        <w:separator/>
      </w:r>
    </w:p>
  </w:footnote>
  <w:footnote w:type="continuationSeparator" w:id="0">
    <w:p w:rsidR="00594302" w:rsidRDefault="00594302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302" w:rsidRPr="00404177" w:rsidRDefault="00594302" w:rsidP="0040417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888"/>
    <w:rsid w:val="00001278"/>
    <w:rsid w:val="00010F2E"/>
    <w:rsid w:val="00186FD2"/>
    <w:rsid w:val="002175E7"/>
    <w:rsid w:val="002320CE"/>
    <w:rsid w:val="002917D6"/>
    <w:rsid w:val="002C7CA0"/>
    <w:rsid w:val="0032458B"/>
    <w:rsid w:val="0033188E"/>
    <w:rsid w:val="00404177"/>
    <w:rsid w:val="0042029C"/>
    <w:rsid w:val="00430843"/>
    <w:rsid w:val="00434547"/>
    <w:rsid w:val="00447756"/>
    <w:rsid w:val="0048680D"/>
    <w:rsid w:val="004B0319"/>
    <w:rsid w:val="00530827"/>
    <w:rsid w:val="005542D8"/>
    <w:rsid w:val="005621E2"/>
    <w:rsid w:val="00594302"/>
    <w:rsid w:val="005A1BB6"/>
    <w:rsid w:val="005A1F26"/>
    <w:rsid w:val="005B5D4B"/>
    <w:rsid w:val="005E4CB3"/>
    <w:rsid w:val="005E66A8"/>
    <w:rsid w:val="00620AB0"/>
    <w:rsid w:val="006961EB"/>
    <w:rsid w:val="006C6F60"/>
    <w:rsid w:val="006F0BD2"/>
    <w:rsid w:val="0070547F"/>
    <w:rsid w:val="00734A82"/>
    <w:rsid w:val="00752BF3"/>
    <w:rsid w:val="00755FAF"/>
    <w:rsid w:val="007F218B"/>
    <w:rsid w:val="0083213D"/>
    <w:rsid w:val="00843529"/>
    <w:rsid w:val="00855B52"/>
    <w:rsid w:val="00886888"/>
    <w:rsid w:val="008A0EF2"/>
    <w:rsid w:val="008A3D00"/>
    <w:rsid w:val="008E7D6B"/>
    <w:rsid w:val="00983DFC"/>
    <w:rsid w:val="009A4647"/>
    <w:rsid w:val="009D78DB"/>
    <w:rsid w:val="009F3124"/>
    <w:rsid w:val="009F3C3F"/>
    <w:rsid w:val="00A15175"/>
    <w:rsid w:val="00A6696F"/>
    <w:rsid w:val="00A77E0E"/>
    <w:rsid w:val="00A92354"/>
    <w:rsid w:val="00AB2B76"/>
    <w:rsid w:val="00B52704"/>
    <w:rsid w:val="00B628C6"/>
    <w:rsid w:val="00BB650F"/>
    <w:rsid w:val="00BE7716"/>
    <w:rsid w:val="00C40867"/>
    <w:rsid w:val="00C458A3"/>
    <w:rsid w:val="00CD056D"/>
    <w:rsid w:val="00CD3D88"/>
    <w:rsid w:val="00CD6E5D"/>
    <w:rsid w:val="00CF6494"/>
    <w:rsid w:val="00D524F4"/>
    <w:rsid w:val="00D83B24"/>
    <w:rsid w:val="00DA0BF9"/>
    <w:rsid w:val="00DC4724"/>
    <w:rsid w:val="00DD26B3"/>
    <w:rsid w:val="00DD671F"/>
    <w:rsid w:val="00E14580"/>
    <w:rsid w:val="00E33FF0"/>
    <w:rsid w:val="00E3579B"/>
    <w:rsid w:val="00E823FF"/>
    <w:rsid w:val="00EB0EC4"/>
    <w:rsid w:val="00EE510C"/>
    <w:rsid w:val="00EE6E29"/>
    <w:rsid w:val="00F0148E"/>
    <w:rsid w:val="00F21AF7"/>
    <w:rsid w:val="00F258B7"/>
    <w:rsid w:val="00F31C3C"/>
    <w:rsid w:val="00F53D7A"/>
    <w:rsid w:val="00F60D97"/>
    <w:rsid w:val="00F77997"/>
    <w:rsid w:val="00F828AB"/>
    <w:rsid w:val="00FC0C23"/>
    <w:rsid w:val="00FE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888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Char"/>
    <w:basedOn w:val="Normal"/>
    <w:link w:val="HeaderChar1"/>
    <w:uiPriority w:val="99"/>
    <w:rsid w:val="00404177"/>
    <w:pPr>
      <w:tabs>
        <w:tab w:val="center" w:pos="4677"/>
        <w:tab w:val="right" w:pos="9355"/>
      </w:tabs>
    </w:pPr>
  </w:style>
  <w:style w:type="character" w:customStyle="1" w:styleId="HeaderChar1">
    <w:name w:val="Header Char1"/>
    <w:aliases w:val="Header Char Char"/>
    <w:basedOn w:val="DefaultParagraphFont"/>
    <w:link w:val="Header"/>
    <w:uiPriority w:val="99"/>
    <w:locked/>
    <w:rsid w:val="0040417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0417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417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04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41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F6494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BodyText">
    <w:name w:val="Body Text"/>
    <w:basedOn w:val="Normal"/>
    <w:link w:val="BodyTextChar"/>
    <w:uiPriority w:val="99"/>
    <w:rsid w:val="00CD056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D056D"/>
    <w:rPr>
      <w:rFonts w:eastAsia="Times New Roman" w:cs="Times New Roman"/>
      <w:sz w:val="24"/>
      <w:szCs w:val="24"/>
      <w:lang w:val="ru-RU" w:eastAsia="ru-RU"/>
    </w:rPr>
  </w:style>
  <w:style w:type="paragraph" w:customStyle="1" w:styleId="a">
    <w:name w:val="Знак"/>
    <w:basedOn w:val="Normal"/>
    <w:uiPriority w:val="99"/>
    <w:rsid w:val="006C6F6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620A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56114"/>
    <w:rPr>
      <w:rFonts w:ascii="Times New Roman" w:hAnsi="Times New Roman"/>
      <w:sz w:val="24"/>
      <w:szCs w:val="24"/>
    </w:rPr>
  </w:style>
  <w:style w:type="paragraph" w:customStyle="1" w:styleId="2">
    <w:name w:val="Знак Знак Знак Знак Знак Знак Знак Знак Знак2 Знак Знак Знак Знак"/>
    <w:basedOn w:val="Normal"/>
    <w:uiPriority w:val="99"/>
    <w:rsid w:val="00620A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20AB0"/>
    <w:pPr>
      <w:autoSpaceDE w:val="0"/>
      <w:autoSpaceDN w:val="0"/>
      <w:adjustRightInd w:val="0"/>
    </w:pPr>
    <w:rPr>
      <w:rFonts w:ascii="Courier New" w:hAnsi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6661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2146661.ht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64247.ht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702B8B3A3EAE4F72C783A53F1DA12BE4C3F3F043001C129091E2B121E4TA57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43FE51C28EE9C5FE2644D7A4A04E8D89D264D3556E6C6936880B165D4i5l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</TotalTime>
  <Pages>14</Pages>
  <Words>6054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об осуществлении государственного контроля (надзора), муниципального контроля за 2015 год</dc:title>
  <dc:subject/>
  <dc:creator/>
  <cp:keywords/>
  <dc:description/>
  <cp:lastModifiedBy/>
  <cp:revision>5</cp:revision>
  <cp:lastPrinted>2018-01-12T07:47:00Z</cp:lastPrinted>
  <dcterms:created xsi:type="dcterms:W3CDTF">2018-01-10T12:08:00Z</dcterms:created>
  <dcterms:modified xsi:type="dcterms:W3CDTF">2019-01-14T08:12:00Z</dcterms:modified>
</cp:coreProperties>
</file>