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F26" w:rsidRDefault="00041F26" w:rsidP="008B361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982410">
        <w:rPr>
          <w:b/>
          <w:color w:val="000000"/>
          <w:sz w:val="28"/>
          <w:szCs w:val="28"/>
        </w:rPr>
        <w:t xml:space="preserve">Пояснительная записка к проекту постановления администрации города </w:t>
      </w:r>
    </w:p>
    <w:p w:rsidR="00041F26" w:rsidRPr="00982410" w:rsidRDefault="00041F26" w:rsidP="008B361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41F26" w:rsidRPr="0025644C" w:rsidRDefault="00041F26" w:rsidP="0025644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5644C">
        <w:rPr>
          <w:sz w:val="28"/>
          <w:szCs w:val="28"/>
        </w:rPr>
        <w:t>«Об утверждении административного регламента предоставления муниципальной услуги «Установление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разграничена» на территории городского округа Архангельской области «Город Коряжма»</w:t>
      </w:r>
    </w:p>
    <w:p w:rsidR="00041F26" w:rsidRPr="0025644C" w:rsidRDefault="00041F26" w:rsidP="008B3613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041F26" w:rsidRPr="0025644C" w:rsidRDefault="00041F26" w:rsidP="0025644C">
      <w:pPr>
        <w:widowControl w:val="0"/>
        <w:autoSpaceDE w:val="0"/>
        <w:autoSpaceDN w:val="0"/>
        <w:adjustRightInd w:val="0"/>
        <w:ind w:firstLine="708"/>
        <w:jc w:val="both"/>
        <w:rPr>
          <w:bCs/>
          <w:i/>
          <w:iCs/>
          <w:sz w:val="28"/>
          <w:szCs w:val="28"/>
        </w:rPr>
      </w:pPr>
      <w:r w:rsidRPr="0025644C">
        <w:rPr>
          <w:sz w:val="28"/>
          <w:szCs w:val="28"/>
          <w:lang w:eastAsia="en-US"/>
        </w:rPr>
        <w:t xml:space="preserve">1. Проект постановления администрации города </w:t>
      </w:r>
      <w:r w:rsidRPr="0025644C">
        <w:rPr>
          <w:sz w:val="28"/>
          <w:szCs w:val="28"/>
        </w:rPr>
        <w:t>«Об утверждении административного регламента предоставления муниципальной услуги «Установление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разграничена» на территории городского округа Архангельской области «Город Коряжма»</w:t>
      </w:r>
      <w:r>
        <w:rPr>
          <w:sz w:val="28"/>
          <w:szCs w:val="28"/>
        </w:rPr>
        <w:t xml:space="preserve"> </w:t>
      </w:r>
      <w:r w:rsidRPr="0025644C">
        <w:rPr>
          <w:sz w:val="28"/>
          <w:szCs w:val="28"/>
          <w:lang w:eastAsia="en-US"/>
        </w:rPr>
        <w:t>(далее – проект</w:t>
      </w:r>
      <w:r w:rsidRPr="0025644C">
        <w:rPr>
          <w:color w:val="000000"/>
          <w:sz w:val="28"/>
          <w:szCs w:val="28"/>
        </w:rPr>
        <w:t xml:space="preserve"> постановления) разработан на основании </w:t>
      </w:r>
      <w:r w:rsidRPr="00DC7504">
        <w:rPr>
          <w:sz w:val="28"/>
          <w:szCs w:val="28"/>
        </w:rPr>
        <w:t xml:space="preserve">отнесения муниципальной услуги по установлению сервитута (публичного сервитута) в отношении земельного участка, находящегося в государственной </w:t>
      </w:r>
      <w:r>
        <w:rPr>
          <w:sz w:val="28"/>
          <w:szCs w:val="28"/>
        </w:rPr>
        <w:t>или муниципальной собственности, к массовой социально значимой услуге в области земельно-имущественных отношений</w:t>
      </w:r>
      <w:r w:rsidRPr="0025644C">
        <w:rPr>
          <w:color w:val="000000"/>
          <w:sz w:val="28"/>
          <w:szCs w:val="28"/>
        </w:rPr>
        <w:t>.</w:t>
      </w:r>
    </w:p>
    <w:p w:rsidR="00041F26" w:rsidRPr="0025644C" w:rsidRDefault="00041F26" w:rsidP="008B3613">
      <w:pPr>
        <w:ind w:firstLine="709"/>
        <w:jc w:val="both"/>
        <w:rPr>
          <w:sz w:val="28"/>
          <w:szCs w:val="28"/>
          <w:lang w:eastAsia="en-US"/>
        </w:rPr>
      </w:pPr>
      <w:r w:rsidRPr="0025644C">
        <w:rPr>
          <w:sz w:val="28"/>
          <w:szCs w:val="28"/>
          <w:lang w:eastAsia="en-US"/>
        </w:rPr>
        <w:t>2. 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</w:p>
    <w:p w:rsidR="00041F26" w:rsidRPr="0025644C" w:rsidRDefault="00041F26" w:rsidP="008B3613">
      <w:pPr>
        <w:ind w:firstLine="709"/>
        <w:jc w:val="both"/>
        <w:rPr>
          <w:color w:val="000000"/>
          <w:sz w:val="28"/>
          <w:szCs w:val="28"/>
        </w:rPr>
      </w:pPr>
      <w:r w:rsidRPr="0025644C">
        <w:rPr>
          <w:sz w:val="28"/>
          <w:szCs w:val="28"/>
          <w:lang w:eastAsia="en-US"/>
        </w:rPr>
        <w:t>Физические лица, проживающие на территории городского округа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Коряжма».</w:t>
      </w:r>
      <w:r w:rsidRPr="0025644C">
        <w:rPr>
          <w:color w:val="000000"/>
          <w:sz w:val="28"/>
          <w:szCs w:val="28"/>
        </w:rPr>
        <w:t xml:space="preserve"> </w:t>
      </w:r>
    </w:p>
    <w:p w:rsidR="00041F26" w:rsidRPr="0025644C" w:rsidRDefault="00041F26" w:rsidP="008B3613">
      <w:pPr>
        <w:ind w:firstLine="709"/>
        <w:jc w:val="both"/>
        <w:rPr>
          <w:color w:val="000000"/>
          <w:sz w:val="28"/>
          <w:szCs w:val="28"/>
        </w:rPr>
      </w:pPr>
      <w:r w:rsidRPr="0025644C">
        <w:rPr>
          <w:color w:val="000000"/>
          <w:sz w:val="28"/>
          <w:szCs w:val="28"/>
        </w:rPr>
        <w:t>3. На доходы и расходы местного бюджета, субъектов предпринимательской и иной экономической деятельности не повлияет.</w:t>
      </w:r>
    </w:p>
    <w:p w:rsidR="00041F26" w:rsidRPr="0025644C" w:rsidRDefault="00041F26" w:rsidP="008B3613">
      <w:pPr>
        <w:ind w:firstLine="709"/>
        <w:jc w:val="both"/>
        <w:rPr>
          <w:color w:val="000000"/>
          <w:sz w:val="28"/>
          <w:szCs w:val="28"/>
        </w:rPr>
      </w:pPr>
      <w:r w:rsidRPr="0025644C">
        <w:rPr>
          <w:color w:val="000000"/>
          <w:sz w:val="28"/>
          <w:szCs w:val="28"/>
        </w:rPr>
        <w:t>4. 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041F26" w:rsidRPr="0025644C" w:rsidRDefault="00041F26" w:rsidP="008B3613">
      <w:pPr>
        <w:ind w:firstLine="709"/>
        <w:jc w:val="both"/>
        <w:rPr>
          <w:color w:val="000000"/>
          <w:sz w:val="28"/>
          <w:szCs w:val="28"/>
        </w:rPr>
      </w:pPr>
      <w:r w:rsidRPr="0025644C">
        <w:rPr>
          <w:color w:val="000000"/>
          <w:sz w:val="28"/>
          <w:szCs w:val="28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таких обязанностей или ограничений не оказывает.</w:t>
      </w:r>
    </w:p>
    <w:p w:rsidR="00041F26" w:rsidRPr="0025644C" w:rsidRDefault="00041F26">
      <w:pPr>
        <w:rPr>
          <w:sz w:val="28"/>
          <w:szCs w:val="28"/>
        </w:rPr>
      </w:pPr>
    </w:p>
    <w:p w:rsidR="00041F26" w:rsidRPr="0025644C" w:rsidRDefault="00041F26">
      <w:pPr>
        <w:rPr>
          <w:sz w:val="28"/>
          <w:szCs w:val="28"/>
        </w:rPr>
      </w:pPr>
    </w:p>
    <w:p w:rsidR="00041F26" w:rsidRPr="0025644C" w:rsidRDefault="00041F26">
      <w:pPr>
        <w:rPr>
          <w:sz w:val="28"/>
          <w:szCs w:val="28"/>
        </w:rPr>
      </w:pPr>
    </w:p>
    <w:p w:rsidR="00041F26" w:rsidRPr="0025644C" w:rsidRDefault="00041F26">
      <w:pPr>
        <w:rPr>
          <w:sz w:val="28"/>
          <w:szCs w:val="28"/>
        </w:rPr>
      </w:pPr>
      <w:r w:rsidRPr="0025644C">
        <w:rPr>
          <w:sz w:val="28"/>
          <w:szCs w:val="28"/>
        </w:rPr>
        <w:t>Главный специалист управления</w:t>
      </w:r>
    </w:p>
    <w:p w:rsidR="00041F26" w:rsidRPr="0025644C" w:rsidRDefault="00041F26">
      <w:pPr>
        <w:rPr>
          <w:sz w:val="28"/>
          <w:szCs w:val="28"/>
        </w:rPr>
      </w:pPr>
      <w:r w:rsidRPr="0025644C">
        <w:rPr>
          <w:sz w:val="28"/>
          <w:szCs w:val="28"/>
        </w:rPr>
        <w:t>муниципального хозяйства и</w:t>
      </w:r>
    </w:p>
    <w:p w:rsidR="00041F26" w:rsidRPr="0025644C" w:rsidRDefault="00041F26">
      <w:pPr>
        <w:rPr>
          <w:sz w:val="28"/>
          <w:szCs w:val="28"/>
        </w:rPr>
      </w:pPr>
      <w:r w:rsidRPr="0025644C">
        <w:rPr>
          <w:sz w:val="28"/>
          <w:szCs w:val="28"/>
        </w:rPr>
        <w:t xml:space="preserve">градостроительства администрации города                                  </w:t>
      </w:r>
      <w:bookmarkStart w:id="0" w:name="_GoBack"/>
      <w:bookmarkEnd w:id="0"/>
      <w:r>
        <w:rPr>
          <w:sz w:val="28"/>
          <w:szCs w:val="28"/>
        </w:rPr>
        <w:t>Е.М. Дуракова</w:t>
      </w:r>
    </w:p>
    <w:sectPr w:rsidR="00041F26" w:rsidRPr="0025644C" w:rsidSect="00005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187"/>
    <w:rsid w:val="00005C1A"/>
    <w:rsid w:val="000106B0"/>
    <w:rsid w:val="00023A3C"/>
    <w:rsid w:val="0004054F"/>
    <w:rsid w:val="00041F26"/>
    <w:rsid w:val="0005046A"/>
    <w:rsid w:val="0005322C"/>
    <w:rsid w:val="00061CFD"/>
    <w:rsid w:val="00084359"/>
    <w:rsid w:val="0008483A"/>
    <w:rsid w:val="00091487"/>
    <w:rsid w:val="00092EFC"/>
    <w:rsid w:val="000C3BA4"/>
    <w:rsid w:val="000D7F95"/>
    <w:rsid w:val="000E3632"/>
    <w:rsid w:val="000E4E74"/>
    <w:rsid w:val="00124C13"/>
    <w:rsid w:val="00127C60"/>
    <w:rsid w:val="00155CF3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32AA2"/>
    <w:rsid w:val="00241FAE"/>
    <w:rsid w:val="0025644C"/>
    <w:rsid w:val="00264275"/>
    <w:rsid w:val="002650D8"/>
    <w:rsid w:val="002656E6"/>
    <w:rsid w:val="00272338"/>
    <w:rsid w:val="00286A0B"/>
    <w:rsid w:val="00292C1D"/>
    <w:rsid w:val="00296158"/>
    <w:rsid w:val="002B58AD"/>
    <w:rsid w:val="002C359B"/>
    <w:rsid w:val="002C6EBD"/>
    <w:rsid w:val="002C7339"/>
    <w:rsid w:val="002D234F"/>
    <w:rsid w:val="002D3BC6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058A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17CCD"/>
    <w:rsid w:val="00625321"/>
    <w:rsid w:val="00630B8E"/>
    <w:rsid w:val="006402CA"/>
    <w:rsid w:val="006461EB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66517"/>
    <w:rsid w:val="007A23AA"/>
    <w:rsid w:val="007A2CEE"/>
    <w:rsid w:val="007A40B7"/>
    <w:rsid w:val="007B7A25"/>
    <w:rsid w:val="007B7D0E"/>
    <w:rsid w:val="007F6A06"/>
    <w:rsid w:val="007F7C1F"/>
    <w:rsid w:val="0080799B"/>
    <w:rsid w:val="008240F2"/>
    <w:rsid w:val="0082699E"/>
    <w:rsid w:val="008304E7"/>
    <w:rsid w:val="008472EC"/>
    <w:rsid w:val="00880D56"/>
    <w:rsid w:val="00892650"/>
    <w:rsid w:val="00894C2F"/>
    <w:rsid w:val="00896777"/>
    <w:rsid w:val="008A7D72"/>
    <w:rsid w:val="008B07CF"/>
    <w:rsid w:val="008B3613"/>
    <w:rsid w:val="008C0897"/>
    <w:rsid w:val="008D46AE"/>
    <w:rsid w:val="008D4C97"/>
    <w:rsid w:val="008E6143"/>
    <w:rsid w:val="008F4423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80A12"/>
    <w:rsid w:val="00982410"/>
    <w:rsid w:val="009877BC"/>
    <w:rsid w:val="009A1EAD"/>
    <w:rsid w:val="009A7982"/>
    <w:rsid w:val="009B27FA"/>
    <w:rsid w:val="009B79F0"/>
    <w:rsid w:val="009C5031"/>
    <w:rsid w:val="009D6CFD"/>
    <w:rsid w:val="009D7B1F"/>
    <w:rsid w:val="009F23C4"/>
    <w:rsid w:val="00A02006"/>
    <w:rsid w:val="00A20B9D"/>
    <w:rsid w:val="00A2485F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B00A55"/>
    <w:rsid w:val="00B01141"/>
    <w:rsid w:val="00B05619"/>
    <w:rsid w:val="00B10A59"/>
    <w:rsid w:val="00B137A2"/>
    <w:rsid w:val="00B234FF"/>
    <w:rsid w:val="00B23C73"/>
    <w:rsid w:val="00B5370C"/>
    <w:rsid w:val="00B54974"/>
    <w:rsid w:val="00B62216"/>
    <w:rsid w:val="00B807A2"/>
    <w:rsid w:val="00B90F78"/>
    <w:rsid w:val="00BA65D7"/>
    <w:rsid w:val="00BA7587"/>
    <w:rsid w:val="00BD34FB"/>
    <w:rsid w:val="00BD59DE"/>
    <w:rsid w:val="00BE5D5E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85345"/>
    <w:rsid w:val="00D94EB9"/>
    <w:rsid w:val="00DA7112"/>
    <w:rsid w:val="00DB50BF"/>
    <w:rsid w:val="00DC0247"/>
    <w:rsid w:val="00DC2D7B"/>
    <w:rsid w:val="00DC597A"/>
    <w:rsid w:val="00DC5FE4"/>
    <w:rsid w:val="00DC750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86535"/>
    <w:rsid w:val="00EA257F"/>
    <w:rsid w:val="00EC0717"/>
    <w:rsid w:val="00EC1E7C"/>
    <w:rsid w:val="00EC3407"/>
    <w:rsid w:val="00EC611D"/>
    <w:rsid w:val="00EE1411"/>
    <w:rsid w:val="00EE6370"/>
    <w:rsid w:val="00EF10E0"/>
    <w:rsid w:val="00F10ED0"/>
    <w:rsid w:val="00F41E38"/>
    <w:rsid w:val="00F63913"/>
    <w:rsid w:val="00F76DDE"/>
    <w:rsid w:val="00F86DE0"/>
    <w:rsid w:val="00F907E9"/>
    <w:rsid w:val="00F94692"/>
    <w:rsid w:val="00F9530E"/>
    <w:rsid w:val="00FB58C7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18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"/>
    <w:basedOn w:val="Normal"/>
    <w:uiPriority w:val="99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24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C6E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324</Words>
  <Characters>1852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администрации города </dc:title>
  <dc:subject/>
  <dc:creator>architec5</dc:creator>
  <cp:keywords/>
  <dc:description/>
  <cp:lastModifiedBy>architec2</cp:lastModifiedBy>
  <cp:revision>3</cp:revision>
  <cp:lastPrinted>2023-06-21T13:32:00Z</cp:lastPrinted>
  <dcterms:created xsi:type="dcterms:W3CDTF">2023-06-21T13:32:00Z</dcterms:created>
  <dcterms:modified xsi:type="dcterms:W3CDTF">2023-06-21T13:33:00Z</dcterms:modified>
</cp:coreProperties>
</file>