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36" w:rsidRDefault="00B54536" w:rsidP="008278AE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C9354E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B54536" w:rsidRPr="008278AE" w:rsidRDefault="00B54536" w:rsidP="008278AE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8AE">
        <w:rPr>
          <w:color w:val="000000"/>
          <w:sz w:val="26"/>
          <w:szCs w:val="26"/>
        </w:rPr>
        <w:t>«О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МО «Город Коряжма»</w:t>
      </w:r>
    </w:p>
    <w:p w:rsidR="00B54536" w:rsidRPr="00D444B9" w:rsidRDefault="00B54536" w:rsidP="008278AE">
      <w:pPr>
        <w:ind w:firstLine="708"/>
        <w:jc w:val="center"/>
        <w:rPr>
          <w:color w:val="000000"/>
          <w:sz w:val="26"/>
          <w:szCs w:val="26"/>
        </w:rPr>
      </w:pPr>
    </w:p>
    <w:p w:rsidR="00B54536" w:rsidRPr="003C635D" w:rsidRDefault="00B54536" w:rsidP="003C635D">
      <w:pPr>
        <w:ind w:firstLine="709"/>
        <w:jc w:val="both"/>
        <w:rPr>
          <w:color w:val="000000"/>
          <w:sz w:val="26"/>
          <w:szCs w:val="26"/>
        </w:rPr>
      </w:pPr>
      <w:r w:rsidRPr="00D444B9">
        <w:rPr>
          <w:sz w:val="26"/>
          <w:szCs w:val="26"/>
          <w:lang w:eastAsia="en-US"/>
        </w:rPr>
        <w:t>1. Проект постановления администрации города «</w:t>
      </w:r>
      <w:r w:rsidRPr="008278AE">
        <w:rPr>
          <w:color w:val="000000"/>
          <w:sz w:val="26"/>
          <w:szCs w:val="26"/>
        </w:rPr>
        <w:t>О внесении изменений в административный регламент муниципальной услуги по предоставлению земельных участков, предоставление которых относится к компетенции органов местного самоуправления МО «Город Коряжма</w:t>
      </w:r>
      <w:r w:rsidRPr="00D444B9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– проект постановления) разработан</w:t>
      </w:r>
      <w:r w:rsidRPr="003C635D">
        <w:rPr>
          <w:sz w:val="26"/>
          <w:szCs w:val="26"/>
          <w:lang w:eastAsia="en-US"/>
        </w:rPr>
        <w:t xml:space="preserve"> </w:t>
      </w:r>
      <w:r w:rsidRPr="003C635D">
        <w:rPr>
          <w:color w:val="000000"/>
          <w:sz w:val="26"/>
          <w:szCs w:val="26"/>
        </w:rPr>
        <w:t>в целях приведения административного регламента в соответствие с действующим законодательством</w:t>
      </w:r>
      <w:r>
        <w:rPr>
          <w:color w:val="000000"/>
          <w:sz w:val="26"/>
          <w:szCs w:val="26"/>
        </w:rPr>
        <w:t>:</w:t>
      </w:r>
    </w:p>
    <w:p w:rsidR="00B54536" w:rsidRDefault="00B54536" w:rsidP="003C635D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- в </w:t>
      </w:r>
      <w:r w:rsidRPr="003C635D">
        <w:rPr>
          <w:sz w:val="26"/>
          <w:szCs w:val="26"/>
          <w:lang w:eastAsia="en-US"/>
        </w:rPr>
        <w:t xml:space="preserve">связи с исключением нормативно-правовых актов, утративших силу: Федеральный </w:t>
      </w:r>
      <w:hyperlink r:id="rId4" w:history="1">
        <w:r w:rsidRPr="003C635D">
          <w:rPr>
            <w:sz w:val="26"/>
            <w:szCs w:val="26"/>
            <w:lang w:eastAsia="en-US"/>
          </w:rPr>
          <w:t>закон</w:t>
        </w:r>
      </w:hyperlink>
      <w:r w:rsidRPr="003C635D">
        <w:rPr>
          <w:sz w:val="26"/>
          <w:szCs w:val="26"/>
          <w:lang w:eastAsia="en-US"/>
        </w:rPr>
        <w:t xml:space="preserve"> от 21 июля 1997 года №122-ФЗ «О государственной регистрации прав на недвижимое имущество и сделок с ним», Федеральный </w:t>
      </w:r>
      <w:hyperlink r:id="rId5" w:history="1">
        <w:r w:rsidRPr="003C635D">
          <w:rPr>
            <w:sz w:val="26"/>
            <w:szCs w:val="26"/>
            <w:lang w:eastAsia="en-US"/>
          </w:rPr>
          <w:t>закон</w:t>
        </w:r>
      </w:hyperlink>
      <w:r w:rsidRPr="003C635D">
        <w:rPr>
          <w:sz w:val="26"/>
          <w:szCs w:val="26"/>
          <w:lang w:eastAsia="en-US"/>
        </w:rPr>
        <w:t xml:space="preserve"> от 15 апреля 1998 года №66-ФЗ «О садоводческих, огороднических и дачных некоммерческих объединениях граждан»</w:t>
      </w:r>
      <w:r>
        <w:rPr>
          <w:sz w:val="26"/>
          <w:szCs w:val="26"/>
          <w:lang w:eastAsia="en-US"/>
        </w:rPr>
        <w:t>;</w:t>
      </w:r>
    </w:p>
    <w:p w:rsidR="00B54536" w:rsidRPr="003C635D" w:rsidRDefault="00B54536" w:rsidP="003C635D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3C635D">
        <w:rPr>
          <w:sz w:val="26"/>
          <w:szCs w:val="26"/>
          <w:lang w:eastAsia="en-US"/>
        </w:rPr>
        <w:t xml:space="preserve"> принятием Федерального закона от 13 июля 2015 года №218-ФЗ «О государственной регистрации недвижимости», Федерального закона от 29 июля 2017 года №217-ФЗ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Федерального закона от 03 августа 2018 года №341-ФЗ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объектов», Федерального закона от 30 декабря 2020 года №494-ФЗ «О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территорий».</w:t>
      </w:r>
    </w:p>
    <w:p w:rsidR="00B54536" w:rsidRDefault="00B54536" w:rsidP="00EF10E0">
      <w:pPr>
        <w:ind w:firstLine="709"/>
        <w:jc w:val="both"/>
        <w:rPr>
          <w:sz w:val="26"/>
          <w:szCs w:val="26"/>
          <w:lang w:eastAsia="en-US"/>
        </w:rPr>
      </w:pPr>
      <w:bookmarkStart w:id="0" w:name="_GoBack"/>
      <w:bookmarkEnd w:id="0"/>
      <w:r>
        <w:rPr>
          <w:sz w:val="26"/>
          <w:szCs w:val="26"/>
          <w:lang w:eastAsia="en-US"/>
        </w:rPr>
        <w:t>2.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B54536" w:rsidRDefault="00B54536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  <w:lang w:eastAsia="en-US"/>
        </w:rPr>
        <w:t>физические лица, проживающие на территории городского округа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B54536" w:rsidRPr="008A7D72" w:rsidRDefault="00B54536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На до</w:t>
      </w:r>
      <w:r w:rsidRPr="008A7D72">
        <w:rPr>
          <w:color w:val="000000"/>
          <w:sz w:val="26"/>
          <w:szCs w:val="26"/>
        </w:rPr>
        <w:t xml:space="preserve">ходы и </w:t>
      </w:r>
      <w:r>
        <w:rPr>
          <w:color w:val="000000"/>
          <w:sz w:val="26"/>
          <w:szCs w:val="26"/>
        </w:rPr>
        <w:t>рас</w:t>
      </w:r>
      <w:r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B54536" w:rsidRPr="008A7D72" w:rsidRDefault="00B54536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B54536" w:rsidRPr="008A7D72" w:rsidRDefault="00B54536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таких обязанностей или ограничений не оказывает.</w:t>
      </w:r>
    </w:p>
    <w:p w:rsidR="00B54536" w:rsidRDefault="00B54536"/>
    <w:p w:rsidR="00B54536" w:rsidRDefault="00B54536"/>
    <w:p w:rsidR="00B54536" w:rsidRPr="00C9354E" w:rsidRDefault="00B54536">
      <w:pPr>
        <w:rPr>
          <w:sz w:val="26"/>
          <w:szCs w:val="26"/>
        </w:rPr>
      </w:pPr>
    </w:p>
    <w:p w:rsidR="00B54536" w:rsidRPr="00C9354E" w:rsidRDefault="00B54536">
      <w:pPr>
        <w:rPr>
          <w:sz w:val="26"/>
          <w:szCs w:val="26"/>
        </w:rPr>
      </w:pPr>
      <w:r>
        <w:rPr>
          <w:sz w:val="26"/>
          <w:szCs w:val="26"/>
        </w:rPr>
        <w:t>Ведущий</w:t>
      </w:r>
      <w:r w:rsidRPr="00C9354E">
        <w:rPr>
          <w:sz w:val="26"/>
          <w:szCs w:val="26"/>
        </w:rPr>
        <w:t xml:space="preserve"> специалист управления</w:t>
      </w:r>
    </w:p>
    <w:p w:rsidR="00B54536" w:rsidRPr="00C9354E" w:rsidRDefault="00B54536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B54536" w:rsidRPr="00C9354E" w:rsidRDefault="00B54536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 Е.М. Дуракова</w:t>
      </w:r>
    </w:p>
    <w:sectPr w:rsidR="00B54536" w:rsidRPr="00C9354E" w:rsidSect="009B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41FAE"/>
    <w:rsid w:val="00264275"/>
    <w:rsid w:val="002650D8"/>
    <w:rsid w:val="002656E6"/>
    <w:rsid w:val="00272338"/>
    <w:rsid w:val="00286A0B"/>
    <w:rsid w:val="00296158"/>
    <w:rsid w:val="002B58AD"/>
    <w:rsid w:val="002C359B"/>
    <w:rsid w:val="002C6EBD"/>
    <w:rsid w:val="002C7339"/>
    <w:rsid w:val="002D234F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3C635D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278AE"/>
    <w:rsid w:val="008304E7"/>
    <w:rsid w:val="008472EC"/>
    <w:rsid w:val="00880D56"/>
    <w:rsid w:val="00892650"/>
    <w:rsid w:val="00896777"/>
    <w:rsid w:val="008A7D72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72828"/>
    <w:rsid w:val="00980A12"/>
    <w:rsid w:val="009877BC"/>
    <w:rsid w:val="009A1EAD"/>
    <w:rsid w:val="009A7982"/>
    <w:rsid w:val="009B27FA"/>
    <w:rsid w:val="009B2D19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536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3407"/>
    <w:rsid w:val="00EC611D"/>
    <w:rsid w:val="00EE1411"/>
    <w:rsid w:val="00EF10E0"/>
    <w:rsid w:val="00F10ED0"/>
    <w:rsid w:val="00F63913"/>
    <w:rsid w:val="00F71129"/>
    <w:rsid w:val="00F76DDE"/>
    <w:rsid w:val="00F86DE0"/>
    <w:rsid w:val="00F907E9"/>
    <w:rsid w:val="00F94692"/>
    <w:rsid w:val="00F9530E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71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F1F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87305FA4121BFEA9421E829395ABC8C2B0B27A98089B3DB0CE4F0DEF7v3yFI" TargetMode="External"/><Relationship Id="rId4" Type="http://schemas.openxmlformats.org/officeDocument/2006/relationships/hyperlink" Target="consultantplus://offline/ref=487305FA4121BFEA9421E829395ABC8C2B0B25AC878BB3DB0CE4F0DEF7v3y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456</Words>
  <Characters>2601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администрации города </dc:title>
  <dc:subject/>
  <dc:creator>architec5</dc:creator>
  <cp:keywords/>
  <dc:description/>
  <cp:lastModifiedBy>architec2</cp:lastModifiedBy>
  <cp:revision>3</cp:revision>
  <cp:lastPrinted>2023-02-02T08:33:00Z</cp:lastPrinted>
  <dcterms:created xsi:type="dcterms:W3CDTF">2023-02-02T08:33:00Z</dcterms:created>
  <dcterms:modified xsi:type="dcterms:W3CDTF">2023-02-02T08:39:00Z</dcterms:modified>
</cp:coreProperties>
</file>