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FA" w:rsidRDefault="002E0A55">
      <w:pPr>
        <w:jc w:val="center"/>
        <w:rPr>
          <w:sz w:val="48"/>
          <w:lang w:val="en-US"/>
        </w:rPr>
      </w:pPr>
      <w:r>
        <w:rPr>
          <w:noProof/>
          <w:sz w:val="28"/>
        </w:rPr>
        <w:drawing>
          <wp:inline distT="0" distB="0" distL="0" distR="0">
            <wp:extent cx="675005" cy="827405"/>
            <wp:effectExtent l="0" t="0" r="0" b="0"/>
            <wp:docPr id="1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2C0" w:rsidRPr="002D1398" w:rsidRDefault="00EB02C0" w:rsidP="00EB02C0">
      <w:pPr>
        <w:jc w:val="center"/>
        <w:rPr>
          <w:rFonts w:ascii="Arial" w:hAnsi="Arial" w:cs="Arial"/>
          <w:sz w:val="24"/>
          <w:szCs w:val="24"/>
        </w:rPr>
      </w:pPr>
      <w:r w:rsidRPr="002D1398">
        <w:rPr>
          <w:rFonts w:ascii="Arial" w:hAnsi="Arial" w:cs="Arial"/>
          <w:sz w:val="24"/>
          <w:szCs w:val="24"/>
        </w:rPr>
        <w:t>Администрация городского округа</w:t>
      </w:r>
    </w:p>
    <w:p w:rsidR="00EB02C0" w:rsidRPr="002D1398" w:rsidRDefault="00EB02C0" w:rsidP="00EB02C0">
      <w:pPr>
        <w:jc w:val="center"/>
        <w:rPr>
          <w:rFonts w:ascii="Arial" w:hAnsi="Arial" w:cs="Arial"/>
          <w:sz w:val="24"/>
          <w:szCs w:val="24"/>
        </w:rPr>
      </w:pPr>
      <w:r w:rsidRPr="002D1398">
        <w:rPr>
          <w:rFonts w:ascii="Arial" w:hAnsi="Arial" w:cs="Arial"/>
          <w:sz w:val="24"/>
          <w:szCs w:val="24"/>
        </w:rPr>
        <w:t>Архангельской области «Город Коряжма»</w:t>
      </w:r>
    </w:p>
    <w:p w:rsidR="00EB02C0" w:rsidRPr="00EB02C0" w:rsidRDefault="00EB02C0" w:rsidP="00EB02C0">
      <w:pPr>
        <w:jc w:val="center"/>
        <w:rPr>
          <w:rFonts w:ascii="Arial Narrow" w:hAnsi="Arial Narrow"/>
          <w:sz w:val="28"/>
          <w:szCs w:val="28"/>
        </w:rPr>
      </w:pPr>
      <w:r w:rsidRPr="00EB02C0">
        <w:rPr>
          <w:rFonts w:ascii="Arial Narrow" w:hAnsi="Arial Narrow"/>
          <w:sz w:val="28"/>
          <w:szCs w:val="28"/>
        </w:rPr>
        <w:t>(Администрация города)</w:t>
      </w:r>
    </w:p>
    <w:p w:rsidR="005474FA" w:rsidRDefault="005474FA">
      <w:pPr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РАСПОРЯЖЕНИЕ</w:t>
      </w:r>
    </w:p>
    <w:p w:rsidR="00303ECD" w:rsidRPr="00303ECD" w:rsidRDefault="00303ECD">
      <w:pPr>
        <w:jc w:val="center"/>
        <w:rPr>
          <w:rFonts w:ascii="Arial" w:hAnsi="Arial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534"/>
        <w:gridCol w:w="1985"/>
        <w:gridCol w:w="741"/>
        <w:gridCol w:w="2789"/>
      </w:tblGrid>
      <w:tr w:rsidR="00983306" w:rsidTr="00983306">
        <w:trPr>
          <w:trHeight w:val="368"/>
        </w:trPr>
        <w:tc>
          <w:tcPr>
            <w:tcW w:w="534" w:type="dxa"/>
            <w:vAlign w:val="center"/>
          </w:tcPr>
          <w:p w:rsidR="00983306" w:rsidRDefault="00983306" w:rsidP="00983306">
            <w:pPr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83306" w:rsidRDefault="00FD701F" w:rsidP="00FD70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21.10.2022</w:t>
            </w:r>
          </w:p>
        </w:tc>
        <w:tc>
          <w:tcPr>
            <w:tcW w:w="741" w:type="dxa"/>
            <w:vAlign w:val="center"/>
          </w:tcPr>
          <w:p w:rsidR="00983306" w:rsidRDefault="00983306" w:rsidP="00983306">
            <w:pPr>
              <w:jc w:val="center"/>
              <w:rPr>
                <w:sz w:val="28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vAlign w:val="center"/>
          </w:tcPr>
          <w:p w:rsidR="00983306" w:rsidRDefault="00FD701F" w:rsidP="00FD70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163р</w:t>
            </w:r>
          </w:p>
        </w:tc>
      </w:tr>
    </w:tbl>
    <w:p w:rsidR="00983306" w:rsidRPr="00813774" w:rsidRDefault="00983306" w:rsidP="00983306">
      <w:pPr>
        <w:jc w:val="center"/>
      </w:pPr>
    </w:p>
    <w:p w:rsidR="00983306" w:rsidRDefault="00983306" w:rsidP="00983306">
      <w:pPr>
        <w:jc w:val="center"/>
        <w:rPr>
          <w:sz w:val="28"/>
        </w:rPr>
      </w:pPr>
      <w:proofErr w:type="spellStart"/>
      <w:r>
        <w:rPr>
          <w:sz w:val="28"/>
        </w:rPr>
        <w:t>г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оряжма</w:t>
      </w:r>
      <w:proofErr w:type="spellEnd"/>
    </w:p>
    <w:p w:rsidR="002E0A55" w:rsidRDefault="002E0A55" w:rsidP="002E0A55">
      <w:pPr>
        <w:ind w:right="4960"/>
        <w:jc w:val="both"/>
        <w:rPr>
          <w:sz w:val="28"/>
          <w:szCs w:val="28"/>
        </w:rPr>
      </w:pPr>
    </w:p>
    <w:p w:rsidR="002E0A55" w:rsidRDefault="002E0A55" w:rsidP="002E0A55">
      <w:pPr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прогнозе социально- экономического развития городского  округа Архангельской области «Город Коряжма» на 2023 год и </w:t>
      </w:r>
      <w:r w:rsidRPr="006D4A48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24</w:t>
      </w:r>
      <w:r w:rsidRPr="006D4A48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6D4A48">
        <w:rPr>
          <w:sz w:val="28"/>
          <w:szCs w:val="28"/>
        </w:rPr>
        <w:t xml:space="preserve"> годов</w:t>
      </w:r>
    </w:p>
    <w:p w:rsidR="002E0A55" w:rsidRDefault="002E0A55" w:rsidP="002E0A55">
      <w:pPr>
        <w:ind w:firstLine="705"/>
        <w:jc w:val="both"/>
        <w:rPr>
          <w:sz w:val="28"/>
          <w:szCs w:val="28"/>
        </w:rPr>
      </w:pPr>
    </w:p>
    <w:p w:rsidR="002E0A55" w:rsidRDefault="002E0A55" w:rsidP="002E0A5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руководствуясь Уставом</w:t>
      </w:r>
      <w:bookmarkStart w:id="0" w:name="_GoBack"/>
      <w:bookmarkEnd w:id="0"/>
      <w:r>
        <w:rPr>
          <w:sz w:val="28"/>
          <w:szCs w:val="28"/>
        </w:rPr>
        <w:t xml:space="preserve"> городского округа Архангельской области  «Город Коряжма»,</w:t>
      </w:r>
    </w:p>
    <w:p w:rsidR="002E0A55" w:rsidRDefault="002E0A55" w:rsidP="002E0A5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Одобрить прогноз социально-экономического развития городского округа Архангельской области «Город Коряжма» на 2023 год </w:t>
      </w:r>
      <w:r w:rsidRPr="006D4A48">
        <w:rPr>
          <w:sz w:val="28"/>
          <w:szCs w:val="28"/>
        </w:rPr>
        <w:t>и на плановый период 20</w:t>
      </w:r>
      <w:r>
        <w:rPr>
          <w:sz w:val="28"/>
          <w:szCs w:val="28"/>
        </w:rPr>
        <w:t>24</w:t>
      </w:r>
      <w:r w:rsidRPr="006D4A48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6D4A4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(прилагается).</w:t>
      </w:r>
    </w:p>
    <w:p w:rsidR="002E0A55" w:rsidRPr="006D4A48" w:rsidRDefault="002E0A55" w:rsidP="002E0A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D4A48">
        <w:rPr>
          <w:sz w:val="28"/>
          <w:szCs w:val="28"/>
        </w:rPr>
        <w:t xml:space="preserve">. </w:t>
      </w:r>
      <w:proofErr w:type="gramStart"/>
      <w:r w:rsidRPr="006D4A48">
        <w:rPr>
          <w:sz w:val="28"/>
          <w:szCs w:val="28"/>
        </w:rPr>
        <w:t xml:space="preserve">Направить </w:t>
      </w:r>
      <w:hyperlink r:id="rId6" w:history="1">
        <w:r w:rsidRPr="006D4A48">
          <w:rPr>
            <w:sz w:val="28"/>
            <w:szCs w:val="28"/>
          </w:rPr>
          <w:t>прогноз</w:t>
        </w:r>
      </w:hyperlink>
      <w:r w:rsidRPr="006D4A48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>городского округа Архангельской области «Город Коряжма»</w:t>
      </w:r>
      <w:r w:rsidRPr="006D4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2023 год </w:t>
      </w:r>
      <w:r w:rsidRPr="006D4A48">
        <w:rPr>
          <w:sz w:val="28"/>
          <w:szCs w:val="28"/>
        </w:rPr>
        <w:t>и на плановый период 20</w:t>
      </w:r>
      <w:r>
        <w:rPr>
          <w:sz w:val="28"/>
          <w:szCs w:val="28"/>
        </w:rPr>
        <w:t>24</w:t>
      </w:r>
      <w:r w:rsidRPr="006D4A48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6D4A4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в городскую Думу </w:t>
      </w:r>
      <w:r w:rsidRPr="006D4A48">
        <w:rPr>
          <w:sz w:val="28"/>
          <w:szCs w:val="28"/>
        </w:rPr>
        <w:t xml:space="preserve"> в составе материалов, представляемых одновременно с проектом решения о бюджете </w:t>
      </w:r>
      <w:r>
        <w:rPr>
          <w:sz w:val="28"/>
          <w:szCs w:val="28"/>
        </w:rPr>
        <w:t xml:space="preserve">городского округа Архангельской области «Город Коряжма» </w:t>
      </w:r>
      <w:r w:rsidRPr="006D4A48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6D4A4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24</w:t>
      </w:r>
      <w:r w:rsidRPr="006D4A48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6D4A48">
        <w:rPr>
          <w:sz w:val="28"/>
          <w:szCs w:val="28"/>
        </w:rPr>
        <w:t xml:space="preserve"> годов.</w:t>
      </w:r>
      <w:proofErr w:type="gramEnd"/>
    </w:p>
    <w:p w:rsidR="002E0A55" w:rsidRPr="006D4A48" w:rsidRDefault="002E0A55" w:rsidP="002E0A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D4A48">
        <w:rPr>
          <w:sz w:val="28"/>
          <w:szCs w:val="28"/>
        </w:rPr>
        <w:t xml:space="preserve">. </w:t>
      </w:r>
      <w:r>
        <w:rPr>
          <w:bCs/>
          <w:iCs/>
          <w:sz w:val="28"/>
          <w:szCs w:val="28"/>
        </w:rPr>
        <w:t>Общественной приемной</w:t>
      </w:r>
      <w:r w:rsidRPr="006D4A48">
        <w:rPr>
          <w:bCs/>
          <w:iCs/>
          <w:sz w:val="28"/>
          <w:szCs w:val="28"/>
        </w:rPr>
        <w:t xml:space="preserve"> администрации города</w:t>
      </w:r>
      <w:r w:rsidRPr="006D4A4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 w:rsidRPr="006D4A48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распоряжение</w:t>
      </w:r>
      <w:r w:rsidRPr="006D4A48">
        <w:rPr>
          <w:sz w:val="28"/>
          <w:szCs w:val="28"/>
        </w:rPr>
        <w:t xml:space="preserve"> на официальном интернет-сайте </w:t>
      </w:r>
      <w:r>
        <w:rPr>
          <w:sz w:val="28"/>
          <w:szCs w:val="28"/>
        </w:rPr>
        <w:t>а</w:t>
      </w:r>
      <w:r w:rsidRPr="006D4A4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города</w:t>
      </w:r>
      <w:r w:rsidRPr="006D4A48">
        <w:rPr>
          <w:sz w:val="28"/>
          <w:szCs w:val="28"/>
        </w:rPr>
        <w:t>.</w:t>
      </w:r>
    </w:p>
    <w:p w:rsidR="002E0A55" w:rsidRDefault="002E0A55" w:rsidP="002E0A55">
      <w:pPr>
        <w:jc w:val="both"/>
        <w:rPr>
          <w:sz w:val="28"/>
        </w:rPr>
      </w:pPr>
    </w:p>
    <w:p w:rsidR="002E0A55" w:rsidRDefault="002E0A55" w:rsidP="002E0A55">
      <w:pPr>
        <w:jc w:val="both"/>
        <w:rPr>
          <w:sz w:val="28"/>
        </w:rPr>
      </w:pPr>
    </w:p>
    <w:p w:rsidR="002E0A55" w:rsidRDefault="002E0A55" w:rsidP="002E0A55">
      <w:pPr>
        <w:jc w:val="both"/>
        <w:rPr>
          <w:sz w:val="28"/>
        </w:rPr>
      </w:pPr>
    </w:p>
    <w:p w:rsidR="005474FA" w:rsidRDefault="002E0A55" w:rsidP="002E0A55">
      <w:r>
        <w:rPr>
          <w:sz w:val="28"/>
        </w:rPr>
        <w:t>Глава муниципального образования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А.А. Ткач</w:t>
      </w:r>
    </w:p>
    <w:sectPr w:rsidR="005474FA">
      <w:pgSz w:w="11907" w:h="16840"/>
      <w:pgMar w:top="397" w:right="851" w:bottom="1440" w:left="1701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55"/>
    <w:rsid w:val="002E0A55"/>
    <w:rsid w:val="00303ECD"/>
    <w:rsid w:val="0041107C"/>
    <w:rsid w:val="005474FA"/>
    <w:rsid w:val="005D0DC5"/>
    <w:rsid w:val="006D65D2"/>
    <w:rsid w:val="00983306"/>
    <w:rsid w:val="00A44E0F"/>
    <w:rsid w:val="00EB02C0"/>
    <w:rsid w:val="00FD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70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D7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70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D7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F143990D994E81E73CDAE93350300D609819D0EBF832FA2CFD300EB88E2BE7D60F8D083CCE2B8B7E6AD4D0EE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WORD97\_&#1056;&#1072;&#1089;&#1087;&#1086;&#1088;&#1103;&#1078;&#1077;&#1085;&#1080;&#1077;%20&#1040;&#1076;&#1084;&#1080;&#1085;&#1080;&#1089;&#1090;&#1088;&#1072;&#1094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_Распоряжение Администрация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информатики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economic</cp:lastModifiedBy>
  <cp:revision>2</cp:revision>
  <cp:lastPrinted>2022-10-21T08:20:00Z</cp:lastPrinted>
  <dcterms:created xsi:type="dcterms:W3CDTF">2022-10-21T08:19:00Z</dcterms:created>
  <dcterms:modified xsi:type="dcterms:W3CDTF">2022-10-25T08:03:00Z</dcterms:modified>
</cp:coreProperties>
</file>